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C8" w:rsidRPr="008278F3" w:rsidRDefault="00AE1749" w:rsidP="008278F3">
      <w:r>
        <w:rPr>
          <w:noProof/>
          <w:lang w:val="en-US" w:eastAsia="en-US"/>
        </w:rPr>
        <w:drawing>
          <wp:inline distT="0" distB="0" distL="0" distR="0">
            <wp:extent cx="6543040" cy="9131935"/>
            <wp:effectExtent l="19050" t="0" r="0" b="0"/>
            <wp:docPr id="2" name="Picture 1" descr="C:\Users\IEUser\Desktop\working\03112021_doubledll\Posting at Pakistan Mission Abr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EUser\Desktop\working\03112021_doubledll\Posting at Pakistan Mission Abroa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040" cy="913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EC8" w:rsidRPr="008278F3" w:rsidSect="008278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LGC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nt274">
    <w:charset w:val="00"/>
    <w:family w:val="auto"/>
    <w:pitch w:val="variable"/>
    <w:sig w:usb0="00000000" w:usb1="00000000" w:usb2="00000000" w:usb3="00000000" w:csb0="00000000" w:csb1="00000000"/>
  </w:font>
  <w:font w:name="Helvetica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294">
    <w:charset w:val="00"/>
    <w:family w:val="auto"/>
    <w:pitch w:val="variable"/>
    <w:sig w:usb0="00000000" w:usb1="00000000" w:usb2="00000000" w:usb3="00000000" w:csb0="0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LCJC F+ 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uturaDemiG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INCondensedWebC">
    <w:charset w:val="00"/>
    <w:family w:val="auto"/>
    <w:pitch w:val="default"/>
    <w:sig w:usb0="00000000" w:usb1="00000000" w:usb2="00000000" w:usb3="00000000" w:csb0="00000000" w:csb1="00000000"/>
  </w:font>
  <w:font w:name="monospace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9AA"/>
    <w:multiLevelType w:val="multilevel"/>
    <w:tmpl w:val="8B32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57D51"/>
    <w:multiLevelType w:val="multilevel"/>
    <w:tmpl w:val="C8A4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43718"/>
    <w:multiLevelType w:val="multilevel"/>
    <w:tmpl w:val="BAB6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D33470"/>
    <w:multiLevelType w:val="multilevel"/>
    <w:tmpl w:val="BB52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73D84"/>
    <w:multiLevelType w:val="multilevel"/>
    <w:tmpl w:val="8748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27D38"/>
    <w:multiLevelType w:val="multilevel"/>
    <w:tmpl w:val="215C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44315"/>
    <w:multiLevelType w:val="multilevel"/>
    <w:tmpl w:val="927C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973CE9"/>
    <w:multiLevelType w:val="multilevel"/>
    <w:tmpl w:val="007C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BD2F8A"/>
    <w:multiLevelType w:val="multilevel"/>
    <w:tmpl w:val="DF58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EE7C0D"/>
    <w:multiLevelType w:val="multilevel"/>
    <w:tmpl w:val="C2502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913EFE"/>
    <w:multiLevelType w:val="multilevel"/>
    <w:tmpl w:val="BDA0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45A3A"/>
    <w:multiLevelType w:val="multilevel"/>
    <w:tmpl w:val="4ED2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56B42"/>
    <w:multiLevelType w:val="multilevel"/>
    <w:tmpl w:val="0C64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46051F"/>
    <w:multiLevelType w:val="multilevel"/>
    <w:tmpl w:val="321A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CF7056"/>
    <w:multiLevelType w:val="multilevel"/>
    <w:tmpl w:val="E3C2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980526"/>
    <w:multiLevelType w:val="multilevel"/>
    <w:tmpl w:val="6450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7A063E"/>
    <w:multiLevelType w:val="multilevel"/>
    <w:tmpl w:val="320E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456C4F"/>
    <w:multiLevelType w:val="multilevel"/>
    <w:tmpl w:val="DA5E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E149F5"/>
    <w:multiLevelType w:val="multilevel"/>
    <w:tmpl w:val="19EE3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BF6745"/>
    <w:multiLevelType w:val="multilevel"/>
    <w:tmpl w:val="0DC8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DD64B8"/>
    <w:multiLevelType w:val="multilevel"/>
    <w:tmpl w:val="68029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1001C5"/>
    <w:multiLevelType w:val="multilevel"/>
    <w:tmpl w:val="2A64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A01EFC"/>
    <w:multiLevelType w:val="multilevel"/>
    <w:tmpl w:val="B36E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8201A"/>
    <w:multiLevelType w:val="multilevel"/>
    <w:tmpl w:val="6C56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017FA8"/>
    <w:multiLevelType w:val="multilevel"/>
    <w:tmpl w:val="3534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F01C27"/>
    <w:multiLevelType w:val="multilevel"/>
    <w:tmpl w:val="8834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2215BF"/>
    <w:multiLevelType w:val="multilevel"/>
    <w:tmpl w:val="D48A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260962"/>
    <w:multiLevelType w:val="multilevel"/>
    <w:tmpl w:val="6986C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F96E84"/>
    <w:multiLevelType w:val="multilevel"/>
    <w:tmpl w:val="233A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0B5986"/>
    <w:multiLevelType w:val="multilevel"/>
    <w:tmpl w:val="7312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E7FE3"/>
    <w:multiLevelType w:val="multilevel"/>
    <w:tmpl w:val="188C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AB3082"/>
    <w:multiLevelType w:val="multilevel"/>
    <w:tmpl w:val="363E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1930CD"/>
    <w:multiLevelType w:val="multilevel"/>
    <w:tmpl w:val="AF4C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1B7DB0"/>
    <w:multiLevelType w:val="multilevel"/>
    <w:tmpl w:val="4558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D20575"/>
    <w:multiLevelType w:val="multilevel"/>
    <w:tmpl w:val="28C8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3263BE"/>
    <w:multiLevelType w:val="multilevel"/>
    <w:tmpl w:val="91EA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165938"/>
    <w:multiLevelType w:val="multilevel"/>
    <w:tmpl w:val="229E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0E50D7"/>
    <w:multiLevelType w:val="multilevel"/>
    <w:tmpl w:val="3AC8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601338"/>
    <w:multiLevelType w:val="multilevel"/>
    <w:tmpl w:val="20329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37"/>
  </w:num>
  <w:num w:numId="3">
    <w:abstractNumId w:val="26"/>
  </w:num>
  <w:num w:numId="4">
    <w:abstractNumId w:val="16"/>
  </w:num>
  <w:num w:numId="5">
    <w:abstractNumId w:val="8"/>
  </w:num>
  <w:num w:numId="6">
    <w:abstractNumId w:val="33"/>
  </w:num>
  <w:num w:numId="7">
    <w:abstractNumId w:val="14"/>
  </w:num>
  <w:num w:numId="8">
    <w:abstractNumId w:val="30"/>
  </w:num>
  <w:num w:numId="9">
    <w:abstractNumId w:val="0"/>
  </w:num>
  <w:num w:numId="10">
    <w:abstractNumId w:val="31"/>
  </w:num>
  <w:num w:numId="11">
    <w:abstractNumId w:val="25"/>
  </w:num>
  <w:num w:numId="12">
    <w:abstractNumId w:val="5"/>
  </w:num>
  <w:num w:numId="13">
    <w:abstractNumId w:val="23"/>
  </w:num>
  <w:num w:numId="14">
    <w:abstractNumId w:val="32"/>
  </w:num>
  <w:num w:numId="15">
    <w:abstractNumId w:val="12"/>
  </w:num>
  <w:num w:numId="16">
    <w:abstractNumId w:val="27"/>
  </w:num>
  <w:num w:numId="17">
    <w:abstractNumId w:val="17"/>
  </w:num>
  <w:num w:numId="18">
    <w:abstractNumId w:val="22"/>
  </w:num>
  <w:num w:numId="19">
    <w:abstractNumId w:val="13"/>
  </w:num>
  <w:num w:numId="20">
    <w:abstractNumId w:val="34"/>
  </w:num>
  <w:num w:numId="21">
    <w:abstractNumId w:val="18"/>
  </w:num>
  <w:num w:numId="22">
    <w:abstractNumId w:val="15"/>
  </w:num>
  <w:num w:numId="23">
    <w:abstractNumId w:val="36"/>
  </w:num>
  <w:num w:numId="24">
    <w:abstractNumId w:val="11"/>
  </w:num>
  <w:num w:numId="25">
    <w:abstractNumId w:val="38"/>
  </w:num>
  <w:num w:numId="26">
    <w:abstractNumId w:val="1"/>
  </w:num>
  <w:num w:numId="27">
    <w:abstractNumId w:val="21"/>
  </w:num>
  <w:num w:numId="28">
    <w:abstractNumId w:val="9"/>
  </w:num>
  <w:num w:numId="29">
    <w:abstractNumId w:val="28"/>
  </w:num>
  <w:num w:numId="30">
    <w:abstractNumId w:val="10"/>
  </w:num>
  <w:num w:numId="31">
    <w:abstractNumId w:val="2"/>
  </w:num>
  <w:num w:numId="32">
    <w:abstractNumId w:val="7"/>
  </w:num>
  <w:num w:numId="33">
    <w:abstractNumId w:val="6"/>
  </w:num>
  <w:num w:numId="34">
    <w:abstractNumId w:val="19"/>
  </w:num>
  <w:num w:numId="35">
    <w:abstractNumId w:val="29"/>
  </w:num>
  <w:num w:numId="36">
    <w:abstractNumId w:val="20"/>
  </w:num>
  <w:num w:numId="37">
    <w:abstractNumId w:val="3"/>
  </w:num>
  <w:num w:numId="38">
    <w:abstractNumId w:val="35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embedSystemFonts/>
  <w:proofState w:spelling="clean" w:grammar="clean"/>
  <w:attachedTemplate r:id="rId1"/>
  <w:stylePaneFormatFilter w:val="3F01"/>
  <w:doNotTrackMove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06A"/>
    <w:rsid w:val="0000629F"/>
    <w:rsid w:val="00011D52"/>
    <w:rsid w:val="00034F9E"/>
    <w:rsid w:val="0004316A"/>
    <w:rsid w:val="00044F5B"/>
    <w:rsid w:val="00050246"/>
    <w:rsid w:val="00063313"/>
    <w:rsid w:val="0009799D"/>
    <w:rsid w:val="000A6920"/>
    <w:rsid w:val="000B6F68"/>
    <w:rsid w:val="000E4653"/>
    <w:rsid w:val="000E6462"/>
    <w:rsid w:val="000E7C78"/>
    <w:rsid w:val="00112E31"/>
    <w:rsid w:val="0012286C"/>
    <w:rsid w:val="00133AE3"/>
    <w:rsid w:val="00135C6B"/>
    <w:rsid w:val="00140A9C"/>
    <w:rsid w:val="00143B71"/>
    <w:rsid w:val="00147DBF"/>
    <w:rsid w:val="00175558"/>
    <w:rsid w:val="0018606A"/>
    <w:rsid w:val="001A1FEC"/>
    <w:rsid w:val="001B7DD3"/>
    <w:rsid w:val="001D0245"/>
    <w:rsid w:val="001E1AD9"/>
    <w:rsid w:val="001E1FB6"/>
    <w:rsid w:val="00206D29"/>
    <w:rsid w:val="00215EC1"/>
    <w:rsid w:val="00242256"/>
    <w:rsid w:val="002523F9"/>
    <w:rsid w:val="00255A18"/>
    <w:rsid w:val="002643F4"/>
    <w:rsid w:val="0028488D"/>
    <w:rsid w:val="00284F73"/>
    <w:rsid w:val="00292EC8"/>
    <w:rsid w:val="0029497E"/>
    <w:rsid w:val="00296595"/>
    <w:rsid w:val="0029759C"/>
    <w:rsid w:val="002B3D70"/>
    <w:rsid w:val="002F66B0"/>
    <w:rsid w:val="002F6F3F"/>
    <w:rsid w:val="00312F6F"/>
    <w:rsid w:val="0031611D"/>
    <w:rsid w:val="00323F24"/>
    <w:rsid w:val="003470EE"/>
    <w:rsid w:val="0035254C"/>
    <w:rsid w:val="00355150"/>
    <w:rsid w:val="003620BA"/>
    <w:rsid w:val="00371114"/>
    <w:rsid w:val="0038661F"/>
    <w:rsid w:val="003A53A7"/>
    <w:rsid w:val="003B365E"/>
    <w:rsid w:val="003C0B47"/>
    <w:rsid w:val="003D472C"/>
    <w:rsid w:val="003D5751"/>
    <w:rsid w:val="003F4A0B"/>
    <w:rsid w:val="004232CB"/>
    <w:rsid w:val="00423DE5"/>
    <w:rsid w:val="0042630A"/>
    <w:rsid w:val="00437C84"/>
    <w:rsid w:val="00440AA2"/>
    <w:rsid w:val="00441560"/>
    <w:rsid w:val="00457D75"/>
    <w:rsid w:val="0046496A"/>
    <w:rsid w:val="004721A3"/>
    <w:rsid w:val="0047618F"/>
    <w:rsid w:val="00476D39"/>
    <w:rsid w:val="0049176D"/>
    <w:rsid w:val="004B1A30"/>
    <w:rsid w:val="004B4965"/>
    <w:rsid w:val="004C6DAC"/>
    <w:rsid w:val="004F2437"/>
    <w:rsid w:val="00500824"/>
    <w:rsid w:val="00506AEB"/>
    <w:rsid w:val="00517E3B"/>
    <w:rsid w:val="005237FA"/>
    <w:rsid w:val="00527629"/>
    <w:rsid w:val="00543A45"/>
    <w:rsid w:val="00544B4F"/>
    <w:rsid w:val="00560EEC"/>
    <w:rsid w:val="005725BE"/>
    <w:rsid w:val="005755AB"/>
    <w:rsid w:val="005851B7"/>
    <w:rsid w:val="005A5BA4"/>
    <w:rsid w:val="005A6FE4"/>
    <w:rsid w:val="005B244F"/>
    <w:rsid w:val="005D0A27"/>
    <w:rsid w:val="005D3840"/>
    <w:rsid w:val="005D67FC"/>
    <w:rsid w:val="00620C95"/>
    <w:rsid w:val="00630A5B"/>
    <w:rsid w:val="0063418A"/>
    <w:rsid w:val="00686438"/>
    <w:rsid w:val="00686B32"/>
    <w:rsid w:val="006C39AD"/>
    <w:rsid w:val="006C6365"/>
    <w:rsid w:val="006E44A2"/>
    <w:rsid w:val="00702A56"/>
    <w:rsid w:val="00710C44"/>
    <w:rsid w:val="00710EFD"/>
    <w:rsid w:val="0072153D"/>
    <w:rsid w:val="00734052"/>
    <w:rsid w:val="007A03D6"/>
    <w:rsid w:val="007B75D3"/>
    <w:rsid w:val="007C5925"/>
    <w:rsid w:val="007E0478"/>
    <w:rsid w:val="007E1269"/>
    <w:rsid w:val="007E435E"/>
    <w:rsid w:val="007F79F3"/>
    <w:rsid w:val="00800C44"/>
    <w:rsid w:val="008278F3"/>
    <w:rsid w:val="00830C1D"/>
    <w:rsid w:val="00836131"/>
    <w:rsid w:val="0083714F"/>
    <w:rsid w:val="00840BB1"/>
    <w:rsid w:val="00844A96"/>
    <w:rsid w:val="0085100E"/>
    <w:rsid w:val="00874F9F"/>
    <w:rsid w:val="00876D0A"/>
    <w:rsid w:val="00892240"/>
    <w:rsid w:val="00892C85"/>
    <w:rsid w:val="008B7137"/>
    <w:rsid w:val="008C261C"/>
    <w:rsid w:val="008C2961"/>
    <w:rsid w:val="008E50CD"/>
    <w:rsid w:val="008E7A1A"/>
    <w:rsid w:val="00911B95"/>
    <w:rsid w:val="009122BD"/>
    <w:rsid w:val="009154F3"/>
    <w:rsid w:val="009221D4"/>
    <w:rsid w:val="00924FF6"/>
    <w:rsid w:val="00927B9F"/>
    <w:rsid w:val="00950BE7"/>
    <w:rsid w:val="00957B96"/>
    <w:rsid w:val="00962AC1"/>
    <w:rsid w:val="009714A0"/>
    <w:rsid w:val="00977766"/>
    <w:rsid w:val="00990797"/>
    <w:rsid w:val="0099265D"/>
    <w:rsid w:val="00992749"/>
    <w:rsid w:val="00995249"/>
    <w:rsid w:val="0099785C"/>
    <w:rsid w:val="009A16FD"/>
    <w:rsid w:val="009A383F"/>
    <w:rsid w:val="009A75FC"/>
    <w:rsid w:val="009B2564"/>
    <w:rsid w:val="009D1C57"/>
    <w:rsid w:val="009D2F09"/>
    <w:rsid w:val="009E28E2"/>
    <w:rsid w:val="00A24611"/>
    <w:rsid w:val="00A27EB4"/>
    <w:rsid w:val="00A351A0"/>
    <w:rsid w:val="00A421DE"/>
    <w:rsid w:val="00A527ED"/>
    <w:rsid w:val="00A608BB"/>
    <w:rsid w:val="00A71028"/>
    <w:rsid w:val="00A8604E"/>
    <w:rsid w:val="00AA40FD"/>
    <w:rsid w:val="00AD3C6B"/>
    <w:rsid w:val="00AD678E"/>
    <w:rsid w:val="00AE1749"/>
    <w:rsid w:val="00AE29CE"/>
    <w:rsid w:val="00AF2603"/>
    <w:rsid w:val="00B021EF"/>
    <w:rsid w:val="00B05E67"/>
    <w:rsid w:val="00B07551"/>
    <w:rsid w:val="00B27D9C"/>
    <w:rsid w:val="00B30D4B"/>
    <w:rsid w:val="00B31F5F"/>
    <w:rsid w:val="00B3376E"/>
    <w:rsid w:val="00B569A0"/>
    <w:rsid w:val="00B64ADF"/>
    <w:rsid w:val="00B84936"/>
    <w:rsid w:val="00B86C9D"/>
    <w:rsid w:val="00BA6E5F"/>
    <w:rsid w:val="00BB2486"/>
    <w:rsid w:val="00BC2653"/>
    <w:rsid w:val="00BF04DD"/>
    <w:rsid w:val="00BF3BDC"/>
    <w:rsid w:val="00BF51D0"/>
    <w:rsid w:val="00BF7B04"/>
    <w:rsid w:val="00C14049"/>
    <w:rsid w:val="00C20353"/>
    <w:rsid w:val="00C31040"/>
    <w:rsid w:val="00C35226"/>
    <w:rsid w:val="00C37A0B"/>
    <w:rsid w:val="00C413DC"/>
    <w:rsid w:val="00C45CE9"/>
    <w:rsid w:val="00C46DBD"/>
    <w:rsid w:val="00C566F1"/>
    <w:rsid w:val="00C669DA"/>
    <w:rsid w:val="00C70172"/>
    <w:rsid w:val="00C83BCA"/>
    <w:rsid w:val="00C9687B"/>
    <w:rsid w:val="00CA0AAC"/>
    <w:rsid w:val="00CE2956"/>
    <w:rsid w:val="00CF7805"/>
    <w:rsid w:val="00D26857"/>
    <w:rsid w:val="00D33A6E"/>
    <w:rsid w:val="00D65C56"/>
    <w:rsid w:val="00D904FC"/>
    <w:rsid w:val="00D9495A"/>
    <w:rsid w:val="00DA2336"/>
    <w:rsid w:val="00DB2463"/>
    <w:rsid w:val="00DB334B"/>
    <w:rsid w:val="00DE271D"/>
    <w:rsid w:val="00DF5957"/>
    <w:rsid w:val="00E03EB9"/>
    <w:rsid w:val="00E1254C"/>
    <w:rsid w:val="00E31522"/>
    <w:rsid w:val="00E5013F"/>
    <w:rsid w:val="00E511D0"/>
    <w:rsid w:val="00E52849"/>
    <w:rsid w:val="00E531FA"/>
    <w:rsid w:val="00E75296"/>
    <w:rsid w:val="00EA210E"/>
    <w:rsid w:val="00EA2B55"/>
    <w:rsid w:val="00EA3123"/>
    <w:rsid w:val="00EB276E"/>
    <w:rsid w:val="00EB46E8"/>
    <w:rsid w:val="00EB4BC0"/>
    <w:rsid w:val="00ED1956"/>
    <w:rsid w:val="00EE22E8"/>
    <w:rsid w:val="00EF21F2"/>
    <w:rsid w:val="00EF485C"/>
    <w:rsid w:val="00EF7D12"/>
    <w:rsid w:val="00F21FBB"/>
    <w:rsid w:val="00F243D7"/>
    <w:rsid w:val="00F34189"/>
    <w:rsid w:val="00F37EFC"/>
    <w:rsid w:val="00F47CDF"/>
    <w:rsid w:val="00F51503"/>
    <w:rsid w:val="00F53346"/>
    <w:rsid w:val="00F53ABB"/>
    <w:rsid w:val="00F55EC6"/>
    <w:rsid w:val="00F857CF"/>
    <w:rsid w:val="00F93458"/>
    <w:rsid w:val="00FA2A88"/>
    <w:rsid w:val="00FA6BD1"/>
    <w:rsid w:val="00FD6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7B9F"/>
    <w:rPr>
      <w:lang w:val="ru-RU" w:eastAsia="ru-RU"/>
    </w:rPr>
  </w:style>
  <w:style w:type="paragraph" w:styleId="Heading1">
    <w:name w:val="heading 1"/>
    <w:aliases w:val="Знак"/>
    <w:basedOn w:val="Normal"/>
    <w:next w:val="Normal"/>
    <w:link w:val="Heading1Char"/>
    <w:uiPriority w:val="9"/>
    <w:qFormat/>
    <w:rsid w:val="009A383F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  <w:outlineLvl w:val="0"/>
    </w:pPr>
    <w:rPr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383F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383F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 w:cs="Arial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9A383F"/>
    <w:pPr>
      <w:keepNext/>
      <w:overflowPunct w:val="0"/>
      <w:autoSpaceDE w:val="0"/>
      <w:autoSpaceDN w:val="0"/>
      <w:adjustRightInd w:val="0"/>
      <w:spacing w:line="260" w:lineRule="exact"/>
      <w:jc w:val="center"/>
      <w:textAlignment w:val="baseline"/>
      <w:outlineLvl w:val="3"/>
    </w:pPr>
    <w:rPr>
      <w:b/>
      <w:bCs/>
      <w:spacing w:val="-20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qFormat/>
    <w:rsid w:val="009A383F"/>
    <w:pPr>
      <w:keepNext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9A383F"/>
    <w:pPr>
      <w:keepNext/>
      <w:jc w:val="center"/>
      <w:outlineLvl w:val="5"/>
    </w:pPr>
    <w:rPr>
      <w:rFonts w:ascii="Courier New" w:hAnsi="Courier New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9A383F"/>
    <w:pPr>
      <w:keepNext/>
      <w:autoSpaceDE w:val="0"/>
      <w:autoSpaceDN w:val="0"/>
      <w:jc w:val="center"/>
      <w:outlineLvl w:val="6"/>
    </w:pPr>
    <w:rPr>
      <w:rFonts w:ascii="Courier New" w:hAnsi="Courier New" w:cs="Courier New"/>
      <w:spacing w:val="-20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9A383F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Courier New" w:hAnsi="Courier New" w:cs="Courier New"/>
      <w:sz w:val="26"/>
      <w:szCs w:val="26"/>
      <w:u w:val="single"/>
    </w:rPr>
  </w:style>
  <w:style w:type="paragraph" w:styleId="Heading9">
    <w:name w:val="heading 9"/>
    <w:basedOn w:val="Normal"/>
    <w:next w:val="Normal"/>
    <w:link w:val="Heading9Char"/>
    <w:uiPriority w:val="9"/>
    <w:qFormat/>
    <w:rsid w:val="009A383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Îáû÷íûé"/>
    <w:rsid w:val="00927B9F"/>
    <w:rPr>
      <w:rFonts w:ascii="Arial" w:hAnsi="Arial"/>
      <w:sz w:val="18"/>
      <w:lang w:val="ru-RU" w:eastAsia="ru-RU"/>
    </w:rPr>
  </w:style>
  <w:style w:type="character" w:customStyle="1" w:styleId="a0">
    <w:name w:val="Îñíîâíîé øðèôò"/>
    <w:rsid w:val="00927B9F"/>
  </w:style>
  <w:style w:type="character" w:customStyle="1" w:styleId="a1">
    <w:name w:val="Ãèïåðññûëêà"/>
    <w:rsid w:val="00927B9F"/>
    <w:rPr>
      <w:color w:val="0000FF"/>
      <w:u w:val="single"/>
    </w:rPr>
  </w:style>
  <w:style w:type="paragraph" w:customStyle="1" w:styleId="Iauiue">
    <w:name w:val="Iau?iue"/>
    <w:rsid w:val="00927B9F"/>
    <w:pPr>
      <w:spacing w:before="100" w:after="100"/>
    </w:pPr>
    <w:rPr>
      <w:sz w:val="24"/>
      <w:lang w:val="ru-RU" w:eastAsia="ru-RU"/>
    </w:rPr>
  </w:style>
  <w:style w:type="character" w:customStyle="1" w:styleId="Iniiaiieoeoo">
    <w:name w:val="Iniiaiie o?eoo"/>
    <w:rsid w:val="00927B9F"/>
  </w:style>
  <w:style w:type="character" w:customStyle="1" w:styleId="Aeiannueea">
    <w:name w:val="Aeia?nnueea"/>
    <w:rsid w:val="00927B9F"/>
    <w:rPr>
      <w:color w:val="0000FF"/>
      <w:u w:val="single"/>
    </w:rPr>
  </w:style>
  <w:style w:type="paragraph" w:customStyle="1" w:styleId="iauiue0">
    <w:name w:val="iauiue0"/>
    <w:basedOn w:val="Normal"/>
    <w:rsid w:val="00927B9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2">
    <w:name w:val="Знак Знак Знак Знак Знак Знак Знак"/>
    <w:basedOn w:val="Normal"/>
    <w:rsid w:val="00135C6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Hyperlink">
    <w:name w:val="Hyperlink"/>
    <w:uiPriority w:val="99"/>
    <w:rsid w:val="00D65C56"/>
    <w:rPr>
      <w:color w:val="0000FF"/>
      <w:u w:val="single"/>
    </w:rPr>
  </w:style>
  <w:style w:type="character" w:customStyle="1" w:styleId="1">
    <w:name w:val="Заголовок 1 Знак"/>
    <w:uiPriority w:val="9"/>
    <w:rsid w:val="009A38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9A383F"/>
    <w:rPr>
      <w:sz w:val="24"/>
      <w:szCs w:val="24"/>
    </w:rPr>
  </w:style>
  <w:style w:type="character" w:customStyle="1" w:styleId="Heading3Char">
    <w:name w:val="Heading 3 Char"/>
    <w:link w:val="Heading3"/>
    <w:uiPriority w:val="9"/>
    <w:rsid w:val="009A383F"/>
    <w:rPr>
      <w:rFonts w:ascii="Arial" w:hAnsi="Arial" w:cs="Arial"/>
      <w:b/>
      <w:bCs/>
      <w:sz w:val="32"/>
      <w:szCs w:val="32"/>
    </w:rPr>
  </w:style>
  <w:style w:type="character" w:customStyle="1" w:styleId="Heading4Char">
    <w:name w:val="Heading 4 Char"/>
    <w:link w:val="Heading4"/>
    <w:uiPriority w:val="9"/>
    <w:rsid w:val="009A383F"/>
    <w:rPr>
      <w:b/>
      <w:bCs/>
      <w:spacing w:val="-20"/>
      <w:sz w:val="26"/>
      <w:szCs w:val="26"/>
    </w:rPr>
  </w:style>
  <w:style w:type="character" w:customStyle="1" w:styleId="Heading5Char">
    <w:name w:val="Heading 5 Char"/>
    <w:link w:val="Heading5"/>
    <w:uiPriority w:val="9"/>
    <w:rsid w:val="009A383F"/>
    <w:rPr>
      <w:b/>
      <w:bCs/>
      <w:sz w:val="28"/>
      <w:szCs w:val="28"/>
    </w:rPr>
  </w:style>
  <w:style w:type="character" w:customStyle="1" w:styleId="Heading6Char">
    <w:name w:val="Heading 6 Char"/>
    <w:link w:val="Heading6"/>
    <w:uiPriority w:val="9"/>
    <w:rsid w:val="009A383F"/>
    <w:rPr>
      <w:rFonts w:ascii="Courier New" w:hAnsi="Courier New"/>
      <w:b/>
      <w:bCs/>
    </w:rPr>
  </w:style>
  <w:style w:type="character" w:customStyle="1" w:styleId="Heading7Char">
    <w:name w:val="Heading 7 Char"/>
    <w:link w:val="Heading7"/>
    <w:uiPriority w:val="9"/>
    <w:rsid w:val="009A383F"/>
    <w:rPr>
      <w:rFonts w:ascii="Courier New" w:hAnsi="Courier New" w:cs="Courier New"/>
      <w:spacing w:val="-20"/>
      <w:sz w:val="26"/>
      <w:szCs w:val="26"/>
    </w:rPr>
  </w:style>
  <w:style w:type="character" w:customStyle="1" w:styleId="Heading8Char">
    <w:name w:val="Heading 8 Char"/>
    <w:link w:val="Heading8"/>
    <w:uiPriority w:val="9"/>
    <w:rsid w:val="009A383F"/>
    <w:rPr>
      <w:rFonts w:ascii="Courier New" w:hAnsi="Courier New" w:cs="Courier New"/>
      <w:sz w:val="26"/>
      <w:szCs w:val="26"/>
      <w:u w:val="single"/>
    </w:rPr>
  </w:style>
  <w:style w:type="character" w:customStyle="1" w:styleId="Heading9Char">
    <w:name w:val="Heading 9 Char"/>
    <w:link w:val="Heading9"/>
    <w:uiPriority w:val="9"/>
    <w:rsid w:val="009A383F"/>
    <w:rPr>
      <w:rFonts w:ascii="Arial" w:hAnsi="Arial" w:cs="Arial"/>
      <w:sz w:val="22"/>
      <w:szCs w:val="22"/>
    </w:rPr>
  </w:style>
  <w:style w:type="character" w:customStyle="1" w:styleId="Heading1Char">
    <w:name w:val="Heading 1 Char"/>
    <w:aliases w:val="Знак Char"/>
    <w:link w:val="Heading1"/>
    <w:uiPriority w:val="9"/>
    <w:rsid w:val="009A383F"/>
    <w:rPr>
      <w:i/>
      <w:iCs/>
      <w:sz w:val="24"/>
      <w:szCs w:val="24"/>
    </w:rPr>
  </w:style>
  <w:style w:type="character" w:customStyle="1" w:styleId="5">
    <w:name w:val="Знак Знак5"/>
    <w:rsid w:val="009A383F"/>
    <w:rPr>
      <w:i/>
      <w:iCs/>
      <w:sz w:val="24"/>
      <w:szCs w:val="24"/>
      <w:lang w:val="ru-RU" w:eastAsia="ru-RU" w:bidi="ar-SA"/>
    </w:rPr>
  </w:style>
  <w:style w:type="paragraph" w:customStyle="1" w:styleId="Char1">
    <w:name w:val="Char1"/>
    <w:basedOn w:val="Normal"/>
    <w:semiHidden/>
    <w:rsid w:val="009A383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">
    <w:name w:val="Знак Знак4"/>
    <w:rsid w:val="009A383F"/>
    <w:rPr>
      <w:sz w:val="24"/>
      <w:szCs w:val="24"/>
      <w:lang w:val="ru-RU" w:eastAsia="ru-RU" w:bidi="ar-SA"/>
    </w:rPr>
  </w:style>
  <w:style w:type="paragraph" w:styleId="Header">
    <w:name w:val="header"/>
    <w:basedOn w:val="Normal"/>
    <w:link w:val="HeaderChar"/>
    <w:rsid w:val="009A383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HeaderChar">
    <w:name w:val="Header Char"/>
    <w:link w:val="Header"/>
    <w:rsid w:val="009A383F"/>
    <w:rPr>
      <w:rFonts w:ascii="Courier New" w:hAnsi="Courier New" w:cs="Courier New"/>
    </w:rPr>
  </w:style>
  <w:style w:type="character" w:customStyle="1" w:styleId="10">
    <w:name w:val="Знак Знак1"/>
    <w:rsid w:val="009A383F"/>
    <w:rPr>
      <w:rFonts w:ascii="Courier New" w:hAnsi="Courier New" w:cs="Courier New"/>
      <w:lang w:val="ru-RU" w:eastAsia="ru-RU" w:bidi="ar-SA"/>
    </w:rPr>
  </w:style>
  <w:style w:type="character" w:styleId="PageNumber">
    <w:name w:val="page number"/>
    <w:rsid w:val="009A383F"/>
  </w:style>
  <w:style w:type="paragraph" w:styleId="Footer">
    <w:name w:val="footer"/>
    <w:basedOn w:val="Normal"/>
    <w:link w:val="FooterChar"/>
    <w:rsid w:val="009A383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FooterChar">
    <w:name w:val="Footer Char"/>
    <w:link w:val="Footer"/>
    <w:rsid w:val="009A383F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9A383F"/>
    <w:pPr>
      <w:widowControl w:val="0"/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character" w:customStyle="1" w:styleId="BodyTextChar">
    <w:name w:val="Body Text Char"/>
    <w:link w:val="BodyText"/>
    <w:rsid w:val="009A383F"/>
    <w:rPr>
      <w:sz w:val="28"/>
      <w:szCs w:val="28"/>
    </w:rPr>
  </w:style>
  <w:style w:type="character" w:customStyle="1" w:styleId="2">
    <w:name w:val="Знак Знак2"/>
    <w:rsid w:val="009A383F"/>
    <w:rPr>
      <w:sz w:val="28"/>
      <w:szCs w:val="28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9A383F"/>
    <w:pPr>
      <w:jc w:val="both"/>
    </w:pPr>
    <w:rPr>
      <w:sz w:val="26"/>
      <w:szCs w:val="26"/>
    </w:rPr>
  </w:style>
  <w:style w:type="character" w:customStyle="1" w:styleId="BodyTextIndentChar">
    <w:name w:val="Body Text Indent Char"/>
    <w:link w:val="BodyTextIndent"/>
    <w:rsid w:val="009A383F"/>
    <w:rPr>
      <w:sz w:val="26"/>
      <w:szCs w:val="26"/>
    </w:rPr>
  </w:style>
  <w:style w:type="character" w:customStyle="1" w:styleId="20">
    <w:name w:val="Знак Знак2"/>
    <w:locked/>
    <w:rsid w:val="009A383F"/>
    <w:rPr>
      <w:sz w:val="26"/>
      <w:szCs w:val="26"/>
      <w:lang w:val="ru-RU" w:eastAsia="ru-RU" w:bidi="ar-SA"/>
    </w:rPr>
  </w:style>
  <w:style w:type="paragraph" w:styleId="BodyTextIndent2">
    <w:name w:val="Body Text Indent 2"/>
    <w:basedOn w:val="Normal"/>
    <w:link w:val="BodyTextIndent2Char"/>
    <w:rsid w:val="009A383F"/>
    <w:pPr>
      <w:widowControl w:val="0"/>
      <w:overflowPunct w:val="0"/>
      <w:autoSpaceDE w:val="0"/>
      <w:autoSpaceDN w:val="0"/>
      <w:adjustRightInd w:val="0"/>
      <w:spacing w:line="360" w:lineRule="auto"/>
      <w:ind w:left="4962"/>
      <w:jc w:val="both"/>
      <w:textAlignment w:val="baseline"/>
    </w:pPr>
    <w:rPr>
      <w:sz w:val="28"/>
      <w:szCs w:val="28"/>
    </w:rPr>
  </w:style>
  <w:style w:type="character" w:customStyle="1" w:styleId="BodyTextIndent2Char">
    <w:name w:val="Body Text Indent 2 Char"/>
    <w:link w:val="BodyTextIndent2"/>
    <w:rsid w:val="009A383F"/>
    <w:rPr>
      <w:sz w:val="28"/>
      <w:szCs w:val="28"/>
    </w:rPr>
  </w:style>
  <w:style w:type="paragraph" w:styleId="Title">
    <w:name w:val="Title"/>
    <w:basedOn w:val="Normal"/>
    <w:next w:val="BodyText"/>
    <w:link w:val="TitleChar"/>
    <w:rsid w:val="009A383F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TitleChar">
    <w:name w:val="Title Char"/>
    <w:link w:val="Title"/>
    <w:uiPriority w:val="10"/>
    <w:rsid w:val="009A383F"/>
    <w:rPr>
      <w:rFonts w:ascii="Courier New" w:hAnsi="Courier New" w:cs="Courier New"/>
      <w:b/>
      <w:bCs/>
      <w:i/>
      <w:iCs/>
      <w:spacing w:val="-20"/>
      <w:sz w:val="26"/>
      <w:szCs w:val="26"/>
    </w:rPr>
  </w:style>
  <w:style w:type="paragraph" w:customStyle="1" w:styleId="iaii">
    <w:name w:val="ia?ii?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styleId="BodyText3">
    <w:name w:val="Body Text 3"/>
    <w:basedOn w:val="Normal"/>
    <w:link w:val="BodyText3Char"/>
    <w:rsid w:val="009A383F"/>
    <w:pPr>
      <w:overflowPunct w:val="0"/>
      <w:autoSpaceDE w:val="0"/>
      <w:autoSpaceDN w:val="0"/>
      <w:adjustRightInd w:val="0"/>
    </w:pPr>
    <w:rPr>
      <w:sz w:val="26"/>
      <w:szCs w:val="26"/>
    </w:rPr>
  </w:style>
  <w:style w:type="character" w:customStyle="1" w:styleId="BodyText3Char">
    <w:name w:val="Body Text 3 Char"/>
    <w:link w:val="BodyText3"/>
    <w:rsid w:val="009A383F"/>
    <w:rPr>
      <w:sz w:val="26"/>
      <w:szCs w:val="26"/>
    </w:rPr>
  </w:style>
  <w:style w:type="character" w:customStyle="1" w:styleId="a3">
    <w:name w:val="Знак Знак"/>
    <w:semiHidden/>
    <w:rsid w:val="009A383F"/>
    <w:rPr>
      <w:sz w:val="26"/>
      <w:szCs w:val="26"/>
      <w:lang w:val="ru-RU" w:eastAsia="ru-RU" w:bidi="ar-SA"/>
    </w:rPr>
  </w:style>
  <w:style w:type="paragraph" w:customStyle="1" w:styleId="iaii1">
    <w:name w:val="ia?ii?1"/>
    <w:basedOn w:val="iaii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iaii2">
    <w:name w:val="ia?ii?2"/>
    <w:basedOn w:val="iaii"/>
    <w:rsid w:val="009A383F"/>
    <w:pPr>
      <w:jc w:val="center"/>
    </w:pPr>
    <w:rPr>
      <w:b/>
      <w:bCs/>
      <w:caps/>
    </w:rPr>
  </w:style>
  <w:style w:type="paragraph" w:customStyle="1" w:styleId="iaii3">
    <w:name w:val="ia?ii?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character" w:styleId="Strong">
    <w:name w:val="Strong"/>
    <w:uiPriority w:val="22"/>
    <w:qFormat/>
    <w:rsid w:val="009A383F"/>
    <w:rPr>
      <w:b/>
      <w:bCs/>
    </w:rPr>
  </w:style>
  <w:style w:type="paragraph" w:customStyle="1" w:styleId="a4">
    <w:name w:val="ìåðîïð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11">
    <w:name w:val="ìåðîïð1"/>
    <w:basedOn w:val="a4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21">
    <w:name w:val="ìåðîïð2"/>
    <w:basedOn w:val="a4"/>
    <w:rsid w:val="009A383F"/>
    <w:pPr>
      <w:jc w:val="center"/>
    </w:pPr>
    <w:rPr>
      <w:b/>
      <w:bCs/>
      <w:caps/>
    </w:rPr>
  </w:style>
  <w:style w:type="paragraph" w:customStyle="1" w:styleId="3">
    <w:name w:val="ìåðîïð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a5">
    <w:name w:val="ÌÅÐÎÏÐ"/>
    <w:basedOn w:val="Normal"/>
    <w:rsid w:val="009A383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12">
    <w:name w:val="меропр1"/>
    <w:basedOn w:val="a6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a6">
    <w:name w:val="меропр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30">
    <w:name w:val="меропр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22">
    <w:name w:val="меропр2"/>
    <w:basedOn w:val="a6"/>
    <w:rsid w:val="009A383F"/>
    <w:pPr>
      <w:jc w:val="center"/>
    </w:pPr>
    <w:rPr>
      <w:b/>
      <w:bCs/>
      <w:caps/>
    </w:rPr>
  </w:style>
  <w:style w:type="paragraph" w:customStyle="1" w:styleId="a7">
    <w:name w:val="МЕРОПР"/>
    <w:basedOn w:val="Normal"/>
    <w:rsid w:val="009A383F"/>
    <w:pPr>
      <w:widowControl w:val="0"/>
      <w:autoSpaceDE w:val="0"/>
      <w:autoSpaceDN w:val="0"/>
    </w:pPr>
    <w:rPr>
      <w:rFonts w:ascii="Courier New" w:hAnsi="Courier New" w:cs="Courier New"/>
      <w:spacing w:val="-20"/>
      <w:sz w:val="26"/>
      <w:szCs w:val="26"/>
    </w:rPr>
  </w:style>
  <w:style w:type="paragraph" w:styleId="BlockText">
    <w:name w:val="Block Text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  <w:szCs w:val="24"/>
    </w:rPr>
  </w:style>
  <w:style w:type="paragraph" w:customStyle="1" w:styleId="a8">
    <w:name w:val="ижний колонтитул"/>
    <w:basedOn w:val="Normal"/>
    <w:rsid w:val="009A383F"/>
    <w:pPr>
      <w:widowControl w:val="0"/>
      <w:tabs>
        <w:tab w:val="center" w:pos="4153"/>
        <w:tab w:val="right" w:pos="8306"/>
      </w:tabs>
      <w:ind w:firstLine="709"/>
      <w:jc w:val="both"/>
    </w:pPr>
    <w:rPr>
      <w:sz w:val="28"/>
      <w:szCs w:val="28"/>
    </w:rPr>
  </w:style>
  <w:style w:type="paragraph" w:customStyle="1" w:styleId="ConsTitle">
    <w:name w:val="ConsTitle"/>
    <w:rsid w:val="009A383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  <w:lang w:val="ru-RU" w:eastAsia="ru-RU"/>
    </w:rPr>
  </w:style>
  <w:style w:type="paragraph" w:customStyle="1" w:styleId="ConsNormal">
    <w:name w:val="ConsNormal"/>
    <w:rsid w:val="009A383F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9A383F"/>
    <w:pPr>
      <w:tabs>
        <w:tab w:val="left" w:pos="284"/>
      </w:tabs>
      <w:overflowPunct w:val="0"/>
      <w:autoSpaceDE w:val="0"/>
      <w:autoSpaceDN w:val="0"/>
      <w:adjustRightInd w:val="0"/>
      <w:spacing w:line="240" w:lineRule="exact"/>
      <w:ind w:firstLine="397"/>
      <w:jc w:val="both"/>
      <w:textAlignment w:val="baseline"/>
    </w:pPr>
    <w:rPr>
      <w:rFonts w:ascii="Courier New" w:hAnsi="Courier New" w:cs="Courier New"/>
    </w:rPr>
  </w:style>
  <w:style w:type="character" w:customStyle="1" w:styleId="PlainTextChar1">
    <w:name w:val="Plain Text Char1"/>
    <w:link w:val="PlainText"/>
    <w:uiPriority w:val="99"/>
    <w:rsid w:val="009A383F"/>
    <w:rPr>
      <w:rFonts w:ascii="Courier New" w:hAnsi="Courier New" w:cs="Courier New"/>
    </w:rPr>
  </w:style>
  <w:style w:type="paragraph" w:customStyle="1" w:styleId="a9">
    <w:name w:val="Без отступа"/>
    <w:basedOn w:val="Normal"/>
    <w:rsid w:val="009A383F"/>
    <w:rPr>
      <w:sz w:val="28"/>
      <w:szCs w:val="28"/>
    </w:rPr>
  </w:style>
  <w:style w:type="paragraph" w:styleId="Caption">
    <w:name w:val="caption"/>
    <w:basedOn w:val="Normal"/>
    <w:uiPriority w:val="35"/>
    <w:qFormat/>
    <w:rsid w:val="009A383F"/>
    <w:pPr>
      <w:jc w:val="center"/>
    </w:pPr>
    <w:rPr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aaieiaie1">
    <w:name w:val="caaieiaie 1"/>
    <w:basedOn w:val="Iauiue"/>
    <w:next w:val="Iauiue"/>
    <w:rsid w:val="009A383F"/>
    <w:pPr>
      <w:keepNext/>
      <w:spacing w:before="0" w:after="0"/>
      <w:jc w:val="center"/>
    </w:pPr>
    <w:rPr>
      <w:rFonts w:ascii="Arial" w:hAnsi="Arial"/>
      <w:b/>
      <w:sz w:val="20"/>
    </w:rPr>
  </w:style>
  <w:style w:type="character" w:styleId="FollowedHyperlink">
    <w:name w:val="FollowedHyperlink"/>
    <w:uiPriority w:val="99"/>
    <w:rsid w:val="009A383F"/>
    <w:rPr>
      <w:color w:val="800080"/>
      <w:u w:val="single"/>
    </w:rPr>
  </w:style>
  <w:style w:type="paragraph" w:customStyle="1" w:styleId="meny">
    <w:name w:val="meny"/>
    <w:basedOn w:val="Normal"/>
    <w:rsid w:val="009A383F"/>
    <w:pPr>
      <w:spacing w:before="80" w:after="40"/>
    </w:pPr>
    <w:rPr>
      <w:rFonts w:ascii="Verdana" w:eastAsia="Arial Unicode MS" w:hAnsi="Verdana" w:cs="Arial Unicode MS"/>
      <w:color w:val="800000"/>
      <w:sz w:val="16"/>
      <w:szCs w:val="16"/>
    </w:rPr>
  </w:style>
  <w:style w:type="paragraph" w:customStyle="1" w:styleId="news">
    <w:name w:val="news"/>
    <w:basedOn w:val="Normal"/>
    <w:rsid w:val="009A383F"/>
    <w:pPr>
      <w:spacing w:before="100" w:after="100"/>
      <w:jc w:val="center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1">
    <w:name w:val="head1"/>
    <w:basedOn w:val="Normal"/>
    <w:rsid w:val="009A383F"/>
    <w:pPr>
      <w:spacing w:before="120" w:after="120"/>
      <w:ind w:left="100" w:right="100"/>
    </w:pPr>
    <w:rPr>
      <w:rFonts w:ascii="Verdana" w:eastAsia="Arial Unicode MS" w:hAnsi="Verdana" w:cs="Arial Unicode MS"/>
      <w:b/>
      <w:bCs/>
      <w:color w:val="800000"/>
      <w:sz w:val="16"/>
      <w:szCs w:val="16"/>
    </w:rPr>
  </w:style>
  <w:style w:type="paragraph" w:customStyle="1" w:styleId="head2">
    <w:name w:val="head2"/>
    <w:basedOn w:val="Normal"/>
    <w:rsid w:val="009A383F"/>
    <w:pPr>
      <w:spacing w:before="100" w:after="100"/>
      <w:ind w:left="100" w:right="10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3">
    <w:name w:val="head3"/>
    <w:basedOn w:val="Normal"/>
    <w:rsid w:val="009A383F"/>
    <w:pPr>
      <w:spacing w:before="60" w:after="60"/>
      <w:jc w:val="center"/>
    </w:pPr>
    <w:rPr>
      <w:rFonts w:ascii="Verdana" w:eastAsia="Arial Unicode MS" w:hAnsi="Verdana" w:cs="Arial Unicode MS"/>
      <w:b/>
      <w:bCs/>
      <w:color w:val="B00000"/>
      <w:sz w:val="15"/>
      <w:szCs w:val="15"/>
    </w:rPr>
  </w:style>
  <w:style w:type="paragraph" w:customStyle="1" w:styleId="head4">
    <w:name w:val="head4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B00000"/>
    </w:rPr>
  </w:style>
  <w:style w:type="paragraph" w:customStyle="1" w:styleId="head5">
    <w:name w:val="head5"/>
    <w:basedOn w:val="Normal"/>
    <w:rsid w:val="009A383F"/>
    <w:pPr>
      <w:spacing w:before="60" w:after="60"/>
      <w:jc w:val="center"/>
    </w:pPr>
    <w:rPr>
      <w:rFonts w:ascii="Verdana" w:eastAsia="Arial Unicode MS" w:hAnsi="Verdana" w:cs="Arial Unicode MS"/>
      <w:b/>
      <w:bCs/>
      <w:color w:val="CC0000"/>
      <w:sz w:val="16"/>
      <w:szCs w:val="16"/>
    </w:rPr>
  </w:style>
  <w:style w:type="paragraph" w:customStyle="1" w:styleId="txtbottom2">
    <w:name w:val="txt_bottom2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txtbottom1">
    <w:name w:val="txt_bottom1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txtbottom3">
    <w:name w:val="txt_bottom3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000000"/>
      <w:sz w:val="12"/>
      <w:szCs w:val="12"/>
    </w:rPr>
  </w:style>
  <w:style w:type="paragraph" w:customStyle="1" w:styleId="txtbottom4">
    <w:name w:val="txt_bottom4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2"/>
      <w:szCs w:val="12"/>
    </w:rPr>
  </w:style>
  <w:style w:type="paragraph" w:customStyle="1" w:styleId="gb">
    <w:name w:val="gb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style">
    <w:name w:val="headstyle"/>
    <w:basedOn w:val="Normal"/>
    <w:rsid w:val="009A383F"/>
    <w:pPr>
      <w:spacing w:before="60" w:after="40"/>
    </w:pPr>
    <w:rPr>
      <w:rFonts w:ascii="Verdana" w:eastAsia="Arial Unicode MS" w:hAnsi="Verdana" w:cs="Arial Unicode MS"/>
      <w:b/>
      <w:bCs/>
      <w:color w:val="CC0000"/>
      <w:sz w:val="15"/>
      <w:szCs w:val="15"/>
    </w:rPr>
  </w:style>
  <w:style w:type="paragraph" w:customStyle="1" w:styleId="textstyle">
    <w:name w:val="textstyle"/>
    <w:basedOn w:val="Normal"/>
    <w:rsid w:val="009A383F"/>
    <w:pPr>
      <w:spacing w:before="60" w:after="40"/>
      <w:jc w:val="both"/>
    </w:pPr>
    <w:rPr>
      <w:rFonts w:ascii="Verdana" w:eastAsia="Arial Unicode MS" w:hAnsi="Verdana" w:cs="Arial Unicode MS"/>
      <w:color w:val="800000"/>
    </w:rPr>
  </w:style>
  <w:style w:type="paragraph" w:customStyle="1" w:styleId="namenews">
    <w:name w:val="namenews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commentstyle">
    <w:name w:val="commentstyle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6"/>
      <w:szCs w:val="16"/>
    </w:rPr>
  </w:style>
  <w:style w:type="paragraph" w:customStyle="1" w:styleId="publstyle">
    <w:name w:val="publstyle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rubrstyle">
    <w:name w:val="rubrstyle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nonews">
    <w:name w:val="nonews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rsid w:val="009A3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</w:rPr>
  </w:style>
  <w:style w:type="character" w:customStyle="1" w:styleId="HTMLPreformattedChar">
    <w:name w:val="HTML Preformatted Char"/>
    <w:link w:val="HTMLPreformatted"/>
    <w:uiPriority w:val="99"/>
    <w:rsid w:val="009A383F"/>
    <w:rPr>
      <w:rFonts w:ascii="Courier New" w:eastAsia="Arial Unicode MS" w:hAnsi="Courier New" w:cs="Courier New"/>
    </w:rPr>
  </w:style>
  <w:style w:type="character" w:styleId="Emphasis">
    <w:name w:val="Emphasis"/>
    <w:uiPriority w:val="20"/>
    <w:qFormat/>
    <w:rsid w:val="009A383F"/>
    <w:rPr>
      <w:i/>
      <w:iCs/>
    </w:rPr>
  </w:style>
  <w:style w:type="paragraph" w:customStyle="1" w:styleId="aa">
    <w:name w:val="План"/>
    <w:basedOn w:val="BodyText2"/>
    <w:rsid w:val="009A383F"/>
    <w:pPr>
      <w:spacing w:before="0" w:after="0" w:line="240" w:lineRule="auto"/>
    </w:pPr>
    <w:rPr>
      <w:rFonts w:ascii="Courier New" w:hAnsi="Courier New" w:cs="Courier New"/>
      <w:b/>
      <w:bCs/>
    </w:rPr>
  </w:style>
  <w:style w:type="paragraph" w:styleId="BodyText2">
    <w:name w:val="Body Text 2"/>
    <w:basedOn w:val="Normal"/>
    <w:link w:val="BodyText2Char"/>
    <w:rsid w:val="009A383F"/>
    <w:pPr>
      <w:spacing w:before="100" w:after="120" w:line="480" w:lineRule="auto"/>
    </w:pPr>
    <w:rPr>
      <w:sz w:val="24"/>
      <w:szCs w:val="24"/>
    </w:rPr>
  </w:style>
  <w:style w:type="character" w:customStyle="1" w:styleId="BodyText2Char">
    <w:name w:val="Body Text 2 Char"/>
    <w:link w:val="BodyText2"/>
    <w:rsid w:val="009A383F"/>
    <w:rPr>
      <w:sz w:val="24"/>
      <w:szCs w:val="24"/>
    </w:rPr>
  </w:style>
  <w:style w:type="character" w:customStyle="1" w:styleId="ab">
    <w:name w:val="Знак Знак"/>
    <w:semiHidden/>
    <w:locked/>
    <w:rsid w:val="009A383F"/>
    <w:rPr>
      <w:sz w:val="24"/>
      <w:szCs w:val="24"/>
      <w:lang w:val="ru-RU" w:eastAsia="ru-RU" w:bidi="ar-SA"/>
    </w:rPr>
  </w:style>
  <w:style w:type="paragraph" w:customStyle="1" w:styleId="300">
    <w:name w:val="30"/>
    <w:basedOn w:val="Normal"/>
    <w:rsid w:val="009A383F"/>
    <w:pPr>
      <w:overflowPunct w:val="0"/>
      <w:autoSpaceDE w:val="0"/>
      <w:autoSpaceDN w:val="0"/>
      <w:jc w:val="center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200">
    <w:name w:val="20"/>
    <w:basedOn w:val="Normal"/>
    <w:rsid w:val="009A383F"/>
    <w:pPr>
      <w:overflowPunct w:val="0"/>
      <w:autoSpaceDE w:val="0"/>
      <w:autoSpaceDN w:val="0"/>
      <w:jc w:val="center"/>
    </w:pPr>
    <w:rPr>
      <w:rFonts w:ascii="Courier New" w:hAnsi="Courier New" w:cs="Courier New"/>
      <w:b/>
      <w:bCs/>
      <w:caps/>
      <w:spacing w:val="-20"/>
      <w:sz w:val="26"/>
      <w:szCs w:val="26"/>
    </w:rPr>
  </w:style>
  <w:style w:type="paragraph" w:styleId="Subtitle">
    <w:name w:val="Subtitle"/>
    <w:basedOn w:val="Normal"/>
    <w:link w:val="SubtitleChar"/>
    <w:uiPriority w:val="11"/>
    <w:qFormat/>
    <w:rsid w:val="009A383F"/>
    <w:pPr>
      <w:jc w:val="center"/>
    </w:pPr>
    <w:rPr>
      <w:rFonts w:ascii="Courier New" w:hAnsi="Courier New"/>
      <w:b/>
      <w:bCs/>
      <w:sz w:val="27"/>
      <w:szCs w:val="27"/>
    </w:rPr>
  </w:style>
  <w:style w:type="character" w:customStyle="1" w:styleId="SubtitleChar">
    <w:name w:val="Subtitle Char"/>
    <w:link w:val="Subtitle"/>
    <w:uiPriority w:val="11"/>
    <w:rsid w:val="009A383F"/>
    <w:rPr>
      <w:rFonts w:ascii="Courier New" w:hAnsi="Courier New"/>
      <w:b/>
      <w:bCs/>
      <w:sz w:val="27"/>
      <w:szCs w:val="27"/>
    </w:rPr>
  </w:style>
  <w:style w:type="paragraph" w:customStyle="1" w:styleId="caaieiaie2">
    <w:name w:val="caaieiaie 2"/>
    <w:basedOn w:val="Iauiue"/>
    <w:next w:val="Iauiue"/>
    <w:rsid w:val="009A383F"/>
    <w:pPr>
      <w:keepNext/>
      <w:spacing w:before="0" w:after="0"/>
      <w:jc w:val="both"/>
    </w:pPr>
    <w:rPr>
      <w:rFonts w:ascii="Arial" w:hAnsi="Arial"/>
      <w:b/>
      <w:i/>
      <w:sz w:val="20"/>
    </w:rPr>
  </w:style>
  <w:style w:type="paragraph" w:customStyle="1" w:styleId="Iniiaiieoaeno">
    <w:name w:val="Iniiaiie oaeno"/>
    <w:basedOn w:val="Iauiue"/>
    <w:rsid w:val="009A383F"/>
    <w:pPr>
      <w:spacing w:before="0" w:after="0"/>
      <w:jc w:val="both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9A3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383F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9A383F"/>
    <w:pPr>
      <w:framePr w:w="7920" w:h="1980" w:hRule="exact" w:hSpace="180" w:wrap="auto" w:hAnchor="page" w:xAlign="center" w:yAlign="bottom"/>
      <w:ind w:left="2880"/>
    </w:pPr>
    <w:rPr>
      <w:rFonts w:ascii="Courier New" w:hAnsi="Courier New" w:cs="Courier New"/>
      <w:b/>
      <w:bCs/>
      <w:i/>
      <w:iCs/>
      <w:sz w:val="36"/>
      <w:szCs w:val="36"/>
    </w:rPr>
  </w:style>
  <w:style w:type="character" w:customStyle="1" w:styleId="newsdata1">
    <w:name w:val="newsdata1"/>
    <w:rsid w:val="009A383F"/>
    <w:rPr>
      <w:b/>
      <w:bCs/>
      <w:color w:val="auto"/>
      <w:shd w:val="clear" w:color="auto" w:fill="FFFFFF"/>
    </w:rPr>
  </w:style>
  <w:style w:type="paragraph" w:customStyle="1" w:styleId="ac">
    <w:name w:val="a"/>
    <w:basedOn w:val="Normal"/>
    <w:rsid w:val="009A383F"/>
    <w:pPr>
      <w:overflowPunct w:val="0"/>
      <w:autoSpaceDE w:val="0"/>
      <w:autoSpaceDN w:val="0"/>
    </w:pPr>
    <w:rPr>
      <w:rFonts w:ascii="Courier New" w:hAnsi="Courier New" w:cs="Courier New"/>
      <w:spacing w:val="-20"/>
      <w:sz w:val="26"/>
      <w:szCs w:val="26"/>
    </w:rPr>
  </w:style>
  <w:style w:type="paragraph" w:customStyle="1" w:styleId="31">
    <w:name w:val="3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i/>
      <w:iCs/>
      <w:spacing w:val="-20"/>
      <w:sz w:val="26"/>
      <w:szCs w:val="26"/>
    </w:rPr>
  </w:style>
  <w:style w:type="paragraph" w:customStyle="1" w:styleId="13">
    <w:name w:val="1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b/>
      <w:bCs/>
      <w:i/>
      <w:iCs/>
      <w:caps/>
      <w:spacing w:val="-20"/>
      <w:sz w:val="27"/>
      <w:szCs w:val="27"/>
    </w:rPr>
  </w:style>
  <w:style w:type="paragraph" w:customStyle="1" w:styleId="23">
    <w:name w:val="2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b/>
      <w:bCs/>
      <w:caps/>
      <w:spacing w:val="-20"/>
      <w:sz w:val="26"/>
      <w:szCs w:val="26"/>
    </w:rPr>
  </w:style>
  <w:style w:type="character" w:customStyle="1" w:styleId="tendersubject1">
    <w:name w:val="tendersubject1"/>
    <w:rsid w:val="009A383F"/>
    <w:rPr>
      <w:b/>
      <w:bCs/>
      <w:color w:val="0000FF"/>
      <w:sz w:val="20"/>
      <w:szCs w:val="20"/>
    </w:rPr>
  </w:style>
  <w:style w:type="character" w:customStyle="1" w:styleId="headstyle1">
    <w:name w:val="headstyle1"/>
    <w:rsid w:val="009A383F"/>
    <w:rPr>
      <w:rFonts w:ascii="Verdana" w:hAnsi="Verdana" w:cs="Verdana"/>
      <w:b/>
      <w:bCs/>
      <w:color w:val="auto"/>
      <w:sz w:val="14"/>
      <w:szCs w:val="14"/>
    </w:rPr>
  </w:style>
  <w:style w:type="character" w:customStyle="1" w:styleId="txtbl11">
    <w:name w:val="txtbl11"/>
    <w:rsid w:val="009A383F"/>
    <w:rPr>
      <w:b/>
      <w:bCs/>
      <w:color w:val="auto"/>
    </w:rPr>
  </w:style>
  <w:style w:type="character" w:customStyle="1" w:styleId="ad">
    <w:name w:val="МЕРОПР Знак"/>
    <w:rsid w:val="009A383F"/>
    <w:rPr>
      <w:rFonts w:ascii="Courier New" w:hAnsi="Courier New" w:cs="Courier New"/>
      <w:spacing w:val="-20"/>
      <w:sz w:val="26"/>
      <w:szCs w:val="26"/>
      <w:lang w:val="ru-RU" w:eastAsia="ru-RU"/>
    </w:rPr>
  </w:style>
  <w:style w:type="paragraph" w:customStyle="1" w:styleId="iauiue1">
    <w:name w:val="iauiu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H2">
    <w:name w:val="H2"/>
    <w:basedOn w:val="Normal"/>
    <w:next w:val="Normal"/>
    <w:rsid w:val="009A383F"/>
    <w:pPr>
      <w:keepNext/>
      <w:autoSpaceDE w:val="0"/>
      <w:autoSpaceDN w:val="0"/>
      <w:adjustRightInd w:val="0"/>
      <w:spacing w:before="100" w:after="100"/>
      <w:outlineLvl w:val="2"/>
    </w:pPr>
    <w:rPr>
      <w:rFonts w:ascii="Courier New" w:hAnsi="Courier New"/>
      <w:b/>
      <w:bCs/>
      <w:sz w:val="36"/>
      <w:szCs w:val="36"/>
    </w:rPr>
  </w:style>
  <w:style w:type="paragraph" w:customStyle="1" w:styleId="FR1">
    <w:name w:val="FR1"/>
    <w:rsid w:val="009A383F"/>
    <w:pPr>
      <w:widowControl w:val="0"/>
      <w:spacing w:before="20"/>
    </w:pPr>
    <w:rPr>
      <w:rFonts w:ascii="Arial" w:hAnsi="Arial" w:cs="Arial"/>
      <w:lang w:val="ru-RU" w:eastAsia="ru-RU"/>
    </w:rPr>
  </w:style>
  <w:style w:type="paragraph" w:customStyle="1" w:styleId="ConsPlusTitle">
    <w:name w:val="ConsPlusTitle"/>
    <w:rsid w:val="009A383F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ae">
    <w:name w:val="заголовок мой"/>
    <w:basedOn w:val="Normal"/>
    <w:rsid w:val="009A383F"/>
    <w:pPr>
      <w:spacing w:after="600"/>
      <w:jc w:val="center"/>
    </w:pPr>
    <w:rPr>
      <w:b/>
      <w:bCs/>
      <w:smallCaps/>
      <w:sz w:val="28"/>
      <w:szCs w:val="28"/>
    </w:rPr>
  </w:style>
  <w:style w:type="paragraph" w:customStyle="1" w:styleId="af">
    <w:name w:val="краткое"/>
    <w:basedOn w:val="Normal"/>
    <w:rsid w:val="009A383F"/>
    <w:pPr>
      <w:spacing w:after="600"/>
      <w:ind w:right="4820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BodyTextIndent3Char"/>
    <w:rsid w:val="009A383F"/>
    <w:pPr>
      <w:ind w:left="426" w:hanging="426"/>
      <w:jc w:val="both"/>
    </w:pPr>
    <w:rPr>
      <w:sz w:val="28"/>
      <w:szCs w:val="28"/>
    </w:rPr>
  </w:style>
  <w:style w:type="character" w:customStyle="1" w:styleId="BodyTextIndent3Char">
    <w:name w:val="Body Text Indent 3 Char"/>
    <w:link w:val="BodyTextIndent3"/>
    <w:rsid w:val="009A383F"/>
    <w:rPr>
      <w:sz w:val="28"/>
      <w:szCs w:val="28"/>
    </w:rPr>
  </w:style>
  <w:style w:type="paragraph" w:styleId="Signature">
    <w:name w:val="Signature"/>
    <w:basedOn w:val="Normal"/>
    <w:next w:val="Normal"/>
    <w:link w:val="SignatureChar"/>
    <w:rsid w:val="009A383F"/>
    <w:pPr>
      <w:keepLines/>
      <w:spacing w:line="192" w:lineRule="auto"/>
    </w:pPr>
    <w:rPr>
      <w:sz w:val="28"/>
      <w:szCs w:val="28"/>
    </w:rPr>
  </w:style>
  <w:style w:type="character" w:customStyle="1" w:styleId="SignatureChar">
    <w:name w:val="Signature Char"/>
    <w:link w:val="Signature"/>
    <w:rsid w:val="009A383F"/>
    <w:rPr>
      <w:sz w:val="28"/>
      <w:szCs w:val="28"/>
    </w:rPr>
  </w:style>
  <w:style w:type="paragraph" w:customStyle="1" w:styleId="14">
    <w:name w:val="Знак1"/>
    <w:basedOn w:val="Normal"/>
    <w:rsid w:val="009A38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Spacing">
    <w:name w:val="No Spacing"/>
    <w:uiPriority w:val="1"/>
    <w:qFormat/>
    <w:rsid w:val="009A383F"/>
    <w:rPr>
      <w:rFonts w:ascii="Calibri" w:hAnsi="Calibri" w:cs="Calibri"/>
      <w:sz w:val="22"/>
      <w:szCs w:val="22"/>
      <w:lang w:val="ru-RU" w:eastAsia="ru-RU"/>
    </w:rPr>
  </w:style>
  <w:style w:type="paragraph" w:customStyle="1" w:styleId="15">
    <w:name w:val="заголовок 1"/>
    <w:basedOn w:val="Normal"/>
    <w:next w:val="Normal"/>
    <w:rsid w:val="009A383F"/>
    <w:pPr>
      <w:keepNext/>
      <w:widowControl w:val="0"/>
      <w:jc w:val="center"/>
    </w:pPr>
    <w:rPr>
      <w:rFonts w:ascii="Courier New" w:hAnsi="Courier New" w:cs="Courier New"/>
      <w:sz w:val="24"/>
      <w:szCs w:val="24"/>
    </w:rPr>
  </w:style>
  <w:style w:type="character" w:customStyle="1" w:styleId="ss1">
    <w:name w:val="ss1"/>
    <w:rsid w:val="009A383F"/>
    <w:rPr>
      <w:rFonts w:ascii="Verdana" w:hAnsi="Verdana" w:cs="Verdana"/>
      <w:color w:val="auto"/>
      <w:sz w:val="18"/>
      <w:szCs w:val="18"/>
    </w:rPr>
  </w:style>
  <w:style w:type="character" w:customStyle="1" w:styleId="address">
    <w:name w:val="address"/>
    <w:rsid w:val="009A383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A383F"/>
  </w:style>
  <w:style w:type="character" w:customStyle="1" w:styleId="af0">
    <w:name w:val="меропр Знак"/>
    <w:rsid w:val="009A383F"/>
    <w:rPr>
      <w:rFonts w:ascii="Courier New" w:hAnsi="Courier New" w:cs="Courier New"/>
      <w:spacing w:val="-20"/>
      <w:sz w:val="26"/>
      <w:szCs w:val="26"/>
      <w:lang w:val="ru-RU" w:eastAsia="ru-RU"/>
    </w:rPr>
  </w:style>
  <w:style w:type="character" w:customStyle="1" w:styleId="tendersubject">
    <w:name w:val="tendersubject"/>
    <w:rsid w:val="009A383F"/>
    <w:rPr>
      <w:rFonts w:ascii="Times New Roman" w:hAnsi="Times New Roman" w:cs="Times New Roman"/>
    </w:rPr>
  </w:style>
  <w:style w:type="paragraph" w:customStyle="1" w:styleId="24">
    <w:name w:val="Знак2"/>
    <w:basedOn w:val="Normal"/>
    <w:next w:val="Heading2"/>
    <w:autoRedefine/>
    <w:rsid w:val="009A383F"/>
    <w:pPr>
      <w:spacing w:after="160" w:line="240" w:lineRule="exact"/>
    </w:pPr>
    <w:rPr>
      <w:sz w:val="24"/>
      <w:lang w:val="en-US" w:eastAsia="en-US"/>
    </w:rPr>
  </w:style>
  <w:style w:type="paragraph" w:customStyle="1" w:styleId="16">
    <w:name w:val="Знак1"/>
    <w:basedOn w:val="Normal"/>
    <w:next w:val="Heading2"/>
    <w:autoRedefine/>
    <w:rsid w:val="009A383F"/>
    <w:pPr>
      <w:spacing w:after="160" w:line="240" w:lineRule="exact"/>
    </w:pPr>
    <w:rPr>
      <w:sz w:val="24"/>
      <w:lang w:val="en-US" w:eastAsia="en-US"/>
    </w:rPr>
  </w:style>
  <w:style w:type="paragraph" w:customStyle="1" w:styleId="BodyText21">
    <w:name w:val="Body Text 21"/>
    <w:basedOn w:val="Normal"/>
    <w:rsid w:val="009A383F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6"/>
    </w:rPr>
  </w:style>
  <w:style w:type="paragraph" w:customStyle="1" w:styleId="BodyTextIndent21">
    <w:name w:val="Body Text Indent 21"/>
    <w:basedOn w:val="Normal"/>
    <w:rsid w:val="009A383F"/>
    <w:pPr>
      <w:widowControl w:val="0"/>
      <w:overflowPunct w:val="0"/>
      <w:autoSpaceDE w:val="0"/>
      <w:autoSpaceDN w:val="0"/>
      <w:adjustRightInd w:val="0"/>
      <w:spacing w:line="238" w:lineRule="exact"/>
      <w:ind w:firstLine="720"/>
      <w:textAlignment w:val="baseline"/>
    </w:pPr>
    <w:rPr>
      <w:sz w:val="28"/>
    </w:rPr>
  </w:style>
  <w:style w:type="paragraph" w:customStyle="1" w:styleId="BodyText31">
    <w:name w:val="Body Text 31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BlockText1">
    <w:name w:val="Block Text1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</w:rPr>
  </w:style>
  <w:style w:type="paragraph" w:customStyle="1" w:styleId="17">
    <w:name w:val="Знак1 Знак Знак Знак Знак Знак Знак"/>
    <w:basedOn w:val="Normal"/>
    <w:rsid w:val="009A38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9A383F"/>
    <w:pPr>
      <w:jc w:val="both"/>
    </w:pPr>
  </w:style>
  <w:style w:type="character" w:customStyle="1" w:styleId="FootnoteTextChar">
    <w:name w:val="Footnote Text Char"/>
    <w:basedOn w:val="DefaultParagraphFont"/>
    <w:link w:val="FootnoteText"/>
    <w:rsid w:val="009A383F"/>
  </w:style>
  <w:style w:type="paragraph" w:customStyle="1" w:styleId="18">
    <w:name w:val="Знак Знак Знак1 Знак Знак Знак Знак"/>
    <w:basedOn w:val="Normal"/>
    <w:autoRedefine/>
    <w:rsid w:val="009A383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trong1">
    <w:name w:val="Strong1"/>
    <w:rsid w:val="009A383F"/>
    <w:rPr>
      <w:b/>
    </w:rPr>
  </w:style>
  <w:style w:type="character" w:customStyle="1" w:styleId="32">
    <w:name w:val="Знак Знак3"/>
    <w:rsid w:val="009A383F"/>
    <w:rPr>
      <w:sz w:val="28"/>
      <w:lang w:val="ru-RU" w:eastAsia="ru-RU" w:bidi="ar-SA"/>
    </w:rPr>
  </w:style>
  <w:style w:type="character" w:customStyle="1" w:styleId="Typewriter">
    <w:name w:val="Typewriter"/>
    <w:rsid w:val="009A383F"/>
    <w:rPr>
      <w:rFonts w:ascii="Courier New" w:hAnsi="Courier New"/>
      <w:sz w:val="20"/>
    </w:rPr>
  </w:style>
  <w:style w:type="paragraph" w:customStyle="1" w:styleId="NoSpacing1">
    <w:name w:val="No Spacing1"/>
    <w:link w:val="af1"/>
    <w:qFormat/>
    <w:rsid w:val="009A383F"/>
    <w:rPr>
      <w:rFonts w:ascii="Calibri" w:hAnsi="Calibri" w:cs="Calibri"/>
      <w:sz w:val="22"/>
      <w:szCs w:val="22"/>
      <w:lang w:val="ru-RU" w:eastAsia="ru-RU"/>
    </w:rPr>
  </w:style>
  <w:style w:type="character" w:customStyle="1" w:styleId="af1">
    <w:name w:val="Без интервала Знак"/>
    <w:link w:val="NoSpacing1"/>
    <w:locked/>
    <w:rsid w:val="009A383F"/>
    <w:rPr>
      <w:rFonts w:ascii="Calibri" w:hAnsi="Calibri" w:cs="Calibri"/>
      <w:sz w:val="22"/>
      <w:szCs w:val="22"/>
    </w:rPr>
  </w:style>
  <w:style w:type="character" w:customStyle="1" w:styleId="textbody">
    <w:name w:val="textbody"/>
    <w:rsid w:val="009A383F"/>
  </w:style>
  <w:style w:type="paragraph" w:customStyle="1" w:styleId="19">
    <w:name w:val="1 Знак Знак Знак Знак Знак Знак Знак Знак Знак Знак Знак Знак"/>
    <w:basedOn w:val="Normal"/>
    <w:rsid w:val="009A383F"/>
    <w:pPr>
      <w:spacing w:after="160" w:line="240" w:lineRule="exact"/>
    </w:pPr>
    <w:rPr>
      <w:rFonts w:eastAsia="Calibri"/>
      <w:lang w:eastAsia="zh-CN"/>
    </w:rPr>
  </w:style>
  <w:style w:type="character" w:customStyle="1" w:styleId="Hyperlink1">
    <w:name w:val="Hyperlink1"/>
    <w:rsid w:val="009A383F"/>
    <w:rPr>
      <w:color w:val="0000FF"/>
      <w:u w:val="single"/>
    </w:rPr>
  </w:style>
  <w:style w:type="paragraph" w:customStyle="1" w:styleId="text">
    <w:name w:val="text"/>
    <w:basedOn w:val="Normal"/>
    <w:rsid w:val="009A383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Iacaaiea">
    <w:name w:val="Iacaaiea"/>
    <w:basedOn w:val="Iauiue"/>
    <w:rsid w:val="009A383F"/>
    <w:pPr>
      <w:spacing w:before="0" w:after="0"/>
      <w:jc w:val="center"/>
    </w:pPr>
    <w:rPr>
      <w:rFonts w:ascii="Arial" w:hAnsi="Arial"/>
      <w:b/>
      <w:sz w:val="18"/>
    </w:rPr>
  </w:style>
  <w:style w:type="paragraph" w:customStyle="1" w:styleId="ConsPlusNormal">
    <w:name w:val="ConsPlusNormal"/>
    <w:rsid w:val="009A3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af2">
    <w:name w:val="Знак"/>
    <w:basedOn w:val="Normal"/>
    <w:rsid w:val="009A383F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help">
    <w:name w:val="help"/>
    <w:basedOn w:val="Normal"/>
    <w:rsid w:val="009A383F"/>
    <w:pPr>
      <w:spacing w:before="24"/>
      <w:ind w:left="360" w:right="240"/>
    </w:pPr>
    <w:rPr>
      <w:rFonts w:ascii="Verdana" w:hAnsi="Verdana"/>
      <w:color w:val="000000"/>
      <w:sz w:val="24"/>
      <w:szCs w:val="24"/>
    </w:rPr>
  </w:style>
  <w:style w:type="paragraph" w:customStyle="1" w:styleId="helpindent">
    <w:name w:val="help_indent"/>
    <w:basedOn w:val="Normal"/>
    <w:rsid w:val="009A383F"/>
    <w:pPr>
      <w:shd w:val="clear" w:color="auto" w:fill="FFFFFF"/>
      <w:spacing w:before="24"/>
      <w:ind w:right="240"/>
    </w:pPr>
    <w:rPr>
      <w:rFonts w:ascii="Verdana" w:hAnsi="Verdana"/>
      <w:color w:val="000000"/>
      <w:sz w:val="24"/>
      <w:szCs w:val="24"/>
    </w:rPr>
  </w:style>
  <w:style w:type="paragraph" w:customStyle="1" w:styleId="wpslink">
    <w:name w:val="wpslink"/>
    <w:basedOn w:val="Normal"/>
    <w:rsid w:val="009A383F"/>
    <w:pPr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generalerrortext">
    <w:name w:val="generalerrortext"/>
    <w:basedOn w:val="Normal"/>
    <w:rsid w:val="009A383F"/>
    <w:pPr>
      <w:spacing w:before="60"/>
      <w:ind w:right="60"/>
    </w:pPr>
    <w:rPr>
      <w:rFonts w:ascii="Verdana" w:hAnsi="Verdana"/>
      <w:color w:val="000000"/>
      <w:sz w:val="19"/>
      <w:szCs w:val="19"/>
    </w:rPr>
  </w:style>
  <w:style w:type="paragraph" w:customStyle="1" w:styleId="clearing">
    <w:name w:val="clear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youtrow">
    <w:name w:val="layout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youtcolumn">
    <w:name w:val="layoutcolum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hemeheader">
    <w:name w:val="themeheader"/>
    <w:basedOn w:val="Normal"/>
    <w:rsid w:val="009A383F"/>
    <w:rPr>
      <w:rFonts w:ascii="Verdana" w:hAnsi="Verdana"/>
      <w:sz w:val="16"/>
      <w:szCs w:val="16"/>
    </w:rPr>
  </w:style>
  <w:style w:type="paragraph" w:customStyle="1" w:styleId="banner">
    <w:name w:val="banner"/>
    <w:basedOn w:val="Normal"/>
    <w:rsid w:val="009A383F"/>
    <w:pPr>
      <w:pBdr>
        <w:bottom w:val="single" w:sz="4" w:space="0" w:color="3161A5"/>
      </w:pBdr>
      <w:shd w:val="clear" w:color="auto" w:fill="E8EBF1"/>
    </w:pPr>
    <w:rPr>
      <w:rFonts w:ascii="Verdana" w:hAnsi="Verdana"/>
      <w:color w:val="800000"/>
      <w:sz w:val="16"/>
      <w:szCs w:val="16"/>
    </w:rPr>
  </w:style>
  <w:style w:type="paragraph" w:customStyle="1" w:styleId="bannertitle">
    <w:name w:val="bannertitle"/>
    <w:basedOn w:val="Normal"/>
    <w:rsid w:val="009A383F"/>
    <w:pPr>
      <w:spacing w:before="60"/>
      <w:ind w:right="60"/>
    </w:pPr>
    <w:rPr>
      <w:rFonts w:ascii="Verdana" w:hAnsi="Verdana"/>
      <w:b/>
      <w:bCs/>
      <w:color w:val="3161A5"/>
      <w:sz w:val="72"/>
      <w:szCs w:val="72"/>
    </w:rPr>
  </w:style>
  <w:style w:type="paragraph" w:customStyle="1" w:styleId="launch">
    <w:name w:val="launch"/>
    <w:basedOn w:val="Normal"/>
    <w:rsid w:val="009A383F"/>
    <w:pPr>
      <w:shd w:val="clear" w:color="auto" w:fill="3880DE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main-menu">
    <w:name w:val="main-menu"/>
    <w:basedOn w:val="Normal"/>
    <w:rsid w:val="009A383F"/>
    <w:pPr>
      <w:pBdr>
        <w:top w:val="single" w:sz="4" w:space="0" w:color="3161A5"/>
        <w:left w:val="single" w:sz="4" w:space="0" w:color="3161A5"/>
        <w:bottom w:val="single" w:sz="4" w:space="0" w:color="3161A5"/>
        <w:right w:val="single" w:sz="4" w:space="0" w:color="3161A5"/>
      </w:pBdr>
      <w:shd w:val="clear" w:color="auto" w:fill="EBF1F7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main-menu-border">
    <w:name w:val="main-menu-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main-menu-item-selected">
    <w:name w:val="main-menu-item-selected"/>
    <w:basedOn w:val="Normal"/>
    <w:rsid w:val="009A383F"/>
    <w:pPr>
      <w:pBdr>
        <w:top w:val="single" w:sz="4" w:space="2" w:color="B9CEEA"/>
        <w:bottom w:val="single" w:sz="4" w:space="2" w:color="B9CEEA"/>
      </w:pBdr>
      <w:shd w:val="clear" w:color="auto" w:fill="E2EEFF"/>
      <w:spacing w:before="60"/>
      <w:ind w:right="60"/>
    </w:pPr>
    <w:rPr>
      <w:rFonts w:ascii="Verdana" w:hAnsi="Verdana"/>
      <w:color w:val="000000"/>
      <w:sz w:val="27"/>
      <w:szCs w:val="27"/>
    </w:rPr>
  </w:style>
  <w:style w:type="paragraph" w:customStyle="1" w:styleId="portlet-separator">
    <w:name w:val="portlet-separator"/>
    <w:basedOn w:val="Normal"/>
    <w:rsid w:val="009A383F"/>
    <w:pPr>
      <w:shd w:val="clear" w:color="auto" w:fill="999999"/>
      <w:spacing w:line="12" w:lineRule="atLeast"/>
    </w:pPr>
    <w:rPr>
      <w:rFonts w:ascii="Verdana" w:hAnsi="Verdana"/>
      <w:sz w:val="16"/>
      <w:szCs w:val="16"/>
    </w:rPr>
  </w:style>
  <w:style w:type="paragraph" w:customStyle="1" w:styleId="breadcrumbnav">
    <w:name w:val="breadcrumbnav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earchcontrol">
    <w:name w:val="searchcontrol"/>
    <w:basedOn w:val="Normal"/>
    <w:rsid w:val="009A383F"/>
    <w:pPr>
      <w:spacing w:before="36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toolbar">
    <w:name w:val="toolbar"/>
    <w:basedOn w:val="Normal"/>
    <w:rsid w:val="009A383F"/>
    <w:pPr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toolbarlink">
    <w:name w:val="toolbarlink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ebarfirstrow">
    <w:name w:val="wpspagebarfirstrow"/>
    <w:basedOn w:val="Normal"/>
    <w:rsid w:val="009A383F"/>
    <w:pPr>
      <w:shd w:val="clear" w:color="auto" w:fill="FEEFAC"/>
    </w:pPr>
    <w:rPr>
      <w:rFonts w:ascii="san-serif" w:hAnsi="san-serif"/>
      <w:b/>
      <w:bCs/>
      <w:sz w:val="13"/>
      <w:szCs w:val="13"/>
    </w:rPr>
  </w:style>
  <w:style w:type="paragraph" w:customStyle="1" w:styleId="wpspagebar">
    <w:name w:val="wpspagebar"/>
    <w:basedOn w:val="Normal"/>
    <w:rsid w:val="009A383F"/>
    <w:pPr>
      <w:shd w:val="clear" w:color="auto" w:fill="FEEFAC"/>
    </w:pPr>
    <w:rPr>
      <w:rFonts w:ascii="san-serif" w:hAnsi="san-serif"/>
      <w:color w:val="B00000"/>
      <w:sz w:val="13"/>
      <w:szCs w:val="13"/>
    </w:rPr>
  </w:style>
  <w:style w:type="paragraph" w:customStyle="1" w:styleId="pagebarseparator">
    <w:name w:val="pagebarseparator"/>
    <w:basedOn w:val="Normal"/>
    <w:rsid w:val="009A383F"/>
    <w:pPr>
      <w:pBdr>
        <w:top w:val="single" w:sz="4" w:space="0" w:color="8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agebarseparator1">
    <w:name w:val="pagebarseparator1"/>
    <w:basedOn w:val="Normal"/>
    <w:rsid w:val="009A383F"/>
    <w:pPr>
      <w:shd w:val="clear" w:color="auto" w:fill="80000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electedpage">
    <w:name w:val="wpsselectedpage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B00000"/>
      <w:spacing w:before="60"/>
      <w:ind w:right="60"/>
    </w:pPr>
    <w:rPr>
      <w:rFonts w:ascii="Verdana" w:hAnsi="Verdana"/>
      <w:color w:val="FEEFAC"/>
      <w:sz w:val="16"/>
      <w:szCs w:val="16"/>
    </w:rPr>
  </w:style>
  <w:style w:type="paragraph" w:customStyle="1" w:styleId="wpsunselectedpage">
    <w:name w:val="wpsunselectedpage"/>
    <w:basedOn w:val="Normal"/>
    <w:rsid w:val="009A383F"/>
    <w:pPr>
      <w:spacing w:before="60"/>
      <w:ind w:right="60"/>
    </w:pPr>
    <w:rPr>
      <w:rFonts w:ascii="Verdana" w:hAnsi="Verdana"/>
      <w:color w:val="B00000"/>
      <w:sz w:val="16"/>
      <w:szCs w:val="16"/>
    </w:rPr>
  </w:style>
  <w:style w:type="paragraph" w:customStyle="1" w:styleId="menulink">
    <w:name w:val="menulink"/>
    <w:basedOn w:val="Normal"/>
    <w:rsid w:val="009A383F"/>
    <w:pPr>
      <w:spacing w:before="60"/>
      <w:ind w:left="48" w:right="60"/>
    </w:pPr>
    <w:rPr>
      <w:rFonts w:ascii="Verdana" w:hAnsi="Verdana"/>
      <w:sz w:val="16"/>
      <w:szCs w:val="16"/>
    </w:rPr>
  </w:style>
  <w:style w:type="paragraph" w:customStyle="1" w:styleId="wpssidenav">
    <w:name w:val="wpssidenav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FE897"/>
      <w:ind w:right="60"/>
    </w:pPr>
    <w:rPr>
      <w:rFonts w:ascii="Verdana" w:hAnsi="Verdana"/>
      <w:sz w:val="27"/>
      <w:szCs w:val="27"/>
    </w:rPr>
  </w:style>
  <w:style w:type="paragraph" w:customStyle="1" w:styleId="wpsnavitem">
    <w:name w:val="wpsnavitem"/>
    <w:basedOn w:val="Normal"/>
    <w:rsid w:val="009A383F"/>
    <w:pPr>
      <w:spacing w:before="60"/>
      <w:ind w:right="60"/>
    </w:pPr>
    <w:rPr>
      <w:rFonts w:ascii="Verdana" w:hAnsi="Verdana"/>
      <w:color w:val="B00000"/>
      <w:sz w:val="16"/>
      <w:szCs w:val="16"/>
    </w:rPr>
  </w:style>
  <w:style w:type="paragraph" w:customStyle="1" w:styleId="selected">
    <w:name w:val="selected"/>
    <w:basedOn w:val="Normal"/>
    <w:rsid w:val="009A383F"/>
    <w:pPr>
      <w:shd w:val="clear" w:color="auto" w:fill="B00000"/>
      <w:spacing w:before="60"/>
      <w:ind w:right="60"/>
    </w:pPr>
    <w:rPr>
      <w:rFonts w:ascii="Verdana" w:hAnsi="Verdana"/>
      <w:color w:val="FFE897"/>
      <w:sz w:val="16"/>
      <w:szCs w:val="16"/>
    </w:rPr>
  </w:style>
  <w:style w:type="paragraph" w:customStyle="1" w:styleId="wpsnavicon">
    <w:name w:val="wpsnavicon"/>
    <w:basedOn w:val="Normal"/>
    <w:rsid w:val="009A383F"/>
    <w:rPr>
      <w:rFonts w:ascii="Verdana" w:hAnsi="Verdana"/>
      <w:sz w:val="16"/>
      <w:szCs w:val="16"/>
    </w:rPr>
  </w:style>
  <w:style w:type="paragraph" w:customStyle="1" w:styleId="menulinksidenav">
    <w:name w:val="menulinksidenav"/>
    <w:basedOn w:val="Normal"/>
    <w:rsid w:val="009A383F"/>
    <w:pPr>
      <w:spacing w:before="60"/>
      <w:ind w:left="-120" w:right="60"/>
    </w:pPr>
    <w:rPr>
      <w:rFonts w:ascii="Verdana" w:hAnsi="Verdana"/>
      <w:sz w:val="16"/>
      <w:szCs w:val="16"/>
    </w:rPr>
  </w:style>
  <w:style w:type="paragraph" w:customStyle="1" w:styleId="wpsnavlevel1">
    <w:name w:val="wpsnavlevel1"/>
    <w:basedOn w:val="Normal"/>
    <w:rsid w:val="009A383F"/>
    <w:pPr>
      <w:spacing w:before="60"/>
      <w:ind w:right="60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portalflyout">
    <w:name w:val="portalflyout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expanded">
    <w:name w:val="portalflyoutexpanded"/>
    <w:basedOn w:val="Normal"/>
    <w:rsid w:val="009A383F"/>
    <w:pPr>
      <w:pBdr>
        <w:top w:val="single" w:sz="4" w:space="0" w:color="FEEFAC"/>
        <w:left w:val="single" w:sz="4" w:space="0" w:color="FEEFAC"/>
        <w:bottom w:val="single" w:sz="4" w:space="0" w:color="FEEFAC"/>
      </w:pBd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collapsed">
    <w:name w:val="portalflyoutcollapsed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iframe">
    <w:name w:val="portalflyoutifram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Footer1">
    <w:name w:val="Footer1"/>
    <w:basedOn w:val="Normal"/>
    <w:rsid w:val="009A383F"/>
    <w:pPr>
      <w:pBdr>
        <w:top w:val="single" w:sz="4" w:space="0" w:color="auto"/>
      </w:pBdr>
      <w:shd w:val="clear" w:color="auto" w:fill="E8EBF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quicklinks">
    <w:name w:val="quicklinks"/>
    <w:basedOn w:val="Normal"/>
    <w:rsid w:val="009A383F"/>
    <w:pPr>
      <w:shd w:val="clear" w:color="auto" w:fill="E8EBF1"/>
    </w:pPr>
    <w:rPr>
      <w:rFonts w:ascii="Verdana" w:hAnsi="Verdana"/>
      <w:color w:val="000000"/>
      <w:sz w:val="24"/>
      <w:szCs w:val="24"/>
    </w:rPr>
  </w:style>
  <w:style w:type="paragraph" w:customStyle="1" w:styleId="quicklinkitem">
    <w:name w:val="quicklinkitem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lyflyout">
    <w:name w:val="wpsflyflyout"/>
    <w:basedOn w:val="Normal"/>
    <w:rsid w:val="009A383F"/>
    <w:pPr>
      <w:pBdr>
        <w:top w:val="single" w:sz="48" w:space="0" w:color="9EB0CB"/>
        <w:left w:val="single" w:sz="48" w:space="0" w:color="9EB0CB"/>
        <w:bottom w:val="single" w:sz="48" w:space="0" w:color="9EB0CB"/>
        <w:right w:val="single" w:sz="48" w:space="0" w:color="9EB0CB"/>
      </w:pBdr>
      <w:shd w:val="clear" w:color="auto" w:fill="FEEFAC"/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dnddropaware">
    <w:name w:val="dnddropaware"/>
    <w:basedOn w:val="Normal"/>
    <w:rsid w:val="009A383F"/>
    <w:pPr>
      <w:shd w:val="clear" w:color="auto" w:fill="FFEBC5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opactive">
    <w:name w:val="dnddropactive"/>
    <w:basedOn w:val="Normal"/>
    <w:rsid w:val="009A383F"/>
    <w:pPr>
      <w:shd w:val="clear" w:color="auto" w:fill="FF900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agging">
    <w:name w:val="dnddragg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agselected">
    <w:name w:val="dnddragselected"/>
    <w:basedOn w:val="Normal"/>
    <w:rsid w:val="009A383F"/>
    <w:pPr>
      <w:shd w:val="clear" w:color="auto" w:fill="DDDDDD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ntentpalettedragclass">
    <w:name w:val="contentpalettedragclass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">
    <w:name w:val="wpsportlet"/>
    <w:basedOn w:val="Normal"/>
    <w:rsid w:val="009A383F"/>
    <w:pPr>
      <w:pBdr>
        <w:left w:val="single" w:sz="4" w:space="0" w:color="800000"/>
        <w:bottom w:val="single" w:sz="4" w:space="0" w:color="800000"/>
        <w:right w:val="single" w:sz="4" w:space="0" w:color="800000"/>
      </w:pBdr>
      <w:spacing w:before="60" w:after="60"/>
      <w:ind w:left="60" w:right="60"/>
    </w:pPr>
    <w:rPr>
      <w:rFonts w:ascii="Verdana" w:hAnsi="Verdana"/>
      <w:sz w:val="16"/>
      <w:szCs w:val="16"/>
    </w:rPr>
  </w:style>
  <w:style w:type="paragraph" w:customStyle="1" w:styleId="wpsportletbody">
    <w:name w:val="wpsportletbody"/>
    <w:basedOn w:val="Normal"/>
    <w:rsid w:val="009A383F"/>
    <w:pPr>
      <w:spacing w:before="60" w:after="60"/>
      <w:ind w:left="60" w:right="60"/>
    </w:pPr>
    <w:rPr>
      <w:rFonts w:ascii="Verdana" w:hAnsi="Verdana"/>
      <w:sz w:val="16"/>
      <w:szCs w:val="16"/>
    </w:rPr>
  </w:style>
  <w:style w:type="paragraph" w:customStyle="1" w:styleId="wpsportlettitlebar">
    <w:name w:val="wpsportlettitlebar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color w:val="800000"/>
      <w:sz w:val="36"/>
      <w:szCs w:val="36"/>
    </w:rPr>
  </w:style>
  <w:style w:type="paragraph" w:customStyle="1" w:styleId="wpsportleticons">
    <w:name w:val="wpsportleticons"/>
    <w:basedOn w:val="Normal"/>
    <w:rsid w:val="009A383F"/>
    <w:pPr>
      <w:spacing w:before="60"/>
      <w:ind w:right="60"/>
      <w:jc w:val="right"/>
      <w:textAlignment w:val="top"/>
    </w:pPr>
    <w:rPr>
      <w:rFonts w:ascii="Verdana" w:hAnsi="Verdana"/>
      <w:sz w:val="16"/>
      <w:szCs w:val="16"/>
    </w:rPr>
  </w:style>
  <w:style w:type="paragraph" w:customStyle="1" w:styleId="wpsthinskincontainerbar">
    <w:name w:val="wpsthinskincontainerbar"/>
    <w:basedOn w:val="Normal"/>
    <w:rsid w:val="009A383F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60" w:after="24"/>
      <w:ind w:right="60"/>
    </w:pPr>
    <w:rPr>
      <w:rFonts w:ascii="Verdana" w:hAnsi="Verdana"/>
      <w:sz w:val="16"/>
      <w:szCs w:val="16"/>
    </w:rPr>
  </w:style>
  <w:style w:type="paragraph" w:customStyle="1" w:styleId="wpsthinskincontainerbarborder">
    <w:name w:val="wpsthinskincontainerbarborder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hinskindragzonecontainer">
    <w:name w:val="wpsthinskindragzonecontain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hinskinmenucontainer">
    <w:name w:val="wpsthinskinmenucontain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userinfo">
    <w:name w:val="userinfo"/>
    <w:basedOn w:val="Normal"/>
    <w:rsid w:val="009A383F"/>
    <w:pPr>
      <w:spacing w:before="60"/>
      <w:ind w:right="60"/>
    </w:pPr>
    <w:rPr>
      <w:rFonts w:ascii="Verdana" w:hAnsi="Verdana"/>
      <w:b/>
      <w:bCs/>
      <w:sz w:val="12"/>
      <w:szCs w:val="12"/>
    </w:rPr>
  </w:style>
  <w:style w:type="paragraph" w:customStyle="1" w:styleId="documentbody">
    <w:name w:val="documentbody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opmenutr">
    <w:name w:val="topmenut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opmenudelim">
    <w:name w:val="topmenudelim"/>
    <w:basedOn w:val="Normal"/>
    <w:rsid w:val="009A383F"/>
    <w:pPr>
      <w:spacing w:before="40" w:after="40"/>
      <w:ind w:right="60"/>
      <w:jc w:val="center"/>
    </w:pPr>
    <w:rPr>
      <w:rFonts w:ascii="Verdana" w:hAnsi="Verdana"/>
      <w:color w:val="000000"/>
      <w:sz w:val="13"/>
      <w:szCs w:val="13"/>
    </w:rPr>
  </w:style>
  <w:style w:type="paragraph" w:customStyle="1" w:styleId="topmenutd">
    <w:name w:val="topmenutd"/>
    <w:basedOn w:val="Normal"/>
    <w:rsid w:val="009A383F"/>
    <w:pPr>
      <w:spacing w:before="40" w:after="40"/>
      <w:ind w:right="60"/>
      <w:jc w:val="center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topmenulink">
    <w:name w:val="topmenulink"/>
    <w:basedOn w:val="Normal"/>
    <w:rsid w:val="009A383F"/>
    <w:pPr>
      <w:spacing w:before="40" w:after="40"/>
      <w:ind w:right="60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portlet-dlg-icon-label">
    <w:name w:val="portlet-dlg-icon-label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portlet-icon-label">
    <w:name w:val="portlet-icon-label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portlet-section-header">
    <w:name w:val="portlet-section-header"/>
    <w:basedOn w:val="Normal"/>
    <w:rsid w:val="009A383F"/>
    <w:pPr>
      <w:spacing w:before="60"/>
      <w:ind w:right="60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portlet-section-header-highlight">
    <w:name w:val="portlet-section-header-highlight"/>
    <w:basedOn w:val="Normal"/>
    <w:rsid w:val="009A383F"/>
    <w:pP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font">
    <w:name w:val="portlet-fon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portlet-section-subheader">
    <w:name w:val="portlet-section-subheader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selected">
    <w:name w:val="portlet-table-selected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alternate">
    <w:name w:val="portlet-table-alternate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header">
    <w:name w:val="portlet-table-head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portlet-table-body">
    <w:name w:val="portlet-table-body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table-subheader">
    <w:name w:val="portlet-table-subheader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portlet-form-input-field">
    <w:name w:val="portlet-form-input-fiel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800000"/>
      <w:sz w:val="13"/>
      <w:szCs w:val="13"/>
    </w:rPr>
  </w:style>
  <w:style w:type="paragraph" w:customStyle="1" w:styleId="portlet-form-button">
    <w:name w:val="portlet-form-button"/>
    <w:basedOn w:val="Normal"/>
    <w:rsid w:val="009A383F"/>
    <w:pPr>
      <w:shd w:val="clear" w:color="auto" w:fill="FFE897"/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form-field">
    <w:name w:val="portlet-form-field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form-field-label">
    <w:name w:val="portlet-form-field-label"/>
    <w:basedOn w:val="Normal"/>
    <w:rsid w:val="009A383F"/>
    <w:pPr>
      <w:spacing w:before="60"/>
      <w:ind w:right="60"/>
      <w:textAlignment w:val="top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portlet-font-dim">
    <w:name w:val="portlet-font-dim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portlet-form-label">
    <w:name w:val="portlet-form-label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msg-error">
    <w:name w:val="portlet-msg-error"/>
    <w:basedOn w:val="Normal"/>
    <w:rsid w:val="009A383F"/>
    <w:pPr>
      <w:spacing w:before="60"/>
      <w:ind w:right="60"/>
    </w:pPr>
    <w:rPr>
      <w:rFonts w:ascii="Verdana" w:hAnsi="Verdana"/>
      <w:color w:val="CC0000"/>
      <w:sz w:val="17"/>
      <w:szCs w:val="17"/>
    </w:rPr>
  </w:style>
  <w:style w:type="paragraph" w:customStyle="1" w:styleId="portlet-msg-alert">
    <w:name w:val="portlet-msg-alert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msg-success">
    <w:name w:val="portlet-msg-success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msg-info">
    <w:name w:val="portlet-msg-info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section-text">
    <w:name w:val="portlet-section-text"/>
    <w:basedOn w:val="Normal"/>
    <w:rsid w:val="009A383F"/>
    <w:pPr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portlet-msg-status">
    <w:name w:val="portlet-msg-status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menu">
    <w:name w:val="portlet-menu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">
    <w:name w:val="portlet-menu-item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selected">
    <w:name w:val="portlet-menu-item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AAAAAA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hover">
    <w:name w:val="portlet-menu-item-hover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hover-selected">
    <w:name w:val="portlet-menu-item-hover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scade-item">
    <w:name w:val="portlet-menu-cascade-item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scade-item-selected">
    <w:name w:val="portlet-menu-cascade-item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ption">
    <w:name w:val="portlet-menu-caption"/>
    <w:basedOn w:val="Normal"/>
    <w:rsid w:val="009A383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adminhead">
    <w:name w:val="wpstableadminhead"/>
    <w:basedOn w:val="Normal"/>
    <w:rsid w:val="009A383F"/>
    <w:pPr>
      <w:shd w:val="clear" w:color="auto" w:fill="CCCCCC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adminheadseparator">
    <w:name w:val="wpsadminheadseparator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tatusmsg">
    <w:name w:val="wpsstatusmsg"/>
    <w:basedOn w:val="Normal"/>
    <w:rsid w:val="009A383F"/>
    <w:pPr>
      <w:pBdr>
        <w:top w:val="single" w:sz="12" w:space="0" w:color="ABCACA"/>
        <w:left w:val="single" w:sz="12" w:space="0" w:color="ABCACA"/>
        <w:bottom w:val="single" w:sz="12" w:space="0" w:color="ABCACA"/>
        <w:right w:val="single" w:sz="12" w:space="0" w:color="ABCACA"/>
      </w:pBdr>
      <w:shd w:val="clear" w:color="auto" w:fill="E7EFF7"/>
    </w:pPr>
    <w:rPr>
      <w:rFonts w:ascii="Verdana" w:hAnsi="Verdana"/>
      <w:color w:val="000000"/>
      <w:sz w:val="16"/>
      <w:szCs w:val="16"/>
    </w:rPr>
  </w:style>
  <w:style w:type="paragraph" w:customStyle="1" w:styleId="wpsinstructiontext">
    <w:name w:val="wpsinstructiontext"/>
    <w:basedOn w:val="Normal"/>
    <w:rsid w:val="009A383F"/>
    <w:pPr>
      <w:spacing w:before="144"/>
    </w:pPr>
    <w:rPr>
      <w:rFonts w:ascii="Verdana" w:hAnsi="Verdana"/>
      <w:color w:val="6B6B6B"/>
      <w:sz w:val="16"/>
      <w:szCs w:val="16"/>
    </w:rPr>
  </w:style>
  <w:style w:type="paragraph" w:customStyle="1" w:styleId="wpsinstructionheadtext">
    <w:name w:val="wpsinstructionheadtext"/>
    <w:basedOn w:val="Normal"/>
    <w:rsid w:val="009A383F"/>
    <w:pPr>
      <w:spacing w:before="60"/>
      <w:ind w:right="60"/>
    </w:pPr>
    <w:rPr>
      <w:rFonts w:ascii="Verdana" w:hAnsi="Verdana"/>
      <w:b/>
      <w:bCs/>
      <w:color w:val="405380"/>
      <w:sz w:val="27"/>
      <w:szCs w:val="27"/>
    </w:rPr>
  </w:style>
  <w:style w:type="paragraph" w:customStyle="1" w:styleId="wpsindentxsmall">
    <w:name w:val="wpsindentxsmal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small">
    <w:name w:val="wpsindentsmal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medium">
    <w:name w:val="wpsindentmedium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large">
    <w:name w:val="wpsindentlarg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xlarge">
    <w:name w:val="wpsindentxlarg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icontext">
    <w:name w:val="wpstaskicontext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taskdisabledicontext">
    <w:name w:val="wpstaskdisabledicontext"/>
    <w:basedOn w:val="Normal"/>
    <w:rsid w:val="009A383F"/>
    <w:pPr>
      <w:spacing w:before="60"/>
      <w:ind w:right="60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wpstaskiconbordertable">
    <w:name w:val="wpstaskiconborder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disablediconbordertable">
    <w:name w:val="wpstaskdisablediconborder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icontextbackground">
    <w:name w:val="wpstaskicontextbackground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taskdisabledicontextbackground">
    <w:name w:val="wpstaskdisabledicontextbackground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text">
    <w:name w:val="wpsdialogicon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dialogdisabledicontext">
    <w:name w:val="wpsdialogdisabledicontext"/>
    <w:basedOn w:val="Normal"/>
    <w:rsid w:val="009A383F"/>
    <w:pPr>
      <w:spacing w:before="60"/>
      <w:ind w:right="60"/>
    </w:pPr>
    <w:rPr>
      <w:rFonts w:ascii="Verdana" w:hAnsi="Verdana"/>
      <w:color w:val="888888"/>
      <w:sz w:val="16"/>
      <w:szCs w:val="16"/>
    </w:rPr>
  </w:style>
  <w:style w:type="paragraph" w:customStyle="1" w:styleId="wpsdialogiconbackground">
    <w:name w:val="wpsdialogiconbackground"/>
    <w:basedOn w:val="Normal"/>
    <w:rsid w:val="009A383F"/>
    <w:pPr>
      <w:pBdr>
        <w:top w:val="single" w:sz="4" w:space="0" w:color="919191"/>
        <w:left w:val="single" w:sz="4" w:space="0" w:color="919191"/>
        <w:bottom w:val="single" w:sz="4" w:space="0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textbackground">
    <w:name w:val="wpsdialogicontextbackground"/>
    <w:basedOn w:val="Normal"/>
    <w:rsid w:val="009A383F"/>
    <w:pPr>
      <w:pBdr>
        <w:top w:val="single" w:sz="4" w:space="1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disablediconbackground">
    <w:name w:val="wpsdialogdisablediconbackground"/>
    <w:basedOn w:val="Normal"/>
    <w:rsid w:val="009A383F"/>
    <w:pPr>
      <w:pBdr>
        <w:top w:val="single" w:sz="4" w:space="0" w:color="919191"/>
        <w:left w:val="single" w:sz="4" w:space="0" w:color="919191"/>
        <w:bottom w:val="single" w:sz="4" w:space="0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disabledicontextbackground">
    <w:name w:val="wpsdialogdisabledicontextbackground"/>
    <w:basedOn w:val="Normal"/>
    <w:rsid w:val="009A383F"/>
    <w:pPr>
      <w:pBdr>
        <w:top w:val="single" w:sz="4" w:space="1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">
    <w:name w:val="wpsdialog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bartop">
    <w:name w:val="wpsbuttonbartop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barbottom">
    <w:name w:val="wpsbuttonbarbottom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back">
    <w:name w:val="wpsportlet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editback">
    <w:name w:val="wpsedit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configureback">
    <w:name w:val="wpsconfigure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advancedoptions">
    <w:name w:val="wpsadvancedoptions"/>
    <w:basedOn w:val="Normal"/>
    <w:rsid w:val="009A383F"/>
    <w:pPr>
      <w:pBdr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</w:pBdr>
      <w:shd w:val="clear" w:color="auto" w:fill="E4E4E4"/>
      <w:spacing w:before="60"/>
      <w:ind w:left="120" w:right="60"/>
    </w:pPr>
    <w:rPr>
      <w:rFonts w:ascii="Verdana" w:hAnsi="Verdana"/>
      <w:sz w:val="16"/>
      <w:szCs w:val="16"/>
    </w:rPr>
  </w:style>
  <w:style w:type="paragraph" w:customStyle="1" w:styleId="wpsportletcolorback">
    <w:name w:val="wpsportletcolorback"/>
    <w:basedOn w:val="Normal"/>
    <w:rsid w:val="009A383F"/>
    <w:pP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head">
    <w:name w:val="wpsportlethead"/>
    <w:basedOn w:val="Normal"/>
    <w:rsid w:val="009A383F"/>
    <w:pPr>
      <w:spacing w:before="60"/>
      <w:ind w:right="60"/>
    </w:pPr>
    <w:rPr>
      <w:rFonts w:ascii="Verdana" w:hAnsi="Verdana"/>
      <w:b/>
      <w:bCs/>
      <w:color w:val="333333"/>
      <w:sz w:val="16"/>
      <w:szCs w:val="16"/>
    </w:rPr>
  </w:style>
  <w:style w:type="paragraph" w:customStyle="1" w:styleId="wpsedithead">
    <w:name w:val="wpsedithead"/>
    <w:basedOn w:val="Normal"/>
    <w:rsid w:val="009A383F"/>
    <w:pPr>
      <w:spacing w:before="60"/>
      <w:ind w:right="60"/>
    </w:pPr>
    <w:rPr>
      <w:rFonts w:ascii="Verdana" w:hAnsi="Verdana"/>
      <w:b/>
      <w:bCs/>
      <w:color w:val="333333"/>
      <w:sz w:val="16"/>
      <w:szCs w:val="16"/>
    </w:rPr>
  </w:style>
  <w:style w:type="paragraph" w:customStyle="1" w:styleId="wpsportlettext">
    <w:name w:val="wpsportlet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edittext">
    <w:name w:val="wpsedit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portletsmtext">
    <w:name w:val="wpsportletsm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editsmtext">
    <w:name w:val="wpseditsm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portlettinytext">
    <w:name w:val="wpsportlettiny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copyrighttext">
    <w:name w:val="wpscopyrighttext"/>
    <w:basedOn w:val="Normal"/>
    <w:rsid w:val="009A383F"/>
    <w:pPr>
      <w:spacing w:before="60"/>
      <w:ind w:right="60"/>
    </w:pPr>
    <w:rPr>
      <w:rFonts w:ascii="Verdana" w:hAnsi="Verdana"/>
      <w:color w:val="999999"/>
      <w:sz w:val="24"/>
      <w:szCs w:val="24"/>
    </w:rPr>
  </w:style>
  <w:style w:type="paragraph" w:customStyle="1" w:styleId="wpstablehead">
    <w:name w:val="wpstablehead"/>
    <w:basedOn w:val="Normal"/>
    <w:rsid w:val="009A383F"/>
    <w:pPr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wpstablerow">
    <w:name w:val="wpstablerow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nrmrow">
    <w:name w:val="wpstablenrmrow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selectedrow">
    <w:name w:val="wpstableselectedrow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shdrow">
    <w:name w:val="wpstableshdrow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">
    <w:name w:val="wpstable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headstart">
    <w:name w:val="wpstableheadstart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middle">
    <w:name w:val="wpstableheadmiddle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end">
    <w:name w:val="wpstableheade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startaligncenter">
    <w:name w:val="wpstableheadstart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middlealigncenter">
    <w:name w:val="wpstableheadmiddle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endaligncenter">
    <w:name w:val="wpstableheadend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startnumeric">
    <w:name w:val="wpstableheadstart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headmiddlenumeric">
    <w:name w:val="wpstableheadmiddle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headendnumeric">
    <w:name w:val="wpstableheadend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datastart">
    <w:name w:val="wpstabledatastart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middle">
    <w:name w:val="wpstabledatamiddle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end">
    <w:name w:val="wpstabledataend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startaligncenter">
    <w:name w:val="wpstabledatastart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middlealigncenter">
    <w:name w:val="wpstabledatamiddle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endaligncenter">
    <w:name w:val="wpstabledataend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startnumeric">
    <w:name w:val="wpstabledatastart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tabledatamiddlenumeric">
    <w:name w:val="wpstabledatamiddle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tabledataendnumeric">
    <w:name w:val="wpstabledataend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pagingtable">
    <w:name w:val="wpspaging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">
    <w:name w:val="wpspagingtablehea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">
    <w:name w:val="wpspagingtablefoo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body">
    <w:name w:val="wpspagingtablebody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icon">
    <w:name w:val="wpspagingtableheader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icon">
    <w:name w:val="wpspagingtablefooter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start">
    <w:name w:val="wpspagingtableheaderstart"/>
    <w:basedOn w:val="Normal"/>
    <w:rsid w:val="009A383F"/>
    <w:pPr>
      <w:pBdr>
        <w:top w:val="single" w:sz="4" w:space="0" w:color="AAAAAA"/>
        <w:left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middle">
    <w:name w:val="wpspagingtableheadermiddle"/>
    <w:basedOn w:val="Normal"/>
    <w:rsid w:val="009A383F"/>
    <w:pPr>
      <w:pBdr>
        <w:top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end">
    <w:name w:val="wpspagingtablehead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start">
    <w:name w:val="wpspagingtablefooterstart"/>
    <w:basedOn w:val="Normal"/>
    <w:rsid w:val="009A383F"/>
    <w:pPr>
      <w:pBdr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middle">
    <w:name w:val="wpspagingtablefootermiddle"/>
    <w:basedOn w:val="Normal"/>
    <w:rsid w:val="009A383F"/>
    <w:pPr>
      <w:pBdr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end">
    <w:name w:val="wpspagingtablefoot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empty">
    <w:name w:val="wpspagingtableheaderempty"/>
    <w:basedOn w:val="Normal"/>
    <w:rsid w:val="009A383F"/>
    <w:pPr>
      <w:spacing w:before="60" w:line="12" w:lineRule="atLeast"/>
      <w:ind w:right="60"/>
    </w:pPr>
    <w:rPr>
      <w:rFonts w:ascii="Verdana" w:hAnsi="Verdana"/>
      <w:sz w:val="16"/>
      <w:szCs w:val="16"/>
    </w:rPr>
  </w:style>
  <w:style w:type="paragraph" w:customStyle="1" w:styleId="wpstablesectionhead">
    <w:name w:val="wpstablesectionhead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compactcheckbox">
    <w:name w:val="wpscompactcheckbox"/>
    <w:basedOn w:val="Normal"/>
    <w:rsid w:val="009A383F"/>
    <w:pPr>
      <w:ind w:right="60"/>
    </w:pPr>
    <w:rPr>
      <w:rFonts w:ascii="Verdana" w:hAnsi="Verdana"/>
      <w:sz w:val="16"/>
      <w:szCs w:val="16"/>
    </w:rPr>
  </w:style>
  <w:style w:type="paragraph" w:customStyle="1" w:styleId="wpscompactradiobutton">
    <w:name w:val="wpscompactradiobutton"/>
    <w:basedOn w:val="Normal"/>
    <w:rsid w:val="009A383F"/>
    <w:pPr>
      <w:ind w:right="60"/>
    </w:pPr>
    <w:rPr>
      <w:rFonts w:ascii="Verdana" w:hAnsi="Verdana"/>
      <w:sz w:val="16"/>
      <w:szCs w:val="16"/>
    </w:rPr>
  </w:style>
  <w:style w:type="paragraph" w:customStyle="1" w:styleId="wpseditfield">
    <w:name w:val="wpseditfield"/>
    <w:basedOn w:val="Normal"/>
    <w:rsid w:val="009A383F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text">
    <w:name w:val="wpsbuttontext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buttondisabledtext">
    <w:name w:val="wpsbuttondisabledtext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wpsdescriptiontext">
    <w:name w:val="wpsdescriptiontext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wpsfielderrortext">
    <w:name w:val="wpsfielderror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warningtext">
    <w:name w:val="wpsfieldwarning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successtext">
    <w:name w:val="wpsfieldsuccess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infotext">
    <w:name w:val="wpsfieldinfo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inlinehelptext">
    <w:name w:val="wpsinlinehelptext"/>
    <w:basedOn w:val="Normal"/>
    <w:rsid w:val="009A383F"/>
    <w:pPr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wpsfieldmonospaced">
    <w:name w:val="wpsfieldmonospaced"/>
    <w:basedOn w:val="Normal"/>
    <w:rsid w:val="009A383F"/>
    <w:pPr>
      <w:spacing w:before="60"/>
      <w:ind w:right="60"/>
    </w:pPr>
    <w:rPr>
      <w:rFonts w:ascii="Courier New" w:hAnsi="Courier New" w:cs="Courier New"/>
      <w:sz w:val="27"/>
      <w:szCs w:val="27"/>
    </w:rPr>
  </w:style>
  <w:style w:type="paragraph" w:customStyle="1" w:styleId="wpsflagtext">
    <w:name w:val="wpsflagtext"/>
    <w:basedOn w:val="Normal"/>
    <w:rsid w:val="009A383F"/>
    <w:pPr>
      <w:spacing w:before="60"/>
      <w:ind w:right="60"/>
    </w:pPr>
    <w:rPr>
      <w:rFonts w:ascii="Verdana" w:hAnsi="Verdana"/>
      <w:color w:val="FF0000"/>
      <w:sz w:val="24"/>
      <w:szCs w:val="24"/>
    </w:rPr>
  </w:style>
  <w:style w:type="paragraph" w:customStyle="1" w:styleId="wpsportlettabbarseparator">
    <w:name w:val="wpsportlettabbarseparator"/>
    <w:basedOn w:val="Normal"/>
    <w:rsid w:val="009A383F"/>
    <w:pPr>
      <w:shd w:val="clear" w:color="auto" w:fill="95A5B9"/>
    </w:pPr>
    <w:rPr>
      <w:rFonts w:ascii="Verdana" w:hAnsi="Verdana"/>
      <w:sz w:val="16"/>
      <w:szCs w:val="16"/>
    </w:rPr>
  </w:style>
  <w:style w:type="paragraph" w:customStyle="1" w:styleId="wpsportlettabset">
    <w:name w:val="wpsportlettabse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">
    <w:name w:val="wpsportlettab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">
    <w:name w:val="wpsportletselectedtab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start">
    <w:name w:val="wpsportlettabtopstar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center">
    <w:name w:val="wpsportlettabtopcen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end">
    <w:name w:val="wpsportlettabtop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start">
    <w:name w:val="wpsportlettabmiddlestart"/>
    <w:basedOn w:val="Normal"/>
    <w:rsid w:val="009A383F"/>
    <w:pPr>
      <w:pBdr>
        <w:lef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center">
    <w:name w:val="wpsportlettabmiddle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end">
    <w:name w:val="wpsportlettabmiddleend"/>
    <w:basedOn w:val="Normal"/>
    <w:rsid w:val="009A383F"/>
    <w:pPr>
      <w:pBdr>
        <w:righ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start">
    <w:name w:val="wpsportlettabbottomstart"/>
    <w:basedOn w:val="Normal"/>
    <w:rsid w:val="009A383F"/>
    <w:pPr>
      <w:pBdr>
        <w:lef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center">
    <w:name w:val="wpsportlettabbottom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end">
    <w:name w:val="wpsportlettabbottomend"/>
    <w:basedOn w:val="Normal"/>
    <w:rsid w:val="009A383F"/>
    <w:pPr>
      <w:pBdr>
        <w:righ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start">
    <w:name w:val="wpsportletselectedtabtopstar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center">
    <w:name w:val="wpsportletselectedtabtopcenter"/>
    <w:basedOn w:val="Normal"/>
    <w:rsid w:val="009A383F"/>
    <w:pPr>
      <w:pBdr>
        <w:top w:val="single" w:sz="2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end">
    <w:name w:val="wpsportletselectedtabtop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start">
    <w:name w:val="wpsportletselectedtabmiddlestart"/>
    <w:basedOn w:val="Normal"/>
    <w:rsid w:val="009A383F"/>
    <w:pPr>
      <w:pBdr>
        <w:left w:val="single" w:sz="4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center">
    <w:name w:val="wpsportletselectedtabmiddlecen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end">
    <w:name w:val="wpsportletselectedtabmiddleend"/>
    <w:basedOn w:val="Normal"/>
    <w:rsid w:val="009A383F"/>
    <w:pPr>
      <w:pBdr>
        <w:left w:val="single" w:sz="2" w:space="0" w:color="AAC2E6"/>
        <w:right w:val="single" w:sz="4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start">
    <w:name w:val="wpsportletselectedtabbottomstart"/>
    <w:basedOn w:val="Normal"/>
    <w:rsid w:val="009A383F"/>
    <w:pPr>
      <w:pBdr>
        <w:left w:val="single" w:sz="4" w:space="0" w:color="AAC2E6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center">
    <w:name w:val="wpsportletselectedtabbottom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end">
    <w:name w:val="wpsportletselectedtabbottomend"/>
    <w:basedOn w:val="Normal"/>
    <w:rsid w:val="009A383F"/>
    <w:pPr>
      <w:pBdr>
        <w:right w:val="single" w:sz="4" w:space="0" w:color="AAC2E6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">
    <w:name w:val="wpsportlettoolbar"/>
    <w:basedOn w:val="Normal"/>
    <w:rsid w:val="009A383F"/>
    <w:pPr>
      <w:pBdr>
        <w:top w:val="single" w:sz="4" w:space="0" w:color="E4EDF5"/>
        <w:left w:val="single" w:sz="4" w:space="0" w:color="E4EDF5"/>
        <w:bottom w:val="single" w:sz="4" w:space="0" w:color="95A5B9"/>
        <w:right w:val="single" w:sz="4" w:space="0" w:color="95A5B9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section">
    <w:name w:val="wpsportlettoolbarsec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">
    <w:name w:val="wpsportlettoolbarbutton"/>
    <w:basedOn w:val="Normal"/>
    <w:rsid w:val="009A383F"/>
    <w:pPr>
      <w:pBdr>
        <w:top w:val="single" w:sz="4" w:space="2" w:color="C5D1DE"/>
        <w:left w:val="single" w:sz="4" w:space="2" w:color="C5D1DE"/>
        <w:bottom w:val="single" w:sz="4" w:space="2" w:color="C5D1DE"/>
        <w:right w:val="single" w:sz="4" w:space="2" w:color="C5D1DE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rollover">
    <w:name w:val="wpsportlettoolbarbuttonrollover"/>
    <w:basedOn w:val="Normal"/>
    <w:rsid w:val="009A383F"/>
    <w:pPr>
      <w:pBdr>
        <w:top w:val="single" w:sz="4" w:space="2" w:color="E4EDF5"/>
        <w:left w:val="single" w:sz="4" w:space="2" w:color="E4EDF5"/>
        <w:bottom w:val="single" w:sz="4" w:space="2" w:color="95A5B9"/>
        <w:right w:val="single" w:sz="4" w:space="2" w:color="95A5B9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pressed">
    <w:name w:val="wpsportlettoolbarbuttonpressed"/>
    <w:basedOn w:val="Normal"/>
    <w:rsid w:val="009A383F"/>
    <w:pPr>
      <w:pBdr>
        <w:top w:val="single" w:sz="4" w:space="2" w:color="95A5B9"/>
        <w:left w:val="single" w:sz="4" w:space="2" w:color="95A5B9"/>
        <w:bottom w:val="single" w:sz="4" w:space="2" w:color="E4EDF5"/>
        <w:right w:val="single" w:sz="4" w:space="2" w:color="E4EDF5"/>
      </w:pBdr>
      <w:shd w:val="clear" w:color="auto" w:fill="DADFE5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selected">
    <w:name w:val="wpsportlettoolbarbuttonselected"/>
    <w:basedOn w:val="Normal"/>
    <w:rsid w:val="009A383F"/>
    <w:pPr>
      <w:pBdr>
        <w:top w:val="single" w:sz="4" w:space="2" w:color="95A5B9"/>
        <w:left w:val="single" w:sz="4" w:space="2" w:color="95A5B9"/>
        <w:bottom w:val="single" w:sz="4" w:space="2" w:color="E4EDF5"/>
        <w:right w:val="single" w:sz="4" w:space="2" w:color="E4EDF5"/>
      </w:pBdr>
      <w:shd w:val="clear" w:color="auto" w:fill="AEB8C4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selectedrollover">
    <w:name w:val="wpsportlettoolbarbuttonselectedrollover"/>
    <w:basedOn w:val="Normal"/>
    <w:rsid w:val="009A383F"/>
    <w:pPr>
      <w:pBdr>
        <w:top w:val="single" w:sz="4" w:space="2" w:color="E4EDF5"/>
        <w:left w:val="single" w:sz="4" w:space="2" w:color="E4EDF5"/>
        <w:bottom w:val="single" w:sz="4" w:space="2" w:color="95A5B9"/>
        <w:right w:val="single" w:sz="4" w:space="2" w:color="95A5B9"/>
      </w:pBdr>
      <w:shd w:val="clear" w:color="auto" w:fill="AEB8C4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icon">
    <w:name w:val="wpsportlettoolbarbutton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control">
    <w:name w:val="wpsportlettoolbarcontro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text">
    <w:name w:val="wpsportlettoolbartext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toolbardisabledtext">
    <w:name w:val="wpsportlettoolbardisabledtext"/>
    <w:basedOn w:val="Normal"/>
    <w:rsid w:val="009A383F"/>
    <w:pPr>
      <w:spacing w:before="60"/>
      <w:ind w:right="60"/>
    </w:pPr>
    <w:rPr>
      <w:rFonts w:ascii="Verdana" w:hAnsi="Verdana"/>
      <w:color w:val="999999"/>
      <w:sz w:val="16"/>
      <w:szCs w:val="16"/>
    </w:rPr>
  </w:style>
  <w:style w:type="paragraph" w:customStyle="1" w:styleId="wpsportlettoolbarseparator">
    <w:name w:val="wpsportlettoolbarseparator"/>
    <w:basedOn w:val="Normal"/>
    <w:rsid w:val="009A383F"/>
    <w:pPr>
      <w:pBdr>
        <w:right w:val="single" w:sz="4" w:space="0" w:color="E4EDF5"/>
      </w:pBdr>
      <w:shd w:val="clear" w:color="auto" w:fill="95A5B9"/>
    </w:pPr>
    <w:rPr>
      <w:rFonts w:ascii="Verdana" w:hAnsi="Verdana"/>
      <w:sz w:val="16"/>
      <w:szCs w:val="16"/>
    </w:rPr>
  </w:style>
  <w:style w:type="paragraph" w:customStyle="1" w:styleId="wpsportlettoolbarspacer">
    <w:name w:val="wpsportlettoolbarspac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handle">
    <w:name w:val="wpsportlettoolbarhandle"/>
    <w:basedOn w:val="Normal"/>
    <w:rsid w:val="009A383F"/>
    <w:pPr>
      <w:pBdr>
        <w:top w:val="single" w:sz="4" w:space="0" w:color="E4EDF5"/>
        <w:left w:val="single" w:sz="4" w:space="0" w:color="E4EDF5"/>
        <w:bottom w:val="single" w:sz="4" w:space="0" w:color="95A5B9"/>
        <w:right w:val="single" w:sz="4" w:space="0" w:color="95A5B9"/>
      </w:pBdr>
      <w:shd w:val="clear" w:color="auto" w:fill="C5D1DE"/>
    </w:pPr>
    <w:rPr>
      <w:rFonts w:ascii="Verdana" w:hAnsi="Verdana"/>
      <w:sz w:val="16"/>
      <w:szCs w:val="16"/>
    </w:rPr>
  </w:style>
  <w:style w:type="paragraph" w:customStyle="1" w:styleId="wpsbreadcrumbtrail">
    <w:name w:val="wpsbreadcrumbtrail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wpsportletaccentarea">
    <w:name w:val="wpsportletaccentarea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accentarea3dhighlight">
    <w:name w:val="wpsportletaccentarea3dhighlight"/>
    <w:basedOn w:val="Normal"/>
    <w:rsid w:val="009A383F"/>
    <w:pPr>
      <w:shd w:val="clear" w:color="auto" w:fill="E4EDF5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accentarea3dshadow">
    <w:name w:val="wpsportletaccentarea3dshadow"/>
    <w:basedOn w:val="Normal"/>
    <w:rsid w:val="009A383F"/>
    <w:pPr>
      <w:shd w:val="clear" w:color="auto" w:fill="95A5B9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wizardtitle">
    <w:name w:val="wpswizardtitle"/>
    <w:basedOn w:val="Normal"/>
    <w:rsid w:val="009A383F"/>
    <w:pPr>
      <w:shd w:val="clear" w:color="auto" w:fill="C1C1C1"/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wizardstepnotification">
    <w:name w:val="wpswizardstepnotification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wizardbottomsubmit">
    <w:name w:val="wpswizardbottomsubmit"/>
    <w:basedOn w:val="Normal"/>
    <w:rsid w:val="009A383F"/>
    <w:pPr>
      <w:shd w:val="clear" w:color="auto" w:fill="C1C1C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eekdayheader">
    <w:name w:val="weekday_header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othermonthheader">
    <w:name w:val="other_month_header"/>
    <w:basedOn w:val="Normal"/>
    <w:rsid w:val="009A383F"/>
    <w:pPr>
      <w:shd w:val="clear" w:color="auto" w:fill="E4E3E3"/>
      <w:spacing w:before="60"/>
      <w:ind w:right="60"/>
    </w:pPr>
    <w:rPr>
      <w:rFonts w:ascii="Verdana" w:hAnsi="Verdana"/>
      <w:color w:val="7E7001"/>
      <w:sz w:val="16"/>
      <w:szCs w:val="16"/>
    </w:rPr>
  </w:style>
  <w:style w:type="paragraph" w:customStyle="1" w:styleId="currentmonthheader">
    <w:name w:val="current_month_header"/>
    <w:basedOn w:val="Normal"/>
    <w:rsid w:val="009A383F"/>
    <w:pPr>
      <w:shd w:val="clear" w:color="auto" w:fill="CBDBF3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othermonthcell">
    <w:name w:val="other_month_cell"/>
    <w:basedOn w:val="Normal"/>
    <w:rsid w:val="009A383F"/>
    <w:pP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urrentmonthcell">
    <w:name w:val="current_month_cell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currentdayheader">
    <w:name w:val="current_day_header"/>
    <w:basedOn w:val="Normal"/>
    <w:rsid w:val="009A383F"/>
    <w:pPr>
      <w:shd w:val="clear" w:color="auto" w:fill="92B5E6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gettingstartedtitle">
    <w:name w:val="wpsgettingstartedtitle"/>
    <w:basedOn w:val="Normal"/>
    <w:rsid w:val="009A383F"/>
    <w:pPr>
      <w:spacing w:before="60"/>
      <w:ind w:right="60"/>
    </w:pPr>
    <w:rPr>
      <w:rFonts w:ascii="Verdana" w:hAnsi="Verdana"/>
      <w:color w:val="2055A3"/>
      <w:sz w:val="36"/>
      <w:szCs w:val="36"/>
    </w:rPr>
  </w:style>
  <w:style w:type="paragraph" w:customStyle="1" w:styleId="wpsgettingstartedheader">
    <w:name w:val="wpsgettingstartedheader"/>
    <w:basedOn w:val="Normal"/>
    <w:rsid w:val="009A383F"/>
    <w:pPr>
      <w:spacing w:before="60"/>
      <w:ind w:right="60"/>
    </w:pPr>
    <w:rPr>
      <w:rFonts w:ascii="Verdana" w:hAnsi="Verdana"/>
      <w:color w:val="2055A3"/>
      <w:sz w:val="27"/>
      <w:szCs w:val="27"/>
    </w:rPr>
  </w:style>
  <w:style w:type="paragraph" w:customStyle="1" w:styleId="wpsgettingstartedbody">
    <w:name w:val="wpsgettingstartedbody"/>
    <w:basedOn w:val="Normal"/>
    <w:rsid w:val="009A383F"/>
    <w:pPr>
      <w:spacing w:before="60"/>
      <w:ind w:right="60"/>
    </w:pPr>
    <w:rPr>
      <w:rFonts w:ascii="Verdana" w:hAnsi="Verdana"/>
      <w:color w:val="616161"/>
      <w:sz w:val="24"/>
      <w:szCs w:val="24"/>
    </w:rPr>
  </w:style>
  <w:style w:type="paragraph" w:customStyle="1" w:styleId="gstableoutside">
    <w:name w:val="gstableoutside"/>
    <w:basedOn w:val="Normal"/>
    <w:rsid w:val="009A383F"/>
    <w:pPr>
      <w:shd w:val="clear" w:color="auto" w:fill="E0EDFC"/>
      <w:spacing w:before="60"/>
      <w:ind w:right="60"/>
      <w:textAlignment w:val="top"/>
    </w:pPr>
    <w:rPr>
      <w:rFonts w:ascii="Verdana" w:hAnsi="Verdana"/>
      <w:sz w:val="16"/>
      <w:szCs w:val="16"/>
    </w:rPr>
  </w:style>
  <w:style w:type="paragraph" w:customStyle="1" w:styleId="gstableinside">
    <w:name w:val="gstableinside"/>
    <w:basedOn w:val="Normal"/>
    <w:rsid w:val="009A383F"/>
    <w:pPr>
      <w:shd w:val="clear" w:color="auto" w:fill="E0EDFC"/>
      <w:spacing w:before="60"/>
      <w:ind w:right="60"/>
      <w:textAlignment w:val="top"/>
    </w:pPr>
    <w:rPr>
      <w:rFonts w:ascii="Verdana" w:hAnsi="Verdana"/>
      <w:sz w:val="16"/>
      <w:szCs w:val="16"/>
    </w:rPr>
  </w:style>
  <w:style w:type="paragraph" w:customStyle="1" w:styleId="gstableend">
    <w:name w:val="gstable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earchinfobar">
    <w:name w:val="wpssearchinfobar"/>
    <w:basedOn w:val="Normal"/>
    <w:rsid w:val="009A383F"/>
    <w:pPr>
      <w:shd w:val="clear" w:color="auto" w:fill="C7D9F1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searchurl">
    <w:name w:val="wpssearchurl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wpssearchurladdresstext">
    <w:name w:val="wpssearchurladdresstext"/>
    <w:basedOn w:val="Normal"/>
    <w:rsid w:val="009A383F"/>
    <w:pPr>
      <w:spacing w:before="60"/>
      <w:ind w:right="60"/>
    </w:pPr>
    <w:rPr>
      <w:rFonts w:ascii="Verdana" w:hAnsi="Verdana"/>
      <w:i/>
      <w:iCs/>
      <w:color w:val="008000"/>
      <w:sz w:val="16"/>
      <w:szCs w:val="16"/>
    </w:rPr>
  </w:style>
  <w:style w:type="paragraph" w:customStyle="1" w:styleId="wpssearchattributetext">
    <w:name w:val="wpssearchattributetext"/>
    <w:basedOn w:val="Normal"/>
    <w:rsid w:val="009A383F"/>
    <w:pPr>
      <w:spacing w:before="60"/>
      <w:ind w:right="60"/>
    </w:pPr>
    <w:rPr>
      <w:rFonts w:ascii="Verdana" w:hAnsi="Verdana"/>
      <w:i/>
      <w:iCs/>
      <w:color w:val="C1C1C1"/>
      <w:sz w:val="16"/>
      <w:szCs w:val="16"/>
    </w:rPr>
  </w:style>
  <w:style w:type="paragraph" w:customStyle="1" w:styleId="lwp-teamspace-title">
    <w:name w:val="lwp-teamspace-title"/>
    <w:basedOn w:val="Normal"/>
    <w:rsid w:val="009A383F"/>
    <w:pPr>
      <w:shd w:val="clear" w:color="auto" w:fill="5C5C5C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-webconference-title">
    <w:name w:val="lwp-webconference-title"/>
    <w:basedOn w:val="Normal"/>
    <w:rsid w:val="009A383F"/>
    <w:pPr>
      <w:shd w:val="clear" w:color="auto" w:fill="5C5C5C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popup-background">
    <w:name w:val="popup-background"/>
    <w:basedOn w:val="Normal"/>
    <w:rsid w:val="009A383F"/>
    <w:pP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middletoolbar">
    <w:name w:val="lwp-middletoolbar"/>
    <w:basedOn w:val="Normal"/>
    <w:rsid w:val="009A383F"/>
    <w:pPr>
      <w:pBdr>
        <w:bottom w:val="single" w:sz="2" w:space="2" w:color="D8D8E0"/>
      </w:pBdr>
      <w:shd w:val="clear" w:color="auto" w:fill="FFFFFF"/>
    </w:pPr>
    <w:rPr>
      <w:rFonts w:ascii="Verdana" w:hAnsi="Verdana"/>
      <w:color w:val="737373"/>
      <w:sz w:val="27"/>
      <w:szCs w:val="27"/>
    </w:rPr>
  </w:style>
  <w:style w:type="paragraph" w:customStyle="1" w:styleId="lwpadminbutton">
    <w:name w:val="lwpadminbutton"/>
    <w:basedOn w:val="Normal"/>
    <w:rsid w:val="009A383F"/>
    <w:pPr>
      <w:shd w:val="clear" w:color="auto" w:fill="A0A0A0"/>
    </w:pPr>
    <w:rPr>
      <w:rFonts w:ascii="Verdana" w:hAnsi="Verdana"/>
      <w:color w:val="FFFFFF"/>
      <w:sz w:val="27"/>
      <w:szCs w:val="27"/>
    </w:rPr>
  </w:style>
  <w:style w:type="paragraph" w:customStyle="1" w:styleId="lwpnavbutton">
    <w:name w:val="lwpnavbutton"/>
    <w:basedOn w:val="Normal"/>
    <w:rsid w:val="009A383F"/>
    <w:pPr>
      <w:shd w:val="clear" w:color="auto" w:fill="70A8F0"/>
    </w:pPr>
    <w:rPr>
      <w:rFonts w:ascii="Verdana" w:hAnsi="Verdana"/>
      <w:color w:val="FFFFFF"/>
      <w:sz w:val="16"/>
      <w:szCs w:val="16"/>
    </w:rPr>
  </w:style>
  <w:style w:type="paragraph" w:customStyle="1" w:styleId="lwpbuttongroup">
    <w:name w:val="lwpbuttongroup"/>
    <w:basedOn w:val="Normal"/>
    <w:rsid w:val="009A383F"/>
    <w:pPr>
      <w:spacing w:before="60" w:after="60"/>
      <w:ind w:left="48" w:right="48"/>
    </w:pPr>
    <w:rPr>
      <w:rFonts w:ascii="Verdana" w:hAnsi="Verdana"/>
      <w:sz w:val="16"/>
      <w:szCs w:val="16"/>
    </w:rPr>
  </w:style>
  <w:style w:type="paragraph" w:customStyle="1" w:styleId="lwpicononly">
    <w:name w:val="lwpicononly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icononlydisabled">
    <w:name w:val="lwpicononlydisable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dialogiconbackground">
    <w:name w:val="lwpdialogiconbackgroun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000000"/>
      <w:sz w:val="16"/>
      <w:szCs w:val="16"/>
    </w:rPr>
  </w:style>
  <w:style w:type="paragraph" w:customStyle="1" w:styleId="lwpdialogdisablediconbackground">
    <w:name w:val="lwpdialogdisablediconbackgroun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888888"/>
      <w:sz w:val="16"/>
      <w:szCs w:val="16"/>
    </w:rPr>
  </w:style>
  <w:style w:type="paragraph" w:customStyle="1" w:styleId="lwpdialogiconbackgrounddisabled">
    <w:name w:val="lwpdialogiconbackgrounddisable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888888"/>
      <w:sz w:val="16"/>
      <w:szCs w:val="16"/>
    </w:rPr>
  </w:style>
  <w:style w:type="paragraph" w:customStyle="1" w:styleId="lwpbuttontext">
    <w:name w:val="lwpbuttontext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center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lwpbuttontextdisabled">
    <w:name w:val="lwpbuttontextdisable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center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lwpbuttonspacer">
    <w:name w:val="lwpbuttonspacer"/>
    <w:basedOn w:val="Normal"/>
    <w:rsid w:val="009A383F"/>
    <w:pPr>
      <w:spacing w:before="60"/>
      <w:ind w:right="24"/>
    </w:pPr>
    <w:rPr>
      <w:rFonts w:ascii="Verdana" w:hAnsi="Verdana"/>
      <w:sz w:val="16"/>
      <w:szCs w:val="16"/>
    </w:rPr>
  </w:style>
  <w:style w:type="paragraph" w:customStyle="1" w:styleId="lwpseparatorbg">
    <w:name w:val="lwpseparatorbg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ortlettitleborder">
    <w:name w:val="lwpportlettitle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lignright">
    <w:name w:val="lwpalignright"/>
    <w:basedOn w:val="Normal"/>
    <w:rsid w:val="009A383F"/>
    <w:pP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lwpborderall">
    <w:name w:val="lwpborderall"/>
    <w:basedOn w:val="Normal"/>
    <w:rsid w:val="009A383F"/>
    <w:pPr>
      <w:pBdr>
        <w:top w:val="single" w:sz="4" w:space="0" w:color="DCDCDC"/>
        <w:left w:val="single" w:sz="4" w:space="0" w:color="DCDCDC"/>
        <w:bottom w:val="single" w:sz="4" w:space="0" w:color="DCDCDC"/>
        <w:right w:val="single" w:sz="4" w:space="0" w:color="DCDCDC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hadowborder">
    <w:name w:val="lwpshadowborder"/>
    <w:basedOn w:val="Normal"/>
    <w:rsid w:val="009A383F"/>
    <w:pPr>
      <w:pBdr>
        <w:bottom w:val="single" w:sz="4" w:space="0" w:color="888888"/>
        <w:right w:val="single" w:sz="4" w:space="0" w:color="888888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earchbar">
    <w:name w:val="lwpsearchbar"/>
    <w:basedOn w:val="Normal"/>
    <w:rsid w:val="009A383F"/>
    <w:pPr>
      <w:shd w:val="clear" w:color="auto" w:fill="ECECEC"/>
      <w:spacing w:before="60" w:after="60"/>
      <w:jc w:val="right"/>
    </w:pPr>
    <w:rPr>
      <w:rFonts w:ascii="Verdana" w:hAnsi="Verdana"/>
      <w:sz w:val="16"/>
      <w:szCs w:val="16"/>
    </w:rPr>
  </w:style>
  <w:style w:type="paragraph" w:customStyle="1" w:styleId="lwpmenubackground">
    <w:name w:val="lwpmenubackgrou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unreadmailtext">
    <w:name w:val="unreadmailtext"/>
    <w:basedOn w:val="Normal"/>
    <w:rsid w:val="009A383F"/>
    <w:pPr>
      <w:spacing w:before="60"/>
      <w:ind w:right="60"/>
    </w:pPr>
    <w:rPr>
      <w:rFonts w:ascii="Verdana" w:hAnsi="Verdana"/>
      <w:b/>
      <w:bCs/>
      <w:color w:val="3366CC"/>
      <w:sz w:val="16"/>
      <w:szCs w:val="16"/>
      <w:u w:val="single"/>
    </w:rPr>
  </w:style>
  <w:style w:type="paragraph" w:customStyle="1" w:styleId="lwplastreadmark">
    <w:name w:val="lwplastreadmark"/>
    <w:basedOn w:val="Normal"/>
    <w:rsid w:val="009A383F"/>
    <w:pPr>
      <w:shd w:val="clear" w:color="auto" w:fill="666666"/>
      <w:spacing w:before="60"/>
      <w:ind w:right="60"/>
      <w:jc w:val="center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datestampmark">
    <w:name w:val="lwpdatestampmark"/>
    <w:basedOn w:val="Normal"/>
    <w:rsid w:val="009A383F"/>
    <w:pPr>
      <w:shd w:val="clear" w:color="auto" w:fill="999999"/>
      <w:spacing w:before="60"/>
      <w:ind w:right="60"/>
      <w:jc w:val="center"/>
    </w:pPr>
    <w:rPr>
      <w:rFonts w:ascii="Verdana" w:hAnsi="Verdana"/>
      <w:b/>
      <w:bCs/>
      <w:color w:val="666666"/>
      <w:sz w:val="16"/>
      <w:szCs w:val="16"/>
    </w:rPr>
  </w:style>
  <w:style w:type="paragraph" w:customStyle="1" w:styleId="lwpcalfsizex">
    <w:name w:val="lwpcalfsizex"/>
    <w:basedOn w:val="Normal"/>
    <w:rsid w:val="009A383F"/>
    <w:pPr>
      <w:spacing w:before="60"/>
      <w:ind w:right="60"/>
    </w:pPr>
    <w:rPr>
      <w:rFonts w:ascii="Verdana" w:hAnsi="Verdana"/>
      <w:sz w:val="36"/>
      <w:szCs w:val="36"/>
    </w:rPr>
  </w:style>
  <w:style w:type="paragraph" w:customStyle="1" w:styleId="lwpcalviewmenuposition">
    <w:name w:val="lwpcalviewmenu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1weekcellrow">
    <w:name w:val="lwpcal1weekcell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cellrow">
    <w:name w:val="lwpcalcell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ldivider">
    <w:name w:val="lwpcalldivider"/>
    <w:basedOn w:val="Normal"/>
    <w:rsid w:val="009A383F"/>
    <w:pPr>
      <w:pBdr>
        <w:lef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divider">
    <w:name w:val="lwpcaltdivider"/>
    <w:basedOn w:val="Normal"/>
    <w:rsid w:val="009A383F"/>
    <w:pPr>
      <w:pBdr>
        <w:top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nobottom">
    <w:name w:val="lwpcalnobottom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header">
    <w:name w:val="lwpcalheader"/>
    <w:basedOn w:val="Normal"/>
    <w:rsid w:val="009A383F"/>
    <w:pPr>
      <w:spacing w:before="60"/>
      <w:ind w:right="60"/>
      <w:textAlignment w:val="top"/>
    </w:pPr>
    <w:rPr>
      <w:rFonts w:ascii="Verdana" w:hAnsi="Verdana"/>
      <w:b/>
      <w:bCs/>
      <w:color w:val="3366CC"/>
      <w:sz w:val="16"/>
      <w:szCs w:val="16"/>
    </w:rPr>
  </w:style>
  <w:style w:type="paragraph" w:customStyle="1" w:styleId="lwpcalheaderimage">
    <w:name w:val="lwpcalheaderimage"/>
    <w:basedOn w:val="Normal"/>
    <w:rsid w:val="009A383F"/>
    <w:pPr>
      <w:spacing w:before="60" w:after="60"/>
      <w:ind w:right="60"/>
    </w:pPr>
    <w:rPr>
      <w:rFonts w:ascii="Verdana" w:hAnsi="Verdana"/>
      <w:sz w:val="16"/>
      <w:szCs w:val="16"/>
    </w:rPr>
  </w:style>
  <w:style w:type="paragraph" w:customStyle="1" w:styleId="lwpcalattendeeheading">
    <w:name w:val="lwpcalattendeeheading"/>
    <w:basedOn w:val="Normal"/>
    <w:rsid w:val="009A383F"/>
    <w:pPr>
      <w:spacing w:before="60"/>
      <w:ind w:right="60"/>
    </w:pPr>
    <w:rPr>
      <w:rFonts w:ascii="Verdana" w:hAnsi="Verdana"/>
      <w:color w:val="898989"/>
      <w:sz w:val="16"/>
      <w:szCs w:val="16"/>
    </w:rPr>
  </w:style>
  <w:style w:type="paragraph" w:customStyle="1" w:styleId="lwpcalsectionheader">
    <w:name w:val="lwpcalsectionheader"/>
    <w:basedOn w:val="Normal"/>
    <w:rsid w:val="009A383F"/>
    <w:pPr>
      <w:spacing w:before="60" w:after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lwpcalinviteesection">
    <w:name w:val="lwpcalinviteesec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weeknumber">
    <w:name w:val="lwpcalweeknumber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lwpcalentryhoverdetail">
    <w:name w:val="lwpcalentryhoverdetail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eventfield">
    <w:name w:val="lwpcaleventfiel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entryhoverposition">
    <w:name w:val="lwpcalentryhover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meeting">
    <w:name w:val="lwpcalbgmeeting"/>
    <w:basedOn w:val="Normal"/>
    <w:rsid w:val="009A383F"/>
    <w:pPr>
      <w:shd w:val="clear" w:color="auto" w:fill="C3D3E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webconf">
    <w:name w:val="lwpcalbgwebconf"/>
    <w:basedOn w:val="Normal"/>
    <w:rsid w:val="009A383F"/>
    <w:pPr>
      <w:shd w:val="clear" w:color="auto" w:fill="C3D3E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ppointment">
    <w:name w:val="lwpcalbgappointment"/>
    <w:basedOn w:val="Normal"/>
    <w:rsid w:val="009A383F"/>
    <w:pPr>
      <w:shd w:val="clear" w:color="auto" w:fill="D8F8D8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nniversary">
    <w:name w:val="lwpcalbganniversary"/>
    <w:basedOn w:val="Normal"/>
    <w:rsid w:val="009A383F"/>
    <w:pPr>
      <w:shd w:val="clear" w:color="auto" w:fill="F8E8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reminder">
    <w:name w:val="lwpcalbgreminder"/>
    <w:basedOn w:val="Normal"/>
    <w:rsid w:val="009A383F"/>
    <w:pPr>
      <w:shd w:val="clear" w:color="auto" w:fill="F8F8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lldayevent">
    <w:name w:val="lwpcalbgalldayevent"/>
    <w:basedOn w:val="Normal"/>
    <w:rsid w:val="009A383F"/>
    <w:pPr>
      <w:shd w:val="clear" w:color="auto" w:fill="F8E0E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odaycell">
    <w:name w:val="lwpcaltodaycell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monthdaycell">
    <w:name w:val="lwpcalmonthdaycell"/>
    <w:basedOn w:val="Normal"/>
    <w:rsid w:val="009A383F"/>
    <w:pPr>
      <w:pBdr>
        <w:top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inactivedaycell">
    <w:name w:val="lwpcalinactivedaycell"/>
    <w:basedOn w:val="Normal"/>
    <w:rsid w:val="009A383F"/>
    <w:pPr>
      <w:shd w:val="clear" w:color="auto" w:fill="EFEFE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inactiveday">
    <w:name w:val="lwpcalinactiveday"/>
    <w:basedOn w:val="Normal"/>
    <w:rsid w:val="009A383F"/>
    <w:pPr>
      <w:spacing w:before="60"/>
      <w:ind w:right="60"/>
    </w:pPr>
    <w:rPr>
      <w:rFonts w:ascii="Verdana" w:hAnsi="Verdana"/>
      <w:color w:val="A0A0A0"/>
      <w:sz w:val="16"/>
      <w:szCs w:val="16"/>
    </w:rPr>
  </w:style>
  <w:style w:type="paragraph" w:customStyle="1" w:styleId="lwpcalseperator">
    <w:name w:val="lwpcalseperator"/>
    <w:basedOn w:val="Normal"/>
    <w:rsid w:val="009A383F"/>
    <w:pPr>
      <w:pBdr>
        <w:bottom w:val="single" w:sz="4" w:space="0" w:color="FFFFFF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conflict">
    <w:name w:val="lwpcalconflict"/>
    <w:basedOn w:val="Normal"/>
    <w:rsid w:val="009A383F"/>
    <w:pPr>
      <w:pBdr>
        <w:left w:val="single" w:sz="12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imetext">
    <w:name w:val="lwpcaltimetext"/>
    <w:basedOn w:val="Normal"/>
    <w:rsid w:val="009A383F"/>
    <w:pP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lwpcalentryposition">
    <w:name w:val="lwpcalentry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divider">
    <w:name w:val="lwpcalbdivider"/>
    <w:basedOn w:val="Normal"/>
    <w:rsid w:val="009A383F"/>
    <w:pPr>
      <w:pBdr>
        <w:bottom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list">
    <w:name w:val="lwpppklist"/>
    <w:basedOn w:val="Normal"/>
    <w:rsid w:val="009A383F"/>
    <w:pPr>
      <w:pBdr>
        <w:top w:val="single" w:sz="4" w:space="0" w:color="000000"/>
        <w:left w:val="single" w:sz="4" w:space="1" w:color="000000"/>
        <w:bottom w:val="single" w:sz="4" w:space="0" w:color="C0C0C0"/>
        <w:right w:val="single" w:sz="4" w:space="0" w:color="C0C0C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listborder">
    <w:name w:val="lwpppklistborder"/>
    <w:basedOn w:val="Normal"/>
    <w:rsid w:val="009A383F"/>
    <w:pPr>
      <w:pBdr>
        <w:top w:val="single" w:sz="4" w:space="0" w:color="A0A0A0"/>
        <w:left w:val="single" w:sz="4" w:space="0" w:color="A0A0A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normaltext">
    <w:name w:val="lwpppknormaltext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lwpppkselectedtext">
    <w:name w:val="lwpppkselectedtext"/>
    <w:basedOn w:val="Normal"/>
    <w:rsid w:val="009A383F"/>
    <w:pPr>
      <w:shd w:val="clear" w:color="auto" w:fill="284888"/>
      <w:spacing w:before="60"/>
      <w:ind w:right="60"/>
    </w:pPr>
    <w:rPr>
      <w:rFonts w:ascii="Verdana" w:hAnsi="Verdana"/>
      <w:color w:val="FFFFFF"/>
      <w:sz w:val="16"/>
      <w:szCs w:val="16"/>
    </w:rPr>
  </w:style>
  <w:style w:type="paragraph" w:customStyle="1" w:styleId="lwpmailboxrecipientanchor">
    <w:name w:val="lwpmailboxrecipientanchor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  <w:u w:val="single"/>
    </w:rPr>
  </w:style>
  <w:style w:type="paragraph" w:customStyle="1" w:styleId="chatbackground">
    <w:name w:val="chat_backgrou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presence">
    <w:name w:val="chat_partner_presence"/>
    <w:basedOn w:val="Normal"/>
    <w:rsid w:val="009A383F"/>
    <w:pPr>
      <w:pBdr>
        <w:top w:val="single" w:sz="4" w:space="2" w:color="AAAAAA"/>
        <w:left w:val="single" w:sz="4" w:space="2" w:color="AAAAAA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presencecorner">
    <w:name w:val="chat_partner_presence_corn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alert">
    <w:name w:val="chat_partner_alert"/>
    <w:basedOn w:val="Normal"/>
    <w:rsid w:val="009A383F"/>
    <w:pPr>
      <w:pBdr>
        <w:top w:val="single" w:sz="4" w:space="2" w:color="AAAAAA"/>
        <w:left w:val="single" w:sz="4" w:space="2" w:color="AAAAAA"/>
        <w:right w:val="single" w:sz="4" w:space="2" w:color="AAAAAA"/>
      </w:pBdr>
      <w:shd w:val="clear" w:color="auto" w:fill="FFFFFF"/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chattranscript">
    <w:name w:val="chat_transcript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transcriptnway">
    <w:name w:val="chat_transcript_nway"/>
    <w:basedOn w:val="Normal"/>
    <w:rsid w:val="009A383F"/>
    <w:pPr>
      <w:pBdr>
        <w:top w:val="single" w:sz="4" w:space="0" w:color="456A8B"/>
        <w:left w:val="single" w:sz="4" w:space="0" w:color="456A8B"/>
        <w:bottom w:val="single" w:sz="4" w:space="0" w:color="456A8B"/>
        <w:right w:val="single" w:sz="4" w:space="0" w:color="456A8B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messageinput">
    <w:name w:val="chat_message_input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statusbar">
    <w:name w:val="chat_statusbar"/>
    <w:basedOn w:val="Normal"/>
    <w:rsid w:val="009A383F"/>
    <w:pPr>
      <w:pBdr>
        <w:top w:val="single" w:sz="4" w:space="0" w:color="AAAAAA"/>
      </w:pBdr>
      <w:shd w:val="clear" w:color="auto" w:fill="EEEEEE"/>
      <w:spacing w:before="60"/>
      <w:ind w:right="60"/>
    </w:pPr>
    <w:rPr>
      <w:rFonts w:ascii="Verdana" w:hAnsi="Verdana"/>
      <w:color w:val="AAAAAA"/>
      <w:sz w:val="16"/>
      <w:szCs w:val="16"/>
    </w:rPr>
  </w:style>
  <w:style w:type="paragraph" w:customStyle="1" w:styleId="chatparticipants">
    <w:name w:val="chat_participants"/>
    <w:basedOn w:val="Normal"/>
    <w:rsid w:val="009A383F"/>
    <w:pPr>
      <w:pBdr>
        <w:bottom w:val="single" w:sz="4" w:space="0" w:color="D8D8D8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agendaitemdocument">
    <w:name w:val="lwp-agendaitemdocument"/>
    <w:basedOn w:val="Normal"/>
    <w:rsid w:val="009A383F"/>
    <w:pPr>
      <w:spacing w:before="60"/>
      <w:ind w:right="60"/>
    </w:pPr>
    <w:rPr>
      <w:rFonts w:ascii="Verdana" w:hAnsi="Verdana"/>
      <w:color w:val="585858"/>
      <w:sz w:val="16"/>
      <w:szCs w:val="16"/>
    </w:rPr>
  </w:style>
  <w:style w:type="paragraph" w:customStyle="1" w:styleId="lwp-agendaitem-ul">
    <w:name w:val="lwp-agendaitem-ul"/>
    <w:basedOn w:val="Normal"/>
    <w:rsid w:val="009A383F"/>
    <w:pPr>
      <w:spacing w:before="60"/>
      <w:ind w:right="240"/>
    </w:pPr>
    <w:rPr>
      <w:rFonts w:ascii="Verdana" w:hAnsi="Verdana"/>
      <w:sz w:val="16"/>
      <w:szCs w:val="16"/>
    </w:rPr>
  </w:style>
  <w:style w:type="paragraph" w:customStyle="1" w:styleId="lwp-agendaitem-li">
    <w:name w:val="lwp-agendaitem-li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selectedagendaitem">
    <w:name w:val="lwp-selectedagendaitem"/>
    <w:basedOn w:val="Normal"/>
    <w:rsid w:val="009A383F"/>
    <w:pPr>
      <w:shd w:val="clear" w:color="auto" w:fill="316AC5"/>
      <w:spacing w:before="60" w:line="360" w:lineRule="auto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projectorheaderstart">
    <w:name w:val="lwpprojectorheaderstart"/>
    <w:basedOn w:val="Normal"/>
    <w:rsid w:val="009A383F"/>
    <w:pPr>
      <w:pBdr>
        <w:top w:val="single" w:sz="4" w:space="0" w:color="777777"/>
        <w:left w:val="single" w:sz="4" w:space="0" w:color="777777"/>
      </w:pBdr>
      <w:shd w:val="clear" w:color="auto" w:fill="70A8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rojectorheadermiddle">
    <w:name w:val="lwpprojectorheadermiddle"/>
    <w:basedOn w:val="Normal"/>
    <w:rsid w:val="009A383F"/>
    <w:pPr>
      <w:pBdr>
        <w:top w:val="single" w:sz="4" w:space="0" w:color="777777"/>
      </w:pBdr>
      <w:shd w:val="clear" w:color="auto" w:fill="70A8F0"/>
      <w:spacing w:before="60"/>
      <w:ind w:right="60"/>
    </w:pPr>
    <w:rPr>
      <w:rFonts w:ascii="Verdana" w:hAnsi="Verdana"/>
      <w:b/>
      <w:bCs/>
      <w:color w:val="343434"/>
      <w:sz w:val="16"/>
      <w:szCs w:val="16"/>
    </w:rPr>
  </w:style>
  <w:style w:type="paragraph" w:customStyle="1" w:styleId="lwpprojectorheaderend">
    <w:name w:val="lwpprojectorhead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lidetable">
    <w:name w:val="lwpslidetable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lidetableheadstart">
    <w:name w:val="lwpslidetableheadstart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tableheadmiddle">
    <w:name w:val="lwpslidetableheadmiddle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tableheadend">
    <w:name w:val="lwpslidetableheadend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border">
    <w:name w:val="lwpslideborder"/>
    <w:basedOn w:val="Normal"/>
    <w:rsid w:val="009A383F"/>
    <w:pPr>
      <w:pBdr>
        <w:top w:val="single" w:sz="4" w:space="0" w:color="B0B0C0"/>
        <w:left w:val="single" w:sz="4" w:space="0" w:color="B0B0C0"/>
        <w:bottom w:val="single" w:sz="4" w:space="0" w:color="B0B0C0"/>
        <w:right w:val="single" w:sz="4" w:space="0" w:color="B0B0C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gendaframediv">
    <w:name w:val="lwpagendaframediv"/>
    <w:basedOn w:val="Normal"/>
    <w:rsid w:val="009A383F"/>
    <w:pPr>
      <w:pBdr>
        <w:top w:val="single" w:sz="4" w:space="0" w:color="E9E9E9"/>
        <w:left w:val="single" w:sz="4" w:space="0" w:color="E9E9E9"/>
        <w:bottom w:val="single" w:sz="4" w:space="0" w:color="E9E9E9"/>
        <w:right w:val="single" w:sz="4" w:space="0" w:color="E9E9E9"/>
      </w:pBdr>
      <w:shd w:val="clear" w:color="auto" w:fill="F6F6F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ttendeesframediv">
    <w:name w:val="lwpattendeesframediv"/>
    <w:basedOn w:val="Normal"/>
    <w:rsid w:val="009A383F"/>
    <w:pPr>
      <w:pBdr>
        <w:top w:val="single" w:sz="4" w:space="0" w:color="E9E9E9"/>
        <w:left w:val="single" w:sz="4" w:space="0" w:color="E9E9E9"/>
        <w:bottom w:val="single" w:sz="4" w:space="0" w:color="E9E9E9"/>
        <w:right w:val="single" w:sz="4" w:space="0" w:color="E9E9E9"/>
      </w:pBdr>
      <w:shd w:val="clear" w:color="auto" w:fill="F6F6F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downloadsframediv">
    <w:name w:val="lwpdownloadsframediv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hostingstarted">
    <w:name w:val="lwphostingstarted"/>
    <w:basedOn w:val="Normal"/>
    <w:rsid w:val="009A383F"/>
    <w:pPr>
      <w:spacing w:before="60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lwphostingstartedlarge">
    <w:name w:val="lwphostingstartedlarge"/>
    <w:basedOn w:val="Normal"/>
    <w:rsid w:val="009A383F"/>
    <w:pPr>
      <w:spacing w:before="60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lwplabelnormalstyle">
    <w:name w:val="lwp_labelnormalstyle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lwptdstyle">
    <w:name w:val="lwp_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linktextstyle">
    <w:name w:val="lwp_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nodestyle">
    <w:name w:val="lwp_nod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nodeimagestyle">
    <w:name w:val="lwp_nodeimag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labelhighlightstyle">
    <w:name w:val="lwp_labelhighlightstyle"/>
    <w:basedOn w:val="Normal"/>
    <w:rsid w:val="009A383F"/>
    <w:pPr>
      <w:shd w:val="clear" w:color="auto" w:fill="A0A0A0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labeldragoverstyle">
    <w:name w:val="lwp_labeldragoverstyle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  <w:u w:val="single"/>
    </w:rPr>
  </w:style>
  <w:style w:type="paragraph" w:customStyle="1" w:styleId="lwpfldnodelablespacing">
    <w:name w:val="lwpfldnodelablespac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fldnodelabelspacing">
    <w:name w:val="lwpfldnodelabelspac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">
    <w:name w:val="lwptreepane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body">
    <w:name w:val="lwptreepanelbody"/>
    <w:basedOn w:val="Normal"/>
    <w:rsid w:val="009A383F"/>
    <w:pPr>
      <w:pBdr>
        <w:lef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header">
    <w:name w:val="lwptreepanelheader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footer">
    <w:name w:val="lwptreepanelfooter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expanded">
    <w:name w:val="lwppeopleflyoutexpanded"/>
    <w:basedOn w:val="Normal"/>
    <w:rsid w:val="009A383F"/>
    <w:pPr>
      <w:pBdr>
        <w:left w:val="single" w:sz="4" w:space="0" w:color="9A9A9A"/>
        <w:bottom w:val="single" w:sz="4" w:space="0" w:color="DEDEDE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collapsed">
    <w:name w:val="lwppeopleflyoutcollapsed"/>
    <w:basedOn w:val="Normal"/>
    <w:rsid w:val="009A383F"/>
    <w:pPr>
      <w:pBdr>
        <w:left w:val="single" w:sz="4" w:space="0" w:color="686868"/>
        <w:bottom w:val="single" w:sz="4" w:space="0" w:color="DEDEDE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frame">
    <w:name w:val="lwppeopleflyoutframe"/>
    <w:basedOn w:val="Normal"/>
    <w:rsid w:val="009A383F"/>
    <w:pPr>
      <w:pBdr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border">
    <w:name w:val="lwptimedate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border">
    <w:name w:val="lwptimedatecalborder"/>
    <w:basedOn w:val="Normal"/>
    <w:rsid w:val="009A383F"/>
    <w:pPr>
      <w:pBdr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text">
    <w:name w:val="lwptimedatecaltext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lwptimedatedayname">
    <w:name w:val="lwptimedatedayname"/>
    <w:basedOn w:val="Normal"/>
    <w:rsid w:val="009A383F"/>
    <w:pPr>
      <w:pBdr>
        <w:bottom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day">
    <w:name w:val="lwptimedateday"/>
    <w:basedOn w:val="Normal"/>
    <w:rsid w:val="009A383F"/>
    <w:pPr>
      <w:pBdr>
        <w:top w:val="single" w:sz="2" w:space="0" w:color="AAAAAA"/>
        <w:left w:val="single" w:sz="2" w:space="0" w:color="AAAAAA"/>
        <w:bottom w:val="single" w:sz="2" w:space="0" w:color="AAAAAA"/>
        <w:right w:val="single" w:sz="2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endday">
    <w:name w:val="lwptimedateweekendday"/>
    <w:basedOn w:val="Normal"/>
    <w:rsid w:val="009A383F"/>
    <w:pPr>
      <w:pBdr>
        <w:top w:val="single" w:sz="2" w:space="0" w:color="AAAAAA"/>
        <w:left w:val="single" w:sz="2" w:space="0" w:color="AAAAAA"/>
        <w:bottom w:val="single" w:sz="2" w:space="0" w:color="AAAAAA"/>
        <w:right w:val="single" w:sz="2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daylink">
    <w:name w:val="lwptimedatedaylink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top">
    <w:name w:val="lwptimedatecaltop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selectedcaltop">
    <w:name w:val="lwptimedateselectedcaltop"/>
    <w:basedOn w:val="Normal"/>
    <w:rsid w:val="009A383F"/>
    <w:pPr>
      <w:pBdr>
        <w:top w:val="single" w:sz="4" w:space="0" w:color="606098"/>
        <w:left w:val="single" w:sz="4" w:space="0" w:color="606098"/>
        <w:bottom w:val="single" w:sz="4" w:space="0" w:color="606098"/>
        <w:right w:val="single" w:sz="4" w:space="0" w:color="606098"/>
      </w:pBdr>
      <w:shd w:val="clear" w:color="auto" w:fill="D0D0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selectedday">
    <w:name w:val="lwptimedateselectedday"/>
    <w:basedOn w:val="Normal"/>
    <w:rsid w:val="009A383F"/>
    <w:pP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daylink">
    <w:name w:val="lwptimedateselecteddaylink"/>
    <w:basedOn w:val="Normal"/>
    <w:rsid w:val="009A383F"/>
    <w:pP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week">
    <w:name w:val="lwptimedateselectedweek"/>
    <w:basedOn w:val="Normal"/>
    <w:rsid w:val="009A383F"/>
    <w:pP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allweeks">
    <w:name w:val="lwptimedateselectedallweeks"/>
    <w:basedOn w:val="Normal"/>
    <w:rsid w:val="009A383F"/>
    <w:pPr>
      <w:shd w:val="clear" w:color="auto" w:fill="E8E8E8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">
    <w:name w:val="lwptimedateweek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monthradio">
    <w:name w:val="lwptimedatemonthradio"/>
    <w:basedOn w:val="Normal"/>
    <w:rsid w:val="009A383F"/>
    <w:pPr>
      <w:pBdr>
        <w:right w:val="single" w:sz="4" w:space="0" w:color="AAAAAA"/>
      </w:pBdr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radioon">
    <w:name w:val="lwptimedateweekradioon"/>
    <w:basedOn w:val="Normal"/>
    <w:rsid w:val="009A383F"/>
    <w:pPr>
      <w:pBdr>
        <w:left w:val="single" w:sz="4" w:space="0" w:color="AAAAAA"/>
        <w:right w:val="single" w:sz="4" w:space="0" w:color="AAAAAA"/>
      </w:pBd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radiooff">
    <w:name w:val="lwptimedateweekradiooff"/>
    <w:basedOn w:val="Normal"/>
    <w:rsid w:val="009A383F"/>
    <w:pPr>
      <w:pBdr>
        <w:left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emptydayname">
    <w:name w:val="lwptimedateemptydayname"/>
    <w:basedOn w:val="Normal"/>
    <w:rsid w:val="009A383F"/>
    <w:pPr>
      <w:pBdr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outertreestyle">
    <w:name w:val="outertre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nodestyle">
    <w:name w:val="nod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crollstyle">
    <w:name w:val="scroll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dstyle">
    <w:name w:val="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beldragoverstyle">
    <w:name w:val="labeldragoverstyle"/>
    <w:basedOn w:val="Normal"/>
    <w:rsid w:val="009A383F"/>
    <w:pPr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linktextstyle">
    <w:name w:val="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dtreetabstyle">
    <w:name w:val="tdtreetabstyle"/>
    <w:basedOn w:val="Normal"/>
    <w:rsid w:val="009A383F"/>
    <w:rPr>
      <w:rFonts w:ascii="Verdana" w:hAnsi="Verdana"/>
      <w:sz w:val="16"/>
      <w:szCs w:val="16"/>
    </w:rPr>
  </w:style>
  <w:style w:type="paragraph" w:customStyle="1" w:styleId="tdtablestyle">
    <w:name w:val="tdtablestyle"/>
    <w:basedOn w:val="Normal"/>
    <w:rsid w:val="009A383F"/>
    <w:rPr>
      <w:rFonts w:ascii="Verdana" w:hAnsi="Verdana"/>
      <w:sz w:val="16"/>
      <w:szCs w:val="16"/>
    </w:rPr>
  </w:style>
  <w:style w:type="paragraph" w:customStyle="1" w:styleId="headerstyle">
    <w:name w:val="headerstyle"/>
    <w:basedOn w:val="Normal"/>
    <w:rsid w:val="009A3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Verdana" w:hAnsi="Verdana"/>
      <w:sz w:val="16"/>
      <w:szCs w:val="16"/>
    </w:rPr>
  </w:style>
  <w:style w:type="paragraph" w:customStyle="1" w:styleId="treeoutertreestyle">
    <w:name w:val="tree_outertre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nodestyle">
    <w:name w:val="tree_nodestyle"/>
    <w:basedOn w:val="Normal"/>
    <w:rsid w:val="009A383F"/>
    <w:rPr>
      <w:rFonts w:ascii="Verdana" w:hAnsi="Verdana"/>
      <w:sz w:val="16"/>
      <w:szCs w:val="16"/>
    </w:rPr>
  </w:style>
  <w:style w:type="paragraph" w:customStyle="1" w:styleId="treescrollstyle">
    <w:name w:val="tree_scroll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tdstyle">
    <w:name w:val="tree_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labelnormalstyle">
    <w:name w:val="tree_labelnormalstyle"/>
    <w:basedOn w:val="Normal"/>
    <w:rsid w:val="009A383F"/>
    <w:pPr>
      <w:spacing w:before="60"/>
      <w:ind w:right="60"/>
    </w:pPr>
    <w:rPr>
      <w:rFonts w:ascii="Tahoma" w:hAnsi="Tahoma" w:cs="Tahoma"/>
      <w:color w:val="000000"/>
      <w:sz w:val="13"/>
      <w:szCs w:val="13"/>
    </w:rPr>
  </w:style>
  <w:style w:type="paragraph" w:customStyle="1" w:styleId="treenodeimagestyle">
    <w:name w:val="tree_nodeimag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labelhighlightstyle">
    <w:name w:val="tree_labelhighlightstyle"/>
    <w:basedOn w:val="Normal"/>
    <w:rsid w:val="009A383F"/>
    <w:pPr>
      <w:spacing w:before="60"/>
      <w:ind w:right="60"/>
    </w:pPr>
    <w:rPr>
      <w:rFonts w:ascii="Tahoma" w:hAnsi="Tahoma" w:cs="Tahoma"/>
      <w:b/>
      <w:bCs/>
      <w:color w:val="000000"/>
      <w:sz w:val="13"/>
      <w:szCs w:val="13"/>
    </w:rPr>
  </w:style>
  <w:style w:type="paragraph" w:customStyle="1" w:styleId="treelabelmouseoverstyle">
    <w:name w:val="tree_labelmouseoverstyle"/>
    <w:basedOn w:val="Normal"/>
    <w:rsid w:val="009A383F"/>
    <w:pPr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treelabeldragoverstyle">
    <w:name w:val="tree_labeldragoverstyle"/>
    <w:basedOn w:val="Normal"/>
    <w:rsid w:val="009A383F"/>
    <w:pPr>
      <w:shd w:val="clear" w:color="auto" w:fill="BBBBBB"/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treelinktextstyle">
    <w:name w:val="tree_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tdtreetabstyle">
    <w:name w:val="tree_tdtreetabstyle"/>
    <w:basedOn w:val="Normal"/>
    <w:rsid w:val="009A383F"/>
    <w:rPr>
      <w:rFonts w:ascii="Verdana" w:hAnsi="Verdana"/>
      <w:sz w:val="16"/>
      <w:szCs w:val="16"/>
    </w:rPr>
  </w:style>
  <w:style w:type="paragraph" w:customStyle="1" w:styleId="treetdtablestyle">
    <w:name w:val="tree_tdtablestyle"/>
    <w:basedOn w:val="Normal"/>
    <w:rsid w:val="009A383F"/>
    <w:rPr>
      <w:rFonts w:ascii="Verdana" w:hAnsi="Verdana"/>
      <w:sz w:val="16"/>
      <w:szCs w:val="16"/>
    </w:rPr>
  </w:style>
  <w:style w:type="paragraph" w:customStyle="1" w:styleId="treeheaderstyle">
    <w:name w:val="tree_headerstyle"/>
    <w:basedOn w:val="Normal"/>
    <w:rsid w:val="009A3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Verdana" w:hAnsi="Verdana"/>
      <w:sz w:val="16"/>
      <w:szCs w:val="16"/>
    </w:rPr>
  </w:style>
  <w:style w:type="paragraph" w:customStyle="1" w:styleId="contenttypesearch">
    <w:name w:val="contenttypesearch"/>
    <w:basedOn w:val="Normal"/>
    <w:rsid w:val="009A383F"/>
    <w:pPr>
      <w:shd w:val="clear" w:color="auto" w:fill="FEEFAC"/>
      <w:ind w:right="60"/>
    </w:pPr>
    <w:rPr>
      <w:rFonts w:ascii="Verdana" w:hAnsi="Verdana"/>
      <w:color w:val="7A93BB"/>
      <w:sz w:val="16"/>
      <w:szCs w:val="16"/>
    </w:rPr>
  </w:style>
  <w:style w:type="paragraph" w:customStyle="1" w:styleId="categorytitleexpanded">
    <w:name w:val="categorytitleexpanded"/>
    <w:basedOn w:val="Normal"/>
    <w:rsid w:val="009A383F"/>
    <w:pPr>
      <w:shd w:val="clear" w:color="auto" w:fill="FEEFAC"/>
      <w:spacing w:before="60"/>
      <w:ind w:right="60"/>
    </w:pPr>
    <w:rPr>
      <w:rFonts w:ascii="Arial" w:hAnsi="Arial" w:cs="Arial"/>
      <w:color w:val="7A93BB"/>
      <w:sz w:val="24"/>
      <w:szCs w:val="24"/>
    </w:rPr>
  </w:style>
  <w:style w:type="paragraph" w:customStyle="1" w:styleId="categorytitlecollapsed">
    <w:name w:val="categorytitlecollapsed"/>
    <w:basedOn w:val="Normal"/>
    <w:rsid w:val="009A383F"/>
    <w:pPr>
      <w:shd w:val="clear" w:color="auto" w:fill="FEEFAC"/>
      <w:spacing w:before="60"/>
      <w:ind w:right="60"/>
    </w:pPr>
    <w:rPr>
      <w:rFonts w:ascii="Arial" w:hAnsi="Arial" w:cs="Arial"/>
      <w:color w:val="7A93BB"/>
      <w:sz w:val="24"/>
      <w:szCs w:val="24"/>
    </w:rPr>
  </w:style>
  <w:style w:type="paragraph" w:customStyle="1" w:styleId="contentitemlistcollapsed">
    <w:name w:val="contentitemlistcollapsed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contentitem">
    <w:name w:val="contentitem"/>
    <w:basedOn w:val="Normal"/>
    <w:rsid w:val="009A383F"/>
    <w:pPr>
      <w:spacing w:before="60"/>
      <w:ind w:right="60"/>
    </w:pPr>
    <w:rPr>
      <w:rFonts w:ascii="Arial" w:hAnsi="Arial" w:cs="Arial"/>
      <w:color w:val="4E4E4E"/>
      <w:sz w:val="24"/>
      <w:szCs w:val="24"/>
    </w:rPr>
  </w:style>
  <w:style w:type="paragraph" w:customStyle="1" w:styleId="contentitemgrayed">
    <w:name w:val="contentitemgrayed"/>
    <w:basedOn w:val="Normal"/>
    <w:rsid w:val="009A383F"/>
    <w:pPr>
      <w:spacing w:before="60"/>
      <w:ind w:right="60"/>
    </w:pPr>
    <w:rPr>
      <w:rFonts w:ascii="Arial" w:hAnsi="Arial" w:cs="Arial"/>
      <w:color w:val="C6C6C6"/>
      <w:sz w:val="24"/>
      <w:szCs w:val="24"/>
    </w:rPr>
  </w:style>
  <w:style w:type="paragraph" w:customStyle="1" w:styleId="contentitemhover">
    <w:name w:val="contentitemhover"/>
    <w:basedOn w:val="Normal"/>
    <w:rsid w:val="009A383F"/>
    <w:pPr>
      <w:spacing w:before="60"/>
      <w:ind w:right="60"/>
    </w:pPr>
    <w:rPr>
      <w:rFonts w:ascii="Arial" w:hAnsi="Arial" w:cs="Arial"/>
      <w:color w:val="4E4E4E"/>
      <w:sz w:val="24"/>
      <w:szCs w:val="24"/>
    </w:rPr>
  </w:style>
  <w:style w:type="paragraph" w:customStyle="1" w:styleId="contentitemgrayedhover">
    <w:name w:val="contentitemgrayedhover"/>
    <w:basedOn w:val="Normal"/>
    <w:rsid w:val="009A383F"/>
    <w:pPr>
      <w:spacing w:before="60"/>
      <w:ind w:right="60"/>
    </w:pPr>
    <w:rPr>
      <w:rFonts w:ascii="Arial" w:hAnsi="Arial" w:cs="Arial"/>
      <w:color w:val="C6C6C6"/>
      <w:sz w:val="24"/>
      <w:szCs w:val="24"/>
    </w:rPr>
  </w:style>
  <w:style w:type="paragraph" w:customStyle="1" w:styleId="contentitemicon">
    <w:name w:val="contentitemicon"/>
    <w:basedOn w:val="Normal"/>
    <w:rsid w:val="009A383F"/>
    <w:pPr>
      <w:spacing w:before="60"/>
      <w:ind w:right="60"/>
      <w:textAlignment w:val="center"/>
    </w:pPr>
    <w:rPr>
      <w:rFonts w:ascii="Verdana" w:hAnsi="Verdana"/>
      <w:sz w:val="16"/>
      <w:szCs w:val="16"/>
    </w:rPr>
  </w:style>
  <w:style w:type="paragraph" w:customStyle="1" w:styleId="contextmenu">
    <w:name w:val="contextmenu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actionmainarea">
    <w:name w:val="actionmainarea"/>
    <w:basedOn w:val="Normal"/>
    <w:rsid w:val="009A383F"/>
    <w:pPr>
      <w:spacing w:before="48" w:after="48"/>
      <w:ind w:left="48" w:right="48"/>
    </w:pPr>
    <w:rPr>
      <w:rFonts w:ascii="Verdana" w:hAnsi="Verdana"/>
      <w:sz w:val="16"/>
      <w:szCs w:val="16"/>
    </w:rPr>
  </w:style>
  <w:style w:type="paragraph" w:customStyle="1" w:styleId="actionfooter">
    <w:name w:val="actionfooter"/>
    <w:basedOn w:val="Normal"/>
    <w:rsid w:val="009A383F"/>
    <w:pPr>
      <w:spacing w:before="48"/>
      <w:ind w:right="60"/>
    </w:pPr>
    <w:rPr>
      <w:rFonts w:ascii="Verdana" w:hAnsi="Verdana"/>
      <w:sz w:val="16"/>
      <w:szCs w:val="16"/>
    </w:rPr>
  </w:style>
  <w:style w:type="paragraph" w:customStyle="1" w:styleId="columnone">
    <w:name w:val="columnon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lumntwo">
    <w:name w:val="columntwo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tools">
    <w:name w:val="portlettools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ubheader">
    <w:name w:val="subhea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Header1">
    <w:name w:val="Header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ntent">
    <w:name w:val="conten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grouping">
    <w:name w:val="group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bordernone">
    <w:name w:val="bordernon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separator1">
    <w:name w:val="portlet-separator1"/>
    <w:basedOn w:val="Normal"/>
    <w:rsid w:val="009A383F"/>
    <w:pPr>
      <w:shd w:val="clear" w:color="auto" w:fill="999999"/>
      <w:spacing w:line="12" w:lineRule="atLeast"/>
    </w:pPr>
    <w:rPr>
      <w:rFonts w:ascii="Verdana" w:hAnsi="Verdana"/>
      <w:sz w:val="16"/>
      <w:szCs w:val="16"/>
    </w:rPr>
  </w:style>
  <w:style w:type="paragraph" w:customStyle="1" w:styleId="Web1">
    <w:name w:val="Обычный (Web)1"/>
    <w:basedOn w:val="Normal"/>
    <w:rsid w:val="009A383F"/>
    <w:pPr>
      <w:spacing w:before="60"/>
      <w:ind w:right="60"/>
    </w:pPr>
    <w:rPr>
      <w:rFonts w:ascii="Verdana" w:hAnsi="Verdana"/>
      <w:color w:val="FFFFFF"/>
      <w:sz w:val="27"/>
      <w:szCs w:val="27"/>
    </w:rPr>
  </w:style>
  <w:style w:type="paragraph" w:customStyle="1" w:styleId="wpsselectedpage1">
    <w:name w:val="wpsselectedpage1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EEFAC"/>
    </w:pPr>
    <w:rPr>
      <w:rFonts w:ascii="san-serif" w:hAnsi="san-serif"/>
      <w:color w:val="B00000"/>
      <w:sz w:val="13"/>
      <w:szCs w:val="13"/>
    </w:rPr>
  </w:style>
  <w:style w:type="paragraph" w:customStyle="1" w:styleId="wpsunselectedpage1">
    <w:name w:val="wpsunselectedpage1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EEFAC"/>
    </w:pPr>
    <w:rPr>
      <w:rFonts w:ascii="san-serif" w:hAnsi="san-serif"/>
      <w:b/>
      <w:bCs/>
      <w:color w:val="B00000"/>
      <w:sz w:val="13"/>
      <w:szCs w:val="13"/>
    </w:rPr>
  </w:style>
  <w:style w:type="paragraph" w:customStyle="1" w:styleId="wpsnavlevel11">
    <w:name w:val="wpsnavlevel11"/>
    <w:basedOn w:val="Normal"/>
    <w:rsid w:val="009A383F"/>
    <w:pPr>
      <w:shd w:val="clear" w:color="auto" w:fill="B00000"/>
      <w:spacing w:before="60"/>
      <w:ind w:right="60"/>
    </w:pPr>
    <w:rPr>
      <w:rFonts w:ascii="Verdana" w:hAnsi="Verdana"/>
      <w:b/>
      <w:bCs/>
      <w:color w:val="FFE897"/>
      <w:sz w:val="13"/>
      <w:szCs w:val="13"/>
    </w:rPr>
  </w:style>
  <w:style w:type="paragraph" w:customStyle="1" w:styleId="110">
    <w:name w:val="Заголовок 11"/>
    <w:basedOn w:val="Normal"/>
    <w:rsid w:val="009A383F"/>
    <w:pPr>
      <w:outlineLvl w:val="1"/>
    </w:pPr>
    <w:rPr>
      <w:rFonts w:ascii="Arial Unicode MS" w:hAnsi="Arial Unicode MS"/>
      <w:b/>
      <w:bCs/>
      <w:kern w:val="36"/>
      <w:sz w:val="48"/>
      <w:szCs w:val="48"/>
    </w:rPr>
  </w:style>
  <w:style w:type="paragraph" w:customStyle="1" w:styleId="210">
    <w:name w:val="Заголовок 21"/>
    <w:basedOn w:val="Normal"/>
    <w:rsid w:val="009A383F"/>
    <w:pPr>
      <w:outlineLvl w:val="2"/>
    </w:pPr>
    <w:rPr>
      <w:rFonts w:ascii="Arial Unicode MS" w:hAnsi="Arial Unicode MS"/>
      <w:b/>
      <w:bCs/>
      <w:sz w:val="36"/>
      <w:szCs w:val="36"/>
    </w:rPr>
  </w:style>
  <w:style w:type="paragraph" w:customStyle="1" w:styleId="310">
    <w:name w:val="Заголовок 31"/>
    <w:basedOn w:val="Normal"/>
    <w:rsid w:val="009A383F"/>
    <w:pPr>
      <w:outlineLvl w:val="3"/>
    </w:pPr>
    <w:rPr>
      <w:rFonts w:ascii="Arial Unicode MS" w:hAnsi="Arial Unicode MS"/>
      <w:b/>
      <w:bCs/>
      <w:sz w:val="27"/>
      <w:szCs w:val="27"/>
    </w:rPr>
  </w:style>
  <w:style w:type="paragraph" w:customStyle="1" w:styleId="41">
    <w:name w:val="Заголовок 41"/>
    <w:basedOn w:val="Normal"/>
    <w:rsid w:val="009A383F"/>
    <w:pPr>
      <w:outlineLvl w:val="4"/>
    </w:pPr>
    <w:rPr>
      <w:rFonts w:ascii="Arial Unicode MS" w:hAnsi="Arial Unicode MS"/>
      <w:b/>
      <w:bCs/>
      <w:sz w:val="24"/>
      <w:szCs w:val="24"/>
    </w:rPr>
  </w:style>
  <w:style w:type="paragraph" w:customStyle="1" w:styleId="51">
    <w:name w:val="Заголовок 51"/>
    <w:basedOn w:val="Normal"/>
    <w:rsid w:val="009A383F"/>
    <w:pPr>
      <w:outlineLvl w:val="5"/>
    </w:pPr>
    <w:rPr>
      <w:rFonts w:ascii="Arial Unicode MS" w:hAnsi="Arial Unicode MS"/>
      <w:b/>
      <w:bCs/>
    </w:rPr>
  </w:style>
  <w:style w:type="paragraph" w:customStyle="1" w:styleId="61">
    <w:name w:val="Заголовок 61"/>
    <w:basedOn w:val="Normal"/>
    <w:rsid w:val="009A383F"/>
    <w:pPr>
      <w:outlineLvl w:val="6"/>
    </w:pPr>
    <w:rPr>
      <w:rFonts w:ascii="Arial Unicode MS" w:hAnsi="Arial Unicode MS"/>
      <w:b/>
      <w:bCs/>
      <w:sz w:val="15"/>
      <w:szCs w:val="15"/>
    </w:rPr>
  </w:style>
  <w:style w:type="paragraph" w:customStyle="1" w:styleId="42">
    <w:name w:val="Заголовок 42"/>
    <w:basedOn w:val="Normal"/>
    <w:rsid w:val="009A383F"/>
    <w:pPr>
      <w:spacing w:before="100" w:beforeAutospacing="1" w:after="100" w:afterAutospacing="1"/>
      <w:ind w:left="72"/>
      <w:outlineLvl w:val="4"/>
    </w:pPr>
    <w:rPr>
      <w:rFonts w:ascii="Arial Unicode MS" w:hAnsi="Arial Unicode MS"/>
      <w:b/>
      <w:bCs/>
      <w:sz w:val="24"/>
      <w:szCs w:val="24"/>
    </w:rPr>
  </w:style>
  <w:style w:type="paragraph" w:customStyle="1" w:styleId="52">
    <w:name w:val="Заголовок 52"/>
    <w:basedOn w:val="Normal"/>
    <w:rsid w:val="009A383F"/>
    <w:pPr>
      <w:spacing w:after="100" w:afterAutospacing="1"/>
      <w:outlineLvl w:val="5"/>
    </w:pPr>
    <w:rPr>
      <w:rFonts w:ascii="Arial Unicode MS" w:hAnsi="Arial Unicode MS"/>
      <w:b/>
      <w:bCs/>
    </w:rPr>
  </w:style>
  <w:style w:type="paragraph" w:customStyle="1" w:styleId="Web2">
    <w:name w:val="Обычный (Web)2"/>
    <w:basedOn w:val="Normal"/>
    <w:rsid w:val="009A383F"/>
    <w:rPr>
      <w:rFonts w:ascii="Verdana" w:hAnsi="Verdana"/>
      <w:sz w:val="16"/>
      <w:szCs w:val="16"/>
    </w:rPr>
  </w:style>
  <w:style w:type="paragraph" w:customStyle="1" w:styleId="220">
    <w:name w:val="Заголовок 22"/>
    <w:basedOn w:val="Normal"/>
    <w:rsid w:val="009A383F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1C66C1"/>
      <w:sz w:val="48"/>
      <w:szCs w:val="48"/>
    </w:rPr>
  </w:style>
  <w:style w:type="paragraph" w:customStyle="1" w:styleId="62">
    <w:name w:val="Заголовок 62"/>
    <w:basedOn w:val="Normal"/>
    <w:rsid w:val="009A383F"/>
    <w:pPr>
      <w:spacing w:before="100" w:beforeAutospacing="1" w:after="100" w:afterAutospacing="1"/>
      <w:ind w:right="60"/>
      <w:outlineLvl w:val="6"/>
    </w:pPr>
    <w:rPr>
      <w:rFonts w:ascii="Verdana" w:hAnsi="Verdana"/>
      <w:b/>
      <w:bCs/>
      <w:color w:val="888888"/>
      <w:sz w:val="24"/>
      <w:szCs w:val="24"/>
    </w:rPr>
  </w:style>
  <w:style w:type="paragraph" w:customStyle="1" w:styleId="columnone1">
    <w:name w:val="columnone1"/>
    <w:basedOn w:val="Normal"/>
    <w:rsid w:val="009A383F"/>
    <w:pPr>
      <w:spacing w:before="240"/>
      <w:ind w:right="60"/>
    </w:pPr>
    <w:rPr>
      <w:rFonts w:ascii="Verdana" w:hAnsi="Verdana"/>
      <w:sz w:val="16"/>
      <w:szCs w:val="16"/>
    </w:rPr>
  </w:style>
  <w:style w:type="paragraph" w:customStyle="1" w:styleId="43">
    <w:name w:val="Заголовок 43"/>
    <w:basedOn w:val="Normal"/>
    <w:rsid w:val="009A383F"/>
    <w:pPr>
      <w:spacing w:after="24"/>
      <w:outlineLvl w:val="4"/>
    </w:pPr>
    <w:rPr>
      <w:rFonts w:ascii="Arial" w:hAnsi="Arial" w:cs="Arial"/>
      <w:b/>
      <w:bCs/>
      <w:color w:val="1C66C1"/>
      <w:sz w:val="36"/>
      <w:szCs w:val="36"/>
    </w:rPr>
  </w:style>
  <w:style w:type="paragraph" w:customStyle="1" w:styleId="Web3">
    <w:name w:val="Обычный (Web)3"/>
    <w:basedOn w:val="Normal"/>
    <w:rsid w:val="009A383F"/>
    <w:pPr>
      <w:spacing w:after="180"/>
    </w:pPr>
    <w:rPr>
      <w:rFonts w:ascii="Verdana" w:hAnsi="Verdana"/>
      <w:color w:val="888888"/>
      <w:sz w:val="24"/>
      <w:szCs w:val="24"/>
    </w:rPr>
  </w:style>
  <w:style w:type="paragraph" w:customStyle="1" w:styleId="grouping1">
    <w:name w:val="grouping1"/>
    <w:basedOn w:val="Normal"/>
    <w:rsid w:val="009A383F"/>
    <w:pPr>
      <w:spacing w:after="180"/>
    </w:pPr>
    <w:rPr>
      <w:rFonts w:ascii="Verdana" w:hAnsi="Verdana"/>
      <w:color w:val="888888"/>
      <w:sz w:val="24"/>
      <w:szCs w:val="24"/>
    </w:rPr>
  </w:style>
  <w:style w:type="paragraph" w:customStyle="1" w:styleId="columntwo1">
    <w:name w:val="columntwo1"/>
    <w:basedOn w:val="Normal"/>
    <w:rsid w:val="009A383F"/>
    <w:pPr>
      <w:spacing w:before="240"/>
    </w:pPr>
    <w:rPr>
      <w:rFonts w:ascii="Verdana" w:hAnsi="Verdana"/>
      <w:sz w:val="16"/>
      <w:szCs w:val="16"/>
    </w:rPr>
  </w:style>
  <w:style w:type="paragraph" w:customStyle="1" w:styleId="44">
    <w:name w:val="Заголовок 44"/>
    <w:basedOn w:val="Normal"/>
    <w:rsid w:val="009A383F"/>
    <w:pPr>
      <w:spacing w:after="24"/>
      <w:outlineLvl w:val="4"/>
    </w:pPr>
    <w:rPr>
      <w:rFonts w:ascii="Arial" w:hAnsi="Arial" w:cs="Arial"/>
      <w:b/>
      <w:bCs/>
      <w:color w:val="1C66C1"/>
      <w:sz w:val="36"/>
      <w:szCs w:val="36"/>
    </w:rPr>
  </w:style>
  <w:style w:type="paragraph" w:customStyle="1" w:styleId="Web4">
    <w:name w:val="Обычный (Web)4"/>
    <w:basedOn w:val="Normal"/>
    <w:rsid w:val="009A383F"/>
    <w:pPr>
      <w:spacing w:after="180"/>
      <w:ind w:right="60"/>
    </w:pPr>
    <w:rPr>
      <w:rFonts w:ascii="Verdana" w:hAnsi="Verdana"/>
      <w:color w:val="888888"/>
      <w:sz w:val="24"/>
      <w:szCs w:val="24"/>
    </w:rPr>
  </w:style>
  <w:style w:type="paragraph" w:customStyle="1" w:styleId="grouping2">
    <w:name w:val="grouping2"/>
    <w:basedOn w:val="Normal"/>
    <w:rsid w:val="009A383F"/>
    <w:pPr>
      <w:shd w:val="clear" w:color="auto" w:fill="FFFFFF"/>
      <w:ind w:left="60" w:right="60"/>
    </w:pPr>
    <w:rPr>
      <w:rFonts w:ascii="Verdana" w:hAnsi="Verdana"/>
      <w:color w:val="888888"/>
      <w:sz w:val="24"/>
      <w:szCs w:val="24"/>
    </w:rPr>
  </w:style>
  <w:style w:type="paragraph" w:customStyle="1" w:styleId="45">
    <w:name w:val="Заголовок 45"/>
    <w:basedOn w:val="Normal"/>
    <w:rsid w:val="009A383F"/>
    <w:pPr>
      <w:spacing w:after="60"/>
      <w:outlineLvl w:val="4"/>
    </w:pPr>
    <w:rPr>
      <w:rFonts w:ascii="Helvetica" w:hAnsi="Helvetica"/>
      <w:b/>
      <w:bCs/>
      <w:sz w:val="27"/>
      <w:szCs w:val="27"/>
    </w:rPr>
  </w:style>
  <w:style w:type="paragraph" w:customStyle="1" w:styleId="portlettools1">
    <w:name w:val="portlettools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subheader1">
    <w:name w:val="subheader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230">
    <w:name w:val="Заголовок 23"/>
    <w:basedOn w:val="Normal"/>
    <w:rsid w:val="009A383F"/>
    <w:pPr>
      <w:spacing w:before="100" w:beforeAutospacing="1" w:after="100" w:afterAutospacing="1"/>
      <w:outlineLvl w:val="2"/>
    </w:pPr>
    <w:rPr>
      <w:rFonts w:ascii="Arial Unicode MS" w:hAnsi="Arial Unicode MS"/>
      <w:b/>
      <w:bCs/>
      <w:color w:val="2871CB"/>
      <w:sz w:val="36"/>
      <w:szCs w:val="36"/>
    </w:rPr>
  </w:style>
  <w:style w:type="paragraph" w:customStyle="1" w:styleId="53">
    <w:name w:val="Заголовок 53"/>
    <w:basedOn w:val="Normal"/>
    <w:rsid w:val="009A383F"/>
    <w:pPr>
      <w:spacing w:before="100" w:beforeAutospacing="1" w:after="100" w:afterAutospacing="1"/>
      <w:outlineLvl w:val="5"/>
    </w:pPr>
    <w:rPr>
      <w:rFonts w:ascii="Arial Unicode MS" w:hAnsi="Arial Unicode MS"/>
      <w:b/>
      <w:bCs/>
      <w:color w:val="898989"/>
    </w:rPr>
  </w:style>
  <w:style w:type="paragraph" w:customStyle="1" w:styleId="header10">
    <w:name w:val="header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subheader2">
    <w:name w:val="subheader2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content1">
    <w:name w:val="content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63">
    <w:name w:val="Заголовок 63"/>
    <w:basedOn w:val="Normal"/>
    <w:rsid w:val="009A383F"/>
    <w:pPr>
      <w:ind w:left="360" w:right="18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customStyle="1" w:styleId="46">
    <w:name w:val="Заголовок 46"/>
    <w:basedOn w:val="Normal"/>
    <w:rsid w:val="009A383F"/>
    <w:pPr>
      <w:spacing w:before="100" w:beforeAutospacing="1" w:after="100" w:afterAutospacing="1"/>
      <w:outlineLvl w:val="4"/>
    </w:pPr>
    <w:rPr>
      <w:rFonts w:ascii="Arial Unicode MS" w:hAnsi="Arial Unicode MS"/>
      <w:b/>
      <w:bCs/>
      <w:color w:val="77A1ED"/>
      <w:sz w:val="24"/>
      <w:szCs w:val="24"/>
    </w:rPr>
  </w:style>
  <w:style w:type="paragraph" w:customStyle="1" w:styleId="Web5">
    <w:name w:val="Обычный (Web)5"/>
    <w:basedOn w:val="Normal"/>
    <w:rsid w:val="009A383F"/>
    <w:rPr>
      <w:rFonts w:ascii="Verdana" w:hAnsi="Verdana"/>
      <w:color w:val="404040"/>
    </w:rPr>
  </w:style>
  <w:style w:type="character" w:customStyle="1" w:styleId="1a">
    <w:name w:val="Выделение1"/>
    <w:rsid w:val="009A383F"/>
    <w:rPr>
      <w:b/>
      <w:bCs/>
      <w:i w:val="0"/>
      <w:iCs w:val="0"/>
      <w:color w:val="8A59A6"/>
    </w:rPr>
  </w:style>
  <w:style w:type="character" w:customStyle="1" w:styleId="1b">
    <w:name w:val="Строгий1"/>
    <w:rsid w:val="009A383F"/>
    <w:rPr>
      <w:b/>
      <w:bCs/>
      <w:color w:val="FF0000"/>
    </w:rPr>
  </w:style>
  <w:style w:type="paragraph" w:customStyle="1" w:styleId="portlet-form-field-label1">
    <w:name w:val="portlet-form-field-label1"/>
    <w:basedOn w:val="Normal"/>
    <w:rsid w:val="009A383F"/>
    <w:pPr>
      <w:shd w:val="clear" w:color="auto" w:fill="ECECEC"/>
      <w:spacing w:before="60" w:after="60"/>
      <w:jc w:val="right"/>
      <w:textAlignment w:val="top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54">
    <w:name w:val="Заголовок 54"/>
    <w:basedOn w:val="Normal"/>
    <w:rsid w:val="009A383F"/>
    <w:pPr>
      <w:pBdr>
        <w:top w:val="single" w:sz="4" w:space="0" w:color="FEEFAC"/>
        <w:left w:val="single" w:sz="4" w:space="0" w:color="FEEFAC"/>
        <w:bottom w:val="single" w:sz="4" w:space="0" w:color="FEEFAC"/>
        <w:right w:val="single" w:sz="2" w:space="0" w:color="FEEFAC"/>
      </w:pBdr>
      <w:shd w:val="clear" w:color="auto" w:fill="FEEFAC"/>
      <w:outlineLvl w:val="5"/>
    </w:pPr>
    <w:rPr>
      <w:rFonts w:ascii="Arial Unicode MS" w:hAnsi="Arial Unicode MS"/>
      <w:b/>
      <w:bCs/>
      <w:color w:val="FFFFFF"/>
      <w:sz w:val="48"/>
      <w:szCs w:val="48"/>
    </w:rPr>
  </w:style>
  <w:style w:type="table" w:styleId="TableGrid">
    <w:name w:val="Table Grid"/>
    <w:basedOn w:val="TableNormal"/>
    <w:rsid w:val="009A3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2">
    <w:name w:val="Table Simple 2"/>
    <w:basedOn w:val="TableNormal"/>
    <w:rsid w:val="009A383F"/>
    <w:pPr>
      <w:overflowPunct w:val="0"/>
      <w:autoSpaceDE w:val="0"/>
      <w:autoSpaceDN w:val="0"/>
      <w:adjustRightInd w:val="0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f3">
    <w:name w:val="МЕРОПР Знак Знак"/>
    <w:rsid w:val="009A383F"/>
    <w:rPr>
      <w:rFonts w:ascii="Courier New" w:hAnsi="Courier New" w:cs="Courier New"/>
      <w:spacing w:val="-20"/>
      <w:sz w:val="26"/>
      <w:szCs w:val="26"/>
      <w:lang w:val="ru-RU" w:eastAsia="ru-RU" w:bidi="ar-SA"/>
    </w:rPr>
  </w:style>
  <w:style w:type="character" w:customStyle="1" w:styleId="FontStyle11">
    <w:name w:val="Font Style11"/>
    <w:rsid w:val="009A383F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9A383F"/>
    <w:rPr>
      <w:rFonts w:ascii="Times New Roman" w:hAnsi="Times New Roman" w:cs="Times New Roman"/>
      <w:sz w:val="26"/>
      <w:szCs w:val="26"/>
    </w:rPr>
  </w:style>
  <w:style w:type="paragraph" w:customStyle="1" w:styleId="af4">
    <w:name w:val="Знак Знак Знак Знак Знак Знак Знак Знак Знак Знак"/>
    <w:basedOn w:val="Normal"/>
    <w:rsid w:val="009A383F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TableGrid1">
    <w:name w:val="Table Grid 1"/>
    <w:basedOn w:val="Table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Courier New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ourier New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reet-address">
    <w:name w:val="street-address"/>
    <w:rsid w:val="009A383F"/>
  </w:style>
  <w:style w:type="character" w:customStyle="1" w:styleId="tendersubject2">
    <w:name w:val="tendersubject2"/>
    <w:rsid w:val="009A383F"/>
    <w:rPr>
      <w:b/>
      <w:bCs/>
      <w:color w:val="0000FF"/>
      <w:sz w:val="20"/>
      <w:szCs w:val="20"/>
    </w:rPr>
  </w:style>
  <w:style w:type="character" w:customStyle="1" w:styleId="Normal0">
    <w:name w:val="Normal Знак"/>
    <w:locked/>
    <w:rsid w:val="009A383F"/>
    <w:rPr>
      <w:rFonts w:cs="Times New Roman"/>
      <w:sz w:val="28"/>
      <w:lang w:val="ru-RU" w:eastAsia="ru-RU" w:bidi="ar-SA"/>
    </w:rPr>
  </w:style>
  <w:style w:type="paragraph" w:customStyle="1" w:styleId="bodytext20">
    <w:name w:val="bodytext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field-value-title">
    <w:name w:val="field-value-title"/>
    <w:rsid w:val="009A383F"/>
  </w:style>
  <w:style w:type="table" w:styleId="Table3Deffects1">
    <w:name w:val="Table 3D effects 1"/>
    <w:basedOn w:val="TableNormal"/>
    <w:rsid w:val="009A383F"/>
    <w:pPr>
      <w:widowControl w:val="0"/>
      <w:autoSpaceDE w:val="0"/>
      <w:autoSpaceDN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pple-style-span">
    <w:name w:val="apple-style-span"/>
    <w:rsid w:val="009A383F"/>
  </w:style>
  <w:style w:type="character" w:customStyle="1" w:styleId="b-addresstext">
    <w:name w:val="b-address__text"/>
    <w:rsid w:val="009A383F"/>
  </w:style>
  <w:style w:type="paragraph" w:customStyle="1" w:styleId="1c">
    <w:name w:val="Без интервала1"/>
    <w:qFormat/>
    <w:rsid w:val="009A383F"/>
    <w:rPr>
      <w:rFonts w:ascii="Calibri" w:eastAsia="Calibri" w:hAnsi="Calibri"/>
      <w:sz w:val="22"/>
      <w:szCs w:val="22"/>
      <w:lang w:val="ru-RU"/>
    </w:rPr>
  </w:style>
  <w:style w:type="paragraph" w:customStyle="1" w:styleId="af5">
    <w:name w:val="Содержимое таблицы"/>
    <w:basedOn w:val="Normal"/>
    <w:rsid w:val="009A383F"/>
    <w:pPr>
      <w:widowControl w:val="0"/>
      <w:suppressLineNumbers/>
      <w:suppressAutoHyphens/>
    </w:pPr>
    <w:rPr>
      <w:rFonts w:ascii="Courier New" w:hAnsi="Courier New" w:cs="Courier New"/>
      <w:kern w:val="1"/>
      <w:sz w:val="24"/>
      <w:szCs w:val="24"/>
    </w:rPr>
  </w:style>
  <w:style w:type="paragraph" w:customStyle="1" w:styleId="Iniiaiieoaeno3">
    <w:name w:val="Iniiaiie oaeno 3"/>
    <w:basedOn w:val="Iauiue"/>
    <w:rsid w:val="009A383F"/>
    <w:pPr>
      <w:spacing w:before="0" w:after="0"/>
      <w:jc w:val="center"/>
    </w:pPr>
    <w:rPr>
      <w:b/>
      <w:sz w:val="28"/>
    </w:rPr>
  </w:style>
  <w:style w:type="character" w:customStyle="1" w:styleId="FontStyle15">
    <w:name w:val="Font Style15"/>
    <w:rsid w:val="009A383F"/>
    <w:rPr>
      <w:rFonts w:ascii="Century Schoolbook" w:hAnsi="Century Schoolbook" w:cs="Century Schoolbook"/>
      <w:sz w:val="20"/>
      <w:szCs w:val="20"/>
    </w:rPr>
  </w:style>
  <w:style w:type="character" w:customStyle="1" w:styleId="text3">
    <w:name w:val="text3"/>
    <w:rsid w:val="009A383F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Body-bper">
    <w:name w:val="Body-bper"/>
    <w:basedOn w:val="Normal"/>
    <w:rsid w:val="009A383F"/>
    <w:rPr>
      <w:szCs w:val="22"/>
    </w:rPr>
  </w:style>
  <w:style w:type="paragraph" w:customStyle="1" w:styleId="ListParagraph1">
    <w:name w:val="List Paragraph1"/>
    <w:basedOn w:val="Normal"/>
    <w:rsid w:val="009A383F"/>
    <w:pPr>
      <w:ind w:left="720"/>
      <w:contextualSpacing/>
    </w:pPr>
    <w:rPr>
      <w:rFonts w:eastAsia="Calibri"/>
      <w:sz w:val="24"/>
      <w:szCs w:val="24"/>
    </w:rPr>
  </w:style>
  <w:style w:type="character" w:customStyle="1" w:styleId="style31">
    <w:name w:val="style31"/>
    <w:rsid w:val="009A383F"/>
    <w:rPr>
      <w:rFonts w:cs="Times New Roman"/>
      <w:color w:val="FFFFFF"/>
      <w:sz w:val="36"/>
      <w:szCs w:val="36"/>
    </w:rPr>
  </w:style>
  <w:style w:type="character" w:customStyle="1" w:styleId="style1041">
    <w:name w:val="style1041"/>
    <w:rsid w:val="009A383F"/>
    <w:rPr>
      <w:rFonts w:cs="Times New Roman"/>
      <w:b/>
      <w:bCs/>
      <w:color w:val="FFFFFF"/>
      <w:sz w:val="28"/>
      <w:szCs w:val="28"/>
    </w:rPr>
  </w:style>
  <w:style w:type="character" w:customStyle="1" w:styleId="h1">
    <w:name w:val="h1"/>
    <w:rsid w:val="009A383F"/>
    <w:rPr>
      <w:rFonts w:ascii="Times" w:hAnsi="Times" w:cs="Times" w:hint="default"/>
      <w:color w:val="312A0A"/>
      <w:sz w:val="21"/>
      <w:szCs w:val="21"/>
    </w:rPr>
  </w:style>
  <w:style w:type="character" w:customStyle="1" w:styleId="FontStyle30">
    <w:name w:val="Font Style30"/>
    <w:rsid w:val="009A383F"/>
    <w:rPr>
      <w:rFonts w:ascii="Times New Roman" w:hAnsi="Times New Roman" w:cs="Times New Roman"/>
      <w:color w:val="000000"/>
      <w:sz w:val="26"/>
      <w:szCs w:val="26"/>
    </w:rPr>
  </w:style>
  <w:style w:type="character" w:customStyle="1" w:styleId="namem">
    <w:name w:val="namem"/>
    <w:rsid w:val="009A383F"/>
  </w:style>
  <w:style w:type="paragraph" w:customStyle="1" w:styleId="Style3">
    <w:name w:val="Style3"/>
    <w:basedOn w:val="Normal"/>
    <w:rsid w:val="009A383F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entury Schoolbook" w:hAnsi="Century Schoolbook"/>
      <w:sz w:val="24"/>
      <w:szCs w:val="24"/>
      <w:lang w:val="en-US"/>
    </w:rPr>
  </w:style>
  <w:style w:type="character" w:customStyle="1" w:styleId="apple-converted-space">
    <w:name w:val="apple-converted-space"/>
    <w:rsid w:val="009A383F"/>
    <w:rPr>
      <w:rFonts w:cs="Times New Roman"/>
    </w:rPr>
  </w:style>
  <w:style w:type="paragraph" w:customStyle="1" w:styleId="Style12">
    <w:name w:val="Style12"/>
    <w:basedOn w:val="Normal"/>
    <w:rsid w:val="009A383F"/>
    <w:pPr>
      <w:widowControl w:val="0"/>
      <w:autoSpaceDE w:val="0"/>
      <w:autoSpaceDN w:val="0"/>
      <w:adjustRightInd w:val="0"/>
      <w:spacing w:line="331" w:lineRule="exact"/>
    </w:pPr>
    <w:rPr>
      <w:rFonts w:eastAsia="Calibri"/>
      <w:sz w:val="24"/>
      <w:szCs w:val="24"/>
    </w:rPr>
  </w:style>
  <w:style w:type="character" w:customStyle="1" w:styleId="textdoc">
    <w:name w:val="textdoc"/>
    <w:rsid w:val="009A383F"/>
  </w:style>
  <w:style w:type="paragraph" w:customStyle="1" w:styleId="style13261856380000000707msonormal">
    <w:name w:val="style_13261856380000000707msonormal"/>
    <w:basedOn w:val="Normal"/>
    <w:rsid w:val="009A383F"/>
    <w:pPr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BodyTextIndent31">
    <w:name w:val="Body Text Indent 31"/>
    <w:rsid w:val="009A383F"/>
    <w:pPr>
      <w:widowControl w:val="0"/>
      <w:suppressAutoHyphens/>
      <w:spacing w:after="120" w:line="276" w:lineRule="auto"/>
      <w:ind w:left="283"/>
    </w:pPr>
    <w:rPr>
      <w:rFonts w:ascii="Calibri" w:eastAsia="DejaVu LGC Sans" w:hAnsi="Calibri" w:cs="font274"/>
      <w:kern w:val="1"/>
      <w:sz w:val="16"/>
      <w:szCs w:val="16"/>
      <w:lang w:val="ru-RU" w:eastAsia="ar-SA"/>
    </w:rPr>
  </w:style>
  <w:style w:type="paragraph" w:customStyle="1" w:styleId="caaieiaie4">
    <w:name w:val="caaieiaie 4"/>
    <w:basedOn w:val="Iauiue"/>
    <w:next w:val="Iauiue"/>
    <w:rsid w:val="009A383F"/>
    <w:pPr>
      <w:keepNext/>
      <w:spacing w:before="0" w:after="0"/>
      <w:jc w:val="both"/>
    </w:pPr>
    <w:rPr>
      <w:rFonts w:ascii="Arial" w:hAnsi="Arial"/>
      <w:b/>
      <w:i/>
      <w:sz w:val="18"/>
    </w:rPr>
  </w:style>
  <w:style w:type="paragraph" w:customStyle="1" w:styleId="caaieiaie3">
    <w:name w:val="caaieiaie 3"/>
    <w:basedOn w:val="Iauiue"/>
    <w:next w:val="Iauiue"/>
    <w:rsid w:val="009A383F"/>
    <w:pPr>
      <w:keepNext/>
      <w:spacing w:before="0" w:after="0"/>
      <w:jc w:val="both"/>
    </w:pPr>
    <w:rPr>
      <w:b/>
    </w:rPr>
  </w:style>
  <w:style w:type="paragraph" w:customStyle="1" w:styleId="caaieiaie5">
    <w:name w:val="caaieiaie 5"/>
    <w:basedOn w:val="Iauiue"/>
    <w:next w:val="Iauiue"/>
    <w:rsid w:val="009A383F"/>
    <w:pPr>
      <w:keepNext/>
      <w:spacing w:before="0" w:after="0"/>
      <w:jc w:val="center"/>
    </w:pPr>
    <w:rPr>
      <w:b/>
      <w:sz w:val="48"/>
    </w:rPr>
  </w:style>
  <w:style w:type="paragraph" w:customStyle="1" w:styleId="Iniiaiieoaenonionooiii3">
    <w:name w:val="Iniiaiie oaeno n ionooiii 3"/>
    <w:basedOn w:val="Iauiue"/>
    <w:rsid w:val="009A383F"/>
    <w:pPr>
      <w:spacing w:before="0" w:after="0"/>
      <w:ind w:firstLine="567"/>
      <w:jc w:val="both"/>
    </w:pPr>
    <w:rPr>
      <w:rFonts w:ascii="Arial" w:hAnsi="Arial"/>
      <w:sz w:val="18"/>
    </w:rPr>
  </w:style>
  <w:style w:type="paragraph" w:customStyle="1" w:styleId="Ieaaonoaea">
    <w:name w:val="I?eaaonoaea"/>
    <w:basedOn w:val="Iauiue"/>
    <w:rsid w:val="009A383F"/>
    <w:pPr>
      <w:spacing w:before="0" w:after="0"/>
      <w:jc w:val="both"/>
    </w:pPr>
    <w:rPr>
      <w:rFonts w:ascii="Arial" w:hAnsi="Arial"/>
      <w:sz w:val="18"/>
    </w:rPr>
  </w:style>
  <w:style w:type="paragraph" w:customStyle="1" w:styleId="Iiacaaieiaie">
    <w:name w:val="Iiacaaieiaie"/>
    <w:basedOn w:val="Iauiue"/>
    <w:rsid w:val="009A383F"/>
    <w:pPr>
      <w:spacing w:before="0" w:after="0"/>
      <w:jc w:val="center"/>
    </w:pPr>
    <w:rPr>
      <w:rFonts w:ascii="Arial" w:hAnsi="Arial"/>
      <w:b/>
      <w:sz w:val="18"/>
    </w:rPr>
  </w:style>
  <w:style w:type="paragraph" w:customStyle="1" w:styleId="Iniiaiieoaeno2">
    <w:name w:val="Iniiaiie oaeno 2"/>
    <w:basedOn w:val="Iauiue"/>
    <w:rsid w:val="009A383F"/>
    <w:pPr>
      <w:spacing w:before="0" w:after="0"/>
      <w:ind w:firstLine="567"/>
    </w:pPr>
    <w:rPr>
      <w:sz w:val="28"/>
    </w:rPr>
  </w:style>
  <w:style w:type="paragraph" w:customStyle="1" w:styleId="Iniiaiieoaenonionooiii2">
    <w:name w:val="Iniiaiie oaeno n ionooiii 2"/>
    <w:basedOn w:val="Iauiue"/>
    <w:rsid w:val="009A383F"/>
    <w:pPr>
      <w:spacing w:before="60" w:after="60"/>
      <w:ind w:firstLine="709"/>
      <w:jc w:val="both"/>
    </w:pPr>
    <w:rPr>
      <w:rFonts w:ascii="Arial" w:hAnsi="Arial"/>
      <w:b/>
      <w:sz w:val="28"/>
    </w:rPr>
  </w:style>
  <w:style w:type="paragraph" w:customStyle="1" w:styleId="H3">
    <w:name w:val="H3"/>
    <w:basedOn w:val="Iauiue"/>
    <w:next w:val="Iauiue"/>
    <w:rsid w:val="009A383F"/>
    <w:pPr>
      <w:keepNext/>
    </w:pPr>
    <w:rPr>
      <w:b/>
      <w:sz w:val="28"/>
    </w:rPr>
  </w:style>
  <w:style w:type="paragraph" w:customStyle="1" w:styleId="H6">
    <w:name w:val="H6"/>
    <w:basedOn w:val="Iauiue"/>
    <w:next w:val="Iauiue"/>
    <w:rsid w:val="009A383F"/>
    <w:pPr>
      <w:keepNext/>
    </w:pPr>
    <w:rPr>
      <w:b/>
      <w:sz w:val="16"/>
    </w:rPr>
  </w:style>
  <w:style w:type="paragraph" w:customStyle="1" w:styleId="Oaeno">
    <w:name w:val="Oaeno"/>
    <w:basedOn w:val="Iauiue"/>
    <w:rsid w:val="009A383F"/>
    <w:pPr>
      <w:spacing w:before="0" w:after="0"/>
    </w:pPr>
    <w:rPr>
      <w:rFonts w:ascii="Courier New" w:hAnsi="Courier New"/>
      <w:sz w:val="20"/>
    </w:rPr>
  </w:style>
  <w:style w:type="character" w:customStyle="1" w:styleId="Auaaeaiea">
    <w:name w:val="Auaaeaiea"/>
    <w:rsid w:val="009A383F"/>
    <w:rPr>
      <w:i/>
    </w:rPr>
  </w:style>
  <w:style w:type="paragraph" w:customStyle="1" w:styleId="H5">
    <w:name w:val="H5"/>
    <w:basedOn w:val="Iauiue"/>
    <w:next w:val="Iauiue"/>
    <w:rsid w:val="009A383F"/>
    <w:pPr>
      <w:keepNext/>
    </w:pPr>
    <w:rPr>
      <w:b/>
      <w:sz w:val="20"/>
    </w:rPr>
  </w:style>
  <w:style w:type="character" w:customStyle="1" w:styleId="Noiaee">
    <w:name w:val="No?iaee"/>
    <w:rsid w:val="009A383F"/>
    <w:rPr>
      <w:b/>
    </w:rPr>
  </w:style>
  <w:style w:type="character" w:customStyle="1" w:styleId="Emphasis1">
    <w:name w:val="Emphasis1"/>
    <w:rsid w:val="009A383F"/>
    <w:rPr>
      <w:i/>
    </w:rPr>
  </w:style>
  <w:style w:type="paragraph" w:customStyle="1" w:styleId="PlainText1">
    <w:name w:val="Plain Text1"/>
    <w:basedOn w:val="Iauiue"/>
    <w:rsid w:val="009A383F"/>
    <w:pPr>
      <w:widowControl w:val="0"/>
      <w:spacing w:before="0" w:after="0"/>
    </w:pPr>
    <w:rPr>
      <w:rFonts w:ascii="Courier New" w:hAnsi="Courier New"/>
      <w:sz w:val="20"/>
    </w:rPr>
  </w:style>
  <w:style w:type="paragraph" w:customStyle="1" w:styleId="DefinitionTerm">
    <w:name w:val="Definition Term"/>
    <w:basedOn w:val="Iauiue"/>
    <w:next w:val="Iauiue"/>
    <w:rsid w:val="009A383F"/>
    <w:pPr>
      <w:spacing w:before="0" w:after="0"/>
    </w:pPr>
  </w:style>
  <w:style w:type="paragraph" w:customStyle="1" w:styleId="DLText">
    <w:name w:val="DL Text"/>
    <w:basedOn w:val="Iauiue"/>
    <w:rsid w:val="009A383F"/>
    <w:pPr>
      <w:spacing w:before="0" w:after="0"/>
      <w:ind w:firstLine="709"/>
      <w:jc w:val="both"/>
    </w:pPr>
    <w:rPr>
      <w:sz w:val="26"/>
    </w:rPr>
  </w:style>
  <w:style w:type="paragraph" w:customStyle="1" w:styleId="STYLEA1">
    <w:name w:val="STYLE_A1"/>
    <w:rsid w:val="009A383F"/>
    <w:pPr>
      <w:widowControl w:val="0"/>
      <w:jc w:val="both"/>
    </w:pPr>
    <w:rPr>
      <w:sz w:val="24"/>
      <w:lang w:val="ru-RU" w:eastAsia="ru-RU"/>
    </w:rPr>
  </w:style>
  <w:style w:type="paragraph" w:customStyle="1" w:styleId="H10">
    <w:name w:val="H1"/>
    <w:basedOn w:val="Iauiue"/>
    <w:next w:val="Iauiue"/>
    <w:rsid w:val="009A383F"/>
    <w:pPr>
      <w:keepNext/>
    </w:pPr>
    <w:rPr>
      <w:b/>
      <w:kern w:val="36"/>
      <w:sz w:val="48"/>
    </w:rPr>
  </w:style>
  <w:style w:type="character" w:customStyle="1" w:styleId="Iiniioaiiayaeiannueea">
    <w:name w:val="I?iniio?aiiay aeia?nnueea"/>
    <w:rsid w:val="009A383F"/>
    <w:rPr>
      <w:color w:val="800080"/>
      <w:u w:val="single"/>
    </w:rPr>
  </w:style>
  <w:style w:type="paragraph" w:customStyle="1" w:styleId="Iauiueoaenonionooiii">
    <w:name w:val="Iau?iue oaeno n ionooiii"/>
    <w:basedOn w:val="Iauiue"/>
    <w:rsid w:val="009A383F"/>
    <w:pPr>
      <w:spacing w:before="0" w:after="0" w:line="360" w:lineRule="atLeast"/>
      <w:ind w:firstLine="709"/>
      <w:jc w:val="both"/>
    </w:pPr>
    <w:rPr>
      <w:sz w:val="28"/>
    </w:rPr>
  </w:style>
  <w:style w:type="paragraph" w:customStyle="1" w:styleId="Aaoieeeieiioeooe">
    <w:name w:val="Aa?oiee eieiioeooe"/>
    <w:basedOn w:val="Iauiue"/>
    <w:rsid w:val="009A383F"/>
    <w:pPr>
      <w:tabs>
        <w:tab w:val="center" w:pos="4153"/>
        <w:tab w:val="right" w:pos="8306"/>
      </w:tabs>
      <w:spacing w:before="0" w:after="0"/>
    </w:pPr>
    <w:rPr>
      <w:sz w:val="20"/>
      <w:lang w:val="en-GB"/>
    </w:rPr>
  </w:style>
  <w:style w:type="paragraph" w:customStyle="1" w:styleId="MainHeadline">
    <w:name w:val="Main Headline"/>
    <w:basedOn w:val="Iauiue"/>
    <w:next w:val="Iauiue"/>
    <w:rsid w:val="009A383F"/>
    <w:pPr>
      <w:spacing w:before="360" w:after="240" w:line="240" w:lineRule="exact"/>
      <w:jc w:val="both"/>
    </w:pPr>
    <w:rPr>
      <w:rFonts w:ascii="Helvetica roman" w:hAnsi="Helvetica roman"/>
      <w:sz w:val="26"/>
      <w:lang w:val="en-GB"/>
    </w:rPr>
  </w:style>
  <w:style w:type="paragraph" w:customStyle="1" w:styleId="IauiueWeb">
    <w:name w:val="Iau?iue (Web)"/>
    <w:basedOn w:val="Iauiue"/>
    <w:rsid w:val="009A383F"/>
  </w:style>
  <w:style w:type="character" w:customStyle="1" w:styleId="text1">
    <w:name w:val="text1"/>
    <w:rsid w:val="009A383F"/>
    <w:rPr>
      <w:rFonts w:ascii="Verdana" w:hAnsi="Verdana"/>
      <w:sz w:val="18"/>
    </w:rPr>
  </w:style>
  <w:style w:type="character" w:customStyle="1" w:styleId="txsr1">
    <w:name w:val="txsr1"/>
    <w:rsid w:val="009A383F"/>
    <w:rPr>
      <w:rFonts w:ascii="Verdana" w:hAnsi="Verdana"/>
      <w:sz w:val="16"/>
    </w:rPr>
  </w:style>
  <w:style w:type="paragraph" w:customStyle="1" w:styleId="Preformatted">
    <w:name w:val="Preformatted"/>
    <w:basedOn w:val="Iauiue"/>
    <w:rsid w:val="009A383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character" w:customStyle="1" w:styleId="50">
    <w:name w:val="Знак Знак5"/>
    <w:rsid w:val="009A383F"/>
    <w:rPr>
      <w:i/>
      <w:iCs/>
      <w:sz w:val="24"/>
      <w:szCs w:val="24"/>
      <w:lang w:val="ru-RU" w:eastAsia="ru-RU" w:bidi="ar-SA"/>
    </w:rPr>
  </w:style>
  <w:style w:type="paragraph" w:customStyle="1" w:styleId="Char10">
    <w:name w:val="Char1"/>
    <w:basedOn w:val="Normal"/>
    <w:semiHidden/>
    <w:rsid w:val="009A383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нак Знак4"/>
    <w:rsid w:val="009A383F"/>
    <w:rPr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Normal"/>
    <w:rsid w:val="009A383F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6"/>
    </w:rPr>
  </w:style>
  <w:style w:type="paragraph" w:customStyle="1" w:styleId="212">
    <w:name w:val="Основной текст с отступом 21"/>
    <w:basedOn w:val="Normal"/>
    <w:rsid w:val="009A383F"/>
    <w:pPr>
      <w:widowControl w:val="0"/>
      <w:overflowPunct w:val="0"/>
      <w:autoSpaceDE w:val="0"/>
      <w:autoSpaceDN w:val="0"/>
      <w:adjustRightInd w:val="0"/>
      <w:spacing w:line="238" w:lineRule="exact"/>
      <w:ind w:firstLine="720"/>
      <w:textAlignment w:val="baseline"/>
    </w:pPr>
    <w:rPr>
      <w:sz w:val="28"/>
    </w:rPr>
  </w:style>
  <w:style w:type="paragraph" w:customStyle="1" w:styleId="311">
    <w:name w:val="Основной текст 31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1d">
    <w:name w:val="Цитата1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</w:rPr>
  </w:style>
  <w:style w:type="paragraph" w:customStyle="1" w:styleId="1e">
    <w:name w:val="Знак Знак Знак1 Знак Знак Знак Знак"/>
    <w:basedOn w:val="Normal"/>
    <w:autoRedefine/>
    <w:rsid w:val="009A383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3">
    <w:name w:val="Знак Знак3"/>
    <w:rsid w:val="009A383F"/>
    <w:rPr>
      <w:sz w:val="28"/>
      <w:lang w:val="ru-RU" w:eastAsia="ru-RU" w:bidi="ar-SA"/>
    </w:rPr>
  </w:style>
  <w:style w:type="character" w:customStyle="1" w:styleId="1f">
    <w:name w:val="Гиперссылка1"/>
    <w:rsid w:val="009A383F"/>
    <w:rPr>
      <w:color w:val="0000FF"/>
      <w:u w:val="single"/>
    </w:rPr>
  </w:style>
  <w:style w:type="paragraph" w:customStyle="1" w:styleId="1f0">
    <w:name w:val="Нижний колонтитул1"/>
    <w:basedOn w:val="Normal"/>
    <w:rsid w:val="009A383F"/>
    <w:pPr>
      <w:pBdr>
        <w:top w:val="single" w:sz="4" w:space="0" w:color="auto"/>
      </w:pBdr>
      <w:shd w:val="clear" w:color="auto" w:fill="E8EBF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1f1">
    <w:name w:val="Верхний колонтитул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1f2">
    <w:name w:val="Абзац списка1"/>
    <w:basedOn w:val="Normal"/>
    <w:rsid w:val="009A383F"/>
    <w:pPr>
      <w:ind w:left="720"/>
      <w:contextualSpacing/>
    </w:pPr>
    <w:rPr>
      <w:rFonts w:eastAsia="Calibri"/>
      <w:sz w:val="24"/>
      <w:szCs w:val="24"/>
    </w:rPr>
  </w:style>
  <w:style w:type="paragraph" w:customStyle="1" w:styleId="312">
    <w:name w:val="Основной текст с отступом 31"/>
    <w:rsid w:val="009A383F"/>
    <w:pPr>
      <w:widowControl w:val="0"/>
      <w:suppressAutoHyphens/>
      <w:spacing w:after="120" w:line="276" w:lineRule="auto"/>
      <w:ind w:left="283"/>
    </w:pPr>
    <w:rPr>
      <w:rFonts w:ascii="Calibri" w:eastAsia="DejaVu LGC Sans" w:hAnsi="Calibri" w:cs="font294"/>
      <w:kern w:val="1"/>
      <w:sz w:val="16"/>
      <w:szCs w:val="16"/>
      <w:lang w:val="ru-RU" w:eastAsia="ar-SA"/>
    </w:rPr>
  </w:style>
  <w:style w:type="paragraph" w:customStyle="1" w:styleId="Iauiue10">
    <w:name w:val="Iau?iue1"/>
    <w:rsid w:val="009A383F"/>
    <w:pPr>
      <w:spacing w:before="100" w:after="100"/>
    </w:pPr>
    <w:rPr>
      <w:sz w:val="24"/>
      <w:lang w:val="ru-RU" w:eastAsia="ru-RU"/>
    </w:rPr>
  </w:style>
  <w:style w:type="paragraph" w:customStyle="1" w:styleId="style5">
    <w:name w:val="style5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unit-header">
    <w:name w:val="unit-head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styleId="HTMLAddress">
    <w:name w:val="HTML Address"/>
    <w:basedOn w:val="Normal"/>
    <w:link w:val="HTMLAddressChar"/>
    <w:rsid w:val="009A383F"/>
    <w:rPr>
      <w:i/>
      <w:iCs/>
      <w:sz w:val="24"/>
      <w:szCs w:val="24"/>
    </w:rPr>
  </w:style>
  <w:style w:type="character" w:customStyle="1" w:styleId="HTMLAddressChar">
    <w:name w:val="HTML Address Char"/>
    <w:link w:val="HTMLAddress"/>
    <w:rsid w:val="009A383F"/>
    <w:rPr>
      <w:i/>
      <w:iCs/>
      <w:sz w:val="24"/>
      <w:szCs w:val="24"/>
    </w:rPr>
  </w:style>
  <w:style w:type="paragraph" w:customStyle="1" w:styleId="af6">
    <w:name w:val="Знак Знак Знак Знак"/>
    <w:basedOn w:val="Normal"/>
    <w:rsid w:val="009A38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asicParagraph">
    <w:name w:val="[Basic Paragraph]"/>
    <w:basedOn w:val="Normal"/>
    <w:rsid w:val="009A383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customStyle="1" w:styleId="b">
    <w:name w:val="b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o">
    <w:name w:val="o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enu-11">
    <w:name w:val="menu-11"/>
    <w:basedOn w:val="Normal"/>
    <w:rsid w:val="009A383F"/>
    <w:pPr>
      <w:ind w:left="-1800"/>
    </w:pPr>
    <w:rPr>
      <w:sz w:val="24"/>
      <w:szCs w:val="24"/>
    </w:rPr>
  </w:style>
  <w:style w:type="paragraph" w:customStyle="1" w:styleId="menu-21">
    <w:name w:val="menu-21"/>
    <w:basedOn w:val="Normal"/>
    <w:rsid w:val="009A383F"/>
    <w:pPr>
      <w:ind w:left="-1200"/>
    </w:pPr>
    <w:rPr>
      <w:sz w:val="24"/>
      <w:szCs w:val="24"/>
    </w:rPr>
  </w:style>
  <w:style w:type="paragraph" w:customStyle="1" w:styleId="menu-31">
    <w:name w:val="menu-31"/>
    <w:basedOn w:val="Normal"/>
    <w:rsid w:val="009A383F"/>
    <w:pPr>
      <w:ind w:left="-600"/>
    </w:pPr>
    <w:rPr>
      <w:sz w:val="24"/>
      <w:szCs w:val="24"/>
    </w:rPr>
  </w:style>
  <w:style w:type="paragraph" w:customStyle="1" w:styleId="menu-41">
    <w:name w:val="menu-41"/>
    <w:basedOn w:val="Normal"/>
    <w:rsid w:val="009A383F"/>
    <w:rPr>
      <w:sz w:val="24"/>
      <w:szCs w:val="24"/>
    </w:rPr>
  </w:style>
  <w:style w:type="paragraph" w:customStyle="1" w:styleId="font8">
    <w:name w:val="font_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s14">
    <w:name w:val="fs14"/>
    <w:basedOn w:val="Normal"/>
    <w:rsid w:val="009A383F"/>
    <w:pPr>
      <w:spacing w:before="100" w:beforeAutospacing="1" w:after="100" w:afterAutospacing="1"/>
    </w:pPr>
    <w:rPr>
      <w:sz w:val="17"/>
      <w:szCs w:val="17"/>
    </w:rPr>
  </w:style>
  <w:style w:type="paragraph" w:customStyle="1" w:styleId="main">
    <w:name w:val="main"/>
    <w:basedOn w:val="Normal"/>
    <w:rsid w:val="009A383F"/>
    <w:pPr>
      <w:spacing w:before="240" w:after="120"/>
      <w:jc w:val="both"/>
    </w:pPr>
    <w:rPr>
      <w:rFonts w:ascii="Verdana" w:hAnsi="Verdana"/>
      <w:color w:val="1F1C17"/>
      <w:sz w:val="14"/>
      <w:szCs w:val="14"/>
    </w:rPr>
  </w:style>
  <w:style w:type="paragraph" w:customStyle="1" w:styleId="msolistparagraph0">
    <w:name w:val="msolistparagraph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A383F"/>
    <w:pPr>
      <w:autoSpaceDE w:val="0"/>
      <w:autoSpaceDN w:val="0"/>
      <w:adjustRightInd w:val="0"/>
    </w:pPr>
    <w:rPr>
      <w:rFonts w:ascii="HLCJC F+ Myriad Pro" w:hAnsi="HLCJC F+ Myriad Pro" w:cs="HLCJC F+ Myriad Pro"/>
      <w:color w:val="000000"/>
      <w:sz w:val="24"/>
      <w:szCs w:val="24"/>
      <w:lang w:val="ru-RU" w:eastAsia="ru-RU"/>
    </w:rPr>
  </w:style>
  <w:style w:type="paragraph" w:customStyle="1" w:styleId="style10">
    <w:name w:val="style1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7">
    <w:name w:val="style7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textplast">
    <w:name w:val="context__p_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u">
    <w:name w:val="u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0">
    <w:name w:val="body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3">
    <w:name w:val="style1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center">
    <w:name w:val="paragraph_cent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">
    <w:name w:val="paragraph_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Normal"/>
    <w:rsid w:val="009A383F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Style50">
    <w:name w:val="Style5"/>
    <w:basedOn w:val="Normal"/>
    <w:rsid w:val="009A383F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style2">
    <w:name w:val="style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georgiared">
    <w:name w:val="georgiare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5NormalChar">
    <w:name w:val="5 Normal Char"/>
    <w:link w:val="5Normal"/>
    <w:rsid w:val="009A383F"/>
    <w:rPr>
      <w:rFonts w:ascii="Arial" w:hAnsi="Arial"/>
      <w:spacing w:val="-2"/>
    </w:rPr>
  </w:style>
  <w:style w:type="paragraph" w:customStyle="1" w:styleId="5Normal">
    <w:name w:val="5 Normal"/>
    <w:basedOn w:val="Normal"/>
    <w:link w:val="5NormalChar"/>
    <w:rsid w:val="009A383F"/>
    <w:pPr>
      <w:spacing w:after="120"/>
      <w:jc w:val="both"/>
    </w:pPr>
    <w:rPr>
      <w:rFonts w:ascii="Arial" w:hAnsi="Arial"/>
      <w:spacing w:val="-2"/>
    </w:rPr>
  </w:style>
  <w:style w:type="paragraph" w:customStyle="1" w:styleId="text-justify">
    <w:name w:val="text-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ate-display-single3">
    <w:name w:val="date-display-single3"/>
    <w:rsid w:val="009A383F"/>
    <w:rPr>
      <w:vanish w:val="0"/>
      <w:webHidden w:val="0"/>
      <w:specVanish w:val="0"/>
    </w:rPr>
  </w:style>
  <w:style w:type="character" w:customStyle="1" w:styleId="b-share2">
    <w:name w:val="b-share2"/>
    <w:rsid w:val="009A383F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material-paneldate1">
    <w:name w:val="b-material-panel__date1"/>
    <w:rsid w:val="009A383F"/>
    <w:rPr>
      <w:b/>
      <w:bCs/>
      <w:strike w:val="0"/>
      <w:dstrike w:val="0"/>
      <w:color w:val="222222"/>
      <w:sz w:val="18"/>
      <w:szCs w:val="18"/>
      <w:u w:val="none"/>
      <w:effect w:val="none"/>
    </w:rPr>
  </w:style>
  <w:style w:type="character" w:customStyle="1" w:styleId="b-material-panelnam1">
    <w:name w:val="b-material-panel__nam1"/>
    <w:rsid w:val="009A383F"/>
    <w:rPr>
      <w:b/>
      <w:bCs/>
      <w:sz w:val="18"/>
      <w:szCs w:val="18"/>
    </w:rPr>
  </w:style>
  <w:style w:type="character" w:customStyle="1" w:styleId="b-material-paneltime1">
    <w:name w:val="b-material-panel__time1"/>
    <w:rsid w:val="009A383F"/>
    <w:rPr>
      <w:color w:val="9D9D9D"/>
    </w:rPr>
  </w:style>
  <w:style w:type="character" w:customStyle="1" w:styleId="hoenzb">
    <w:name w:val="hoenzb"/>
    <w:rsid w:val="009A383F"/>
  </w:style>
  <w:style w:type="character" w:customStyle="1" w:styleId="js-phone-number">
    <w:name w:val="js-phone-number"/>
    <w:rsid w:val="009A383F"/>
  </w:style>
  <w:style w:type="character" w:customStyle="1" w:styleId="titlepriority-normal">
    <w:name w:val="title priority-normal"/>
    <w:rsid w:val="009A383F"/>
  </w:style>
  <w:style w:type="character" w:customStyle="1" w:styleId="regions">
    <w:name w:val="regions"/>
    <w:rsid w:val="009A383F"/>
  </w:style>
  <w:style w:type="character" w:customStyle="1" w:styleId="topics">
    <w:name w:val="topics"/>
    <w:rsid w:val="009A383F"/>
  </w:style>
  <w:style w:type="character" w:customStyle="1" w:styleId="event-meta-label2">
    <w:name w:val="event-meta-label2"/>
    <w:rsid w:val="009A383F"/>
    <w:rPr>
      <w:caps/>
      <w:color w:val="999999"/>
      <w:sz w:val="16"/>
      <w:szCs w:val="16"/>
    </w:rPr>
  </w:style>
  <w:style w:type="character" w:customStyle="1" w:styleId="event-meta-value">
    <w:name w:val="event-meta-value"/>
    <w:rsid w:val="009A383F"/>
  </w:style>
  <w:style w:type="character" w:customStyle="1" w:styleId="city3">
    <w:name w:val="city3"/>
    <w:rsid w:val="009A383F"/>
    <w:rPr>
      <w:b w:val="0"/>
      <w:bCs w:val="0"/>
      <w:caps/>
      <w:color w:val="999999"/>
    </w:rPr>
  </w:style>
  <w:style w:type="paragraph" w:customStyle="1" w:styleId="marker-quote1">
    <w:name w:val="marker-quote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0">
    <w:name w:val="default"/>
    <w:basedOn w:val="Normal"/>
    <w:rsid w:val="009A383F"/>
    <w:pPr>
      <w:autoSpaceDE w:val="0"/>
      <w:autoSpaceDN w:val="0"/>
    </w:pPr>
    <w:rPr>
      <w:color w:val="000000"/>
      <w:sz w:val="24"/>
      <w:szCs w:val="24"/>
    </w:rPr>
  </w:style>
  <w:style w:type="character" w:customStyle="1" w:styleId="st1">
    <w:name w:val="st1"/>
    <w:rsid w:val="009A383F"/>
  </w:style>
  <w:style w:type="character" w:customStyle="1" w:styleId="event-infofield-title1">
    <w:name w:val="event-info__field-title1"/>
    <w:rsid w:val="009A383F"/>
    <w:rPr>
      <w:b/>
      <w:bCs/>
      <w:color w:val="373736"/>
    </w:rPr>
  </w:style>
  <w:style w:type="character" w:customStyle="1" w:styleId="eml">
    <w:name w:val="eml"/>
    <w:rsid w:val="009A383F"/>
  </w:style>
  <w:style w:type="paragraph" w:styleId="ListParagraph">
    <w:name w:val="List Paragraph"/>
    <w:basedOn w:val="Normal"/>
    <w:uiPriority w:val="34"/>
    <w:qFormat/>
    <w:rsid w:val="009A3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Выделение2"/>
    <w:rsid w:val="009A383F"/>
    <w:rPr>
      <w:i/>
    </w:rPr>
  </w:style>
  <w:style w:type="paragraph" w:customStyle="1" w:styleId="1f3">
    <w:name w:val="Текст1"/>
    <w:basedOn w:val="Iauiue"/>
    <w:rsid w:val="009A383F"/>
    <w:pPr>
      <w:widowControl w:val="0"/>
      <w:spacing w:before="0" w:after="0"/>
    </w:pPr>
    <w:rPr>
      <w:rFonts w:ascii="Courier New" w:hAnsi="Courier New"/>
      <w:sz w:val="20"/>
    </w:rPr>
  </w:style>
  <w:style w:type="character" w:customStyle="1" w:styleId="phone">
    <w:name w:val="phone"/>
    <w:rsid w:val="009A383F"/>
  </w:style>
  <w:style w:type="character" w:customStyle="1" w:styleId="fax">
    <w:name w:val="fax"/>
    <w:rsid w:val="009A383F"/>
  </w:style>
  <w:style w:type="character" w:customStyle="1" w:styleId="teamemail">
    <w:name w:val="team_email"/>
    <w:rsid w:val="009A383F"/>
  </w:style>
  <w:style w:type="paragraph" w:customStyle="1" w:styleId="rtecenter">
    <w:name w:val="rtecenter"/>
    <w:basedOn w:val="Normal"/>
    <w:rsid w:val="009A383F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contact-emailto">
    <w:name w:val="contact-emailto"/>
    <w:rsid w:val="009A383F"/>
  </w:style>
  <w:style w:type="character" w:customStyle="1" w:styleId="contact-telephone">
    <w:name w:val="contact-telephone"/>
    <w:rsid w:val="009A383F"/>
  </w:style>
  <w:style w:type="paragraph" w:customStyle="1" w:styleId="festivaltext">
    <w:name w:val="festival_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">
    <w:name w:val="article"/>
    <w:rsid w:val="009A383F"/>
    <w:rPr>
      <w:rFonts w:cs="Times New Roman"/>
    </w:rPr>
  </w:style>
  <w:style w:type="character" w:customStyle="1" w:styleId="email">
    <w:name w:val="email"/>
    <w:rsid w:val="009A383F"/>
  </w:style>
  <w:style w:type="character" w:customStyle="1" w:styleId="1f4">
    <w:name w:val="Дата1"/>
    <w:rsid w:val="009A383F"/>
  </w:style>
  <w:style w:type="paragraph" w:customStyle="1" w:styleId="fz14arial">
    <w:name w:val="fz14 arial"/>
    <w:basedOn w:val="Normal"/>
    <w:rsid w:val="009A383F"/>
    <w:pPr>
      <w:spacing w:before="120" w:after="100" w:afterAutospacing="1"/>
    </w:pPr>
    <w:rPr>
      <w:sz w:val="24"/>
      <w:szCs w:val="24"/>
    </w:rPr>
  </w:style>
  <w:style w:type="paragraph" w:customStyle="1" w:styleId="quote-border">
    <w:name w:val="quote-bord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itleinfodigits">
    <w:name w:val="title infodigits"/>
    <w:rsid w:val="009A383F"/>
  </w:style>
  <w:style w:type="character" w:customStyle="1" w:styleId="infodigits">
    <w:name w:val="infodigits"/>
    <w:rsid w:val="009A383F"/>
  </w:style>
  <w:style w:type="character" w:customStyle="1" w:styleId="date-display-single">
    <w:name w:val="date-display-single"/>
    <w:rsid w:val="009A383F"/>
    <w:rPr>
      <w:b/>
      <w:bCs/>
      <w:color w:val="500001"/>
      <w:sz w:val="29"/>
      <w:szCs w:val="29"/>
    </w:rPr>
  </w:style>
  <w:style w:type="character" w:customStyle="1" w:styleId="location">
    <w:name w:val="location"/>
    <w:rsid w:val="009A383F"/>
    <w:rPr>
      <w:bdr w:val="none" w:sz="0" w:space="0" w:color="auto" w:frame="1"/>
    </w:rPr>
  </w:style>
  <w:style w:type="paragraph" w:customStyle="1" w:styleId="26">
    <w:name w:val="Îñíîâíîé òåêñò 2"/>
    <w:basedOn w:val="a"/>
    <w:rsid w:val="009A383F"/>
    <w:pPr>
      <w:jc w:val="center"/>
    </w:pPr>
    <w:rPr>
      <w:rFonts w:ascii="Times New Roman" w:hAnsi="Times New Roman"/>
      <w:b/>
      <w:sz w:val="28"/>
    </w:rPr>
  </w:style>
  <w:style w:type="character" w:customStyle="1" w:styleId="smoke2">
    <w:name w:val="smoke2"/>
    <w:rsid w:val="009A383F"/>
    <w:rPr>
      <w:color w:val="848485"/>
      <w:bdr w:val="none" w:sz="0" w:space="0" w:color="auto" w:frame="1"/>
    </w:rPr>
  </w:style>
  <w:style w:type="character" w:customStyle="1" w:styleId="ico-textfs14">
    <w:name w:val="ico-text fs14"/>
    <w:rsid w:val="009A383F"/>
  </w:style>
  <w:style w:type="character" w:customStyle="1" w:styleId="bcaptionenavbcaptioneprev">
    <w:name w:val="bcaption__enav bcaption__eprev"/>
    <w:rsid w:val="009A383F"/>
  </w:style>
  <w:style w:type="character" w:customStyle="1" w:styleId="bcaptionelinkarrow1">
    <w:name w:val="bcaption__elinkarrow1"/>
    <w:rsid w:val="009A383F"/>
    <w:rPr>
      <w:sz w:val="16"/>
      <w:szCs w:val="16"/>
    </w:rPr>
  </w:style>
  <w:style w:type="character" w:customStyle="1" w:styleId="bcaptionenavbcaptionenext">
    <w:name w:val="bcaption__enav bcaption__enext"/>
    <w:rsid w:val="009A383F"/>
  </w:style>
  <w:style w:type="character" w:customStyle="1" w:styleId="bcaptionelink3">
    <w:name w:val="bcaption__elink3"/>
    <w:rsid w:val="009A383F"/>
    <w:rPr>
      <w:caps/>
      <w:strike w:val="0"/>
      <w:dstrike w:val="0"/>
      <w:color w:val="BCBCBC"/>
      <w:sz w:val="14"/>
      <w:szCs w:val="14"/>
      <w:u w:val="none"/>
      <w:effect w:val="none"/>
    </w:rPr>
  </w:style>
  <w:style w:type="character" w:customStyle="1" w:styleId="conditionscontactsblock1">
    <w:name w:val="conditions__contacts__block1"/>
    <w:rsid w:val="009A383F"/>
    <w:rPr>
      <w:vanish w:val="0"/>
      <w:webHidden w:val="0"/>
      <w:specVanish w:val="0"/>
    </w:rPr>
  </w:style>
  <w:style w:type="character" w:customStyle="1" w:styleId="dpc-name">
    <w:name w:val="dpc-name"/>
    <w:rsid w:val="009A383F"/>
  </w:style>
  <w:style w:type="character" w:customStyle="1" w:styleId="dpc-fraction">
    <w:name w:val="dpc-fraction"/>
    <w:rsid w:val="009A383F"/>
  </w:style>
  <w:style w:type="character" w:customStyle="1" w:styleId="il">
    <w:name w:val="il"/>
    <w:rsid w:val="009A383F"/>
  </w:style>
  <w:style w:type="paragraph" w:customStyle="1" w:styleId="xmsonormal">
    <w:name w:val="xmsonorma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lock-contact-item-right1">
    <w:name w:val="block-contact-item-right1"/>
    <w:basedOn w:val="Normal"/>
    <w:rsid w:val="009A383F"/>
    <w:pPr>
      <w:spacing w:after="120" w:line="240" w:lineRule="atLeast"/>
      <w:ind w:left="900"/>
    </w:pPr>
    <w:rPr>
      <w:color w:val="FFFFFF"/>
      <w:sz w:val="17"/>
      <w:szCs w:val="17"/>
    </w:rPr>
  </w:style>
  <w:style w:type="character" w:customStyle="1" w:styleId="nobr">
    <w:name w:val="nobr"/>
    <w:rsid w:val="009A383F"/>
  </w:style>
  <w:style w:type="character" w:customStyle="1" w:styleId="event-infofield-title">
    <w:name w:val="event-info__field-title"/>
    <w:rsid w:val="009A383F"/>
  </w:style>
  <w:style w:type="paragraph" w:customStyle="1" w:styleId="p-italic">
    <w:name w:val="p-italic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infoblockitemeimagegroupitembinfoblockitemeimagecomments">
    <w:name w:val="binfoblockitem__eimagegroupitem binfoblockitem__eimagecomments"/>
    <w:rsid w:val="009A383F"/>
  </w:style>
  <w:style w:type="character" w:customStyle="1" w:styleId="binfoblockitemeimagegroupitembinfoblockitemeimageviews">
    <w:name w:val="binfoblockitem__eimagegroupitem binfoblockitem__eimageviews"/>
    <w:rsid w:val="009A383F"/>
  </w:style>
  <w:style w:type="character" w:customStyle="1" w:styleId="btapeelabeltext">
    <w:name w:val="btape__elabeltext"/>
    <w:rsid w:val="009A383F"/>
  </w:style>
  <w:style w:type="paragraph" w:customStyle="1" w:styleId="style30">
    <w:name w:val="style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eventsdetailsleftpaneleticketheader1">
    <w:name w:val="beventsdetailsleftpanel__eticketheader1"/>
    <w:rsid w:val="009A383F"/>
    <w:rPr>
      <w:rFonts w:ascii="FuturaDemiG" w:hAnsi="FuturaDemiG" w:hint="default"/>
      <w:caps/>
      <w:sz w:val="18"/>
      <w:szCs w:val="18"/>
      <w:bdr w:val="single" w:sz="4" w:space="1" w:color="auto" w:frame="1"/>
    </w:rPr>
  </w:style>
  <w:style w:type="paragraph" w:customStyle="1" w:styleId="categories">
    <w:name w:val="categorie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1f5">
    <w:name w:val="Название1"/>
    <w:rsid w:val="009A383F"/>
  </w:style>
  <w:style w:type="paragraph" w:customStyle="1" w:styleId="acxsplast">
    <w:name w:val="acxsp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sright1">
    <w:name w:val="ts_right1"/>
    <w:rsid w:val="009A383F"/>
    <w:rPr>
      <w:rFonts w:ascii="Arial" w:hAnsi="Arial" w:cs="Arial" w:hint="default"/>
      <w:i w:val="0"/>
      <w:iCs w:val="0"/>
      <w:color w:val="FFFFFF"/>
      <w:sz w:val="13"/>
      <w:szCs w:val="13"/>
    </w:rPr>
  </w:style>
  <w:style w:type="character" w:customStyle="1" w:styleId="skypec2cprintcontainer">
    <w:name w:val="skype_c2c_print_container"/>
    <w:rsid w:val="009A383F"/>
  </w:style>
  <w:style w:type="character" w:customStyle="1" w:styleId="skypec2ctextspan">
    <w:name w:val="skype_c2c_text_span"/>
    <w:rsid w:val="009A383F"/>
  </w:style>
  <w:style w:type="paragraph" w:customStyle="1" w:styleId="marker-quote3">
    <w:name w:val="marker-quote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red4">
    <w:name w:val="red4"/>
    <w:rsid w:val="009A383F"/>
  </w:style>
  <w:style w:type="character" w:customStyle="1" w:styleId="darkness2">
    <w:name w:val="darkness2"/>
    <w:rsid w:val="009A383F"/>
  </w:style>
  <w:style w:type="paragraph" w:customStyle="1" w:styleId="block-contact-item-right">
    <w:name w:val="block-contact-item-righ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tactdetails">
    <w:name w:val="contactdetail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el31">
    <w:name w:val="tel31"/>
    <w:rsid w:val="009A383F"/>
    <w:rPr>
      <w:rFonts w:ascii="Tahoma" w:hAnsi="Tahoma" w:cs="Tahoma" w:hint="default"/>
      <w:b/>
      <w:bCs/>
      <w:strike w:val="0"/>
      <w:dstrike w:val="0"/>
      <w:vanish w:val="0"/>
      <w:webHidden w:val="0"/>
      <w:color w:val="000000"/>
      <w:sz w:val="17"/>
      <w:szCs w:val="17"/>
      <w:u w:val="none"/>
      <w:effect w:val="none"/>
      <w:specVanish w:val="0"/>
    </w:rPr>
  </w:style>
  <w:style w:type="character" w:customStyle="1" w:styleId="gray31">
    <w:name w:val="gray31"/>
    <w:rsid w:val="009A383F"/>
    <w:rPr>
      <w:rFonts w:ascii="Arial" w:hAnsi="Arial" w:cs="Arial" w:hint="default"/>
      <w:color w:val="545454"/>
    </w:rPr>
  </w:style>
  <w:style w:type="paragraph" w:customStyle="1" w:styleId="nospacing0">
    <w:name w:val="nospacing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9A383F"/>
  </w:style>
  <w:style w:type="paragraph" w:customStyle="1" w:styleId="p8">
    <w:name w:val="p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null">
    <w:name w:val="null"/>
    <w:rsid w:val="009A383F"/>
    <w:rPr>
      <w:rFonts w:ascii="Times New Roman" w:hAnsi="Times New Roman" w:cs="Times New Roman" w:hint="default"/>
    </w:rPr>
  </w:style>
  <w:style w:type="character" w:customStyle="1" w:styleId="ga1oncontextualizable">
    <w:name w:val="_ga1_on_ contextualizable"/>
    <w:rsid w:val="009A383F"/>
  </w:style>
  <w:style w:type="paragraph" w:customStyle="1" w:styleId="summary">
    <w:name w:val="summar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ash041e0431044b0447043d044b0439">
    <w:name w:val="dash041e0431044b0447043d044b043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ge">
    <w:name w:val="page"/>
    <w:basedOn w:val="Normal"/>
    <w:rsid w:val="009A383F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information">
    <w:name w:val="informatio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epartment-title1">
    <w:name w:val="department-title1"/>
    <w:rsid w:val="009A383F"/>
    <w:rPr>
      <w:caps/>
      <w:color w:val="999999"/>
      <w:sz w:val="13"/>
      <w:szCs w:val="13"/>
    </w:rPr>
  </w:style>
  <w:style w:type="paragraph" w:customStyle="1" w:styleId="firstchildtext">
    <w:name w:val="fir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inkexternal">
    <w:name w:val="link externa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tickstick-tag">
    <w:name w:val="stick stick-tag"/>
    <w:rsid w:val="009A383F"/>
  </w:style>
  <w:style w:type="character" w:customStyle="1" w:styleId="stickstick-view">
    <w:name w:val="stick stick-view"/>
    <w:rsid w:val="009A383F"/>
  </w:style>
  <w:style w:type="paragraph" w:customStyle="1" w:styleId="mttl">
    <w:name w:val="m_tt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entry-meta">
    <w:name w:val="entry-meta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irstchildlastchildtext">
    <w:name w:val="first_child la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astchildtext">
    <w:name w:val="la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postal-code">
    <w:name w:val="postal-code"/>
    <w:rsid w:val="009A383F"/>
  </w:style>
  <w:style w:type="character" w:customStyle="1" w:styleId="country-name">
    <w:name w:val="country-name"/>
    <w:rsid w:val="009A383F"/>
  </w:style>
  <w:style w:type="character" w:customStyle="1" w:styleId="locality">
    <w:name w:val="locality"/>
    <w:rsid w:val="009A383F"/>
  </w:style>
  <w:style w:type="character" w:customStyle="1" w:styleId="phone1">
    <w:name w:val="phone1"/>
    <w:rsid w:val="009A383F"/>
    <w:rPr>
      <w:vanish w:val="0"/>
      <w:webHidden w:val="0"/>
      <w:specVanish w:val="0"/>
    </w:rPr>
  </w:style>
  <w:style w:type="character" w:customStyle="1" w:styleId="email1">
    <w:name w:val="email1"/>
    <w:rsid w:val="009A383F"/>
    <w:rPr>
      <w:vanish w:val="0"/>
      <w:webHidden w:val="0"/>
      <w:specVanish w:val="0"/>
    </w:rPr>
  </w:style>
  <w:style w:type="character" w:customStyle="1" w:styleId="PlainTextChar">
    <w:name w:val="Plain Text Char"/>
    <w:semiHidden/>
    <w:locked/>
    <w:rsid w:val="009A383F"/>
    <w:rPr>
      <w:rFonts w:ascii="Consolas" w:hAnsi="Consolas"/>
      <w:sz w:val="21"/>
      <w:szCs w:val="21"/>
      <w:lang w:val="ru-RU" w:eastAsia="en-US" w:bidi="ar-SA"/>
    </w:rPr>
  </w:style>
  <w:style w:type="paragraph" w:customStyle="1" w:styleId="p10">
    <w:name w:val="p1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rsid w:val="009A383F"/>
  </w:style>
  <w:style w:type="paragraph" w:customStyle="1" w:styleId="after18">
    <w:name w:val="after18"/>
    <w:basedOn w:val="Normal"/>
    <w:rsid w:val="009A383F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txt2">
    <w:name w:val="txt2"/>
    <w:rsid w:val="009A383F"/>
  </w:style>
  <w:style w:type="character" w:customStyle="1" w:styleId="dashedred">
    <w:name w:val="dashed red"/>
    <w:rsid w:val="009A383F"/>
  </w:style>
  <w:style w:type="character" w:customStyle="1" w:styleId="share-counter-common">
    <w:name w:val="share-counter-common"/>
    <w:rsid w:val="009A383F"/>
  </w:style>
  <w:style w:type="character" w:customStyle="1" w:styleId="dashedblue">
    <w:name w:val="dashed blue"/>
    <w:rsid w:val="009A383F"/>
  </w:style>
  <w:style w:type="character" w:customStyle="1" w:styleId="dashed12">
    <w:name w:val="dashed12"/>
    <w:rsid w:val="009A383F"/>
    <w:rPr>
      <w:strike w:val="0"/>
      <w:dstrike w:val="0"/>
      <w:color w:val="000000"/>
      <w:u w:val="none"/>
      <w:effect w:val="none"/>
    </w:rPr>
  </w:style>
  <w:style w:type="character" w:customStyle="1" w:styleId="plus181">
    <w:name w:val="plus181"/>
    <w:rsid w:val="009A383F"/>
    <w:rPr>
      <w:color w:val="000000"/>
      <w:sz w:val="16"/>
      <w:szCs w:val="16"/>
      <w:shd w:val="clear" w:color="auto" w:fill="FFFFFF"/>
    </w:rPr>
  </w:style>
  <w:style w:type="character" w:customStyle="1" w:styleId="sn-label3">
    <w:name w:val="sn-label3"/>
    <w:rsid w:val="009A383F"/>
  </w:style>
  <w:style w:type="character" w:customStyle="1" w:styleId="small-logo2">
    <w:name w:val="small-logo2"/>
    <w:rsid w:val="009A383F"/>
  </w:style>
  <w:style w:type="paragraph" w:customStyle="1" w:styleId="nomargin">
    <w:name w:val="nomargi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moke3">
    <w:name w:val="smoke3"/>
    <w:rsid w:val="009A383F"/>
    <w:rPr>
      <w:color w:val="848485"/>
      <w:bdr w:val="none" w:sz="0" w:space="0" w:color="auto" w:frame="1"/>
    </w:rPr>
  </w:style>
  <w:style w:type="character" w:customStyle="1" w:styleId="stick1">
    <w:name w:val="stick1"/>
    <w:rsid w:val="009A383F"/>
    <w:rPr>
      <w:vanish w:val="0"/>
      <w:webHidden w:val="0"/>
      <w:sz w:val="18"/>
      <w:szCs w:val="18"/>
      <w:shd w:val="clear" w:color="auto" w:fill="EFEEEE"/>
      <w:specVanish w:val="0"/>
    </w:rPr>
  </w:style>
  <w:style w:type="paragraph" w:customStyle="1" w:styleId="p3">
    <w:name w:val="p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p1">
    <w:name w:val="sp1"/>
    <w:rsid w:val="009A383F"/>
    <w:rPr>
      <w:rFonts w:ascii="DINCondensedWebC" w:hAnsi="DINCondensedWebC" w:hint="default"/>
      <w:caps/>
      <w:strike w:val="0"/>
      <w:dstrike w:val="0"/>
      <w:color w:val="FFFFFF"/>
      <w:sz w:val="18"/>
      <w:szCs w:val="18"/>
      <w:u w:val="none"/>
      <w:effect w:val="none"/>
      <w:shd w:val="clear" w:color="auto" w:fill="343434"/>
    </w:rPr>
  </w:style>
  <w:style w:type="character" w:customStyle="1" w:styleId="Title1">
    <w:name w:val="Title1"/>
    <w:rsid w:val="009A383F"/>
  </w:style>
  <w:style w:type="character" w:customStyle="1" w:styleId="icon1">
    <w:name w:val="icon1"/>
    <w:rsid w:val="009A383F"/>
    <w:rPr>
      <w:b/>
      <w:bCs/>
      <w:vanish w:val="0"/>
      <w:webHidden w:val="0"/>
      <w:specVanish w:val="0"/>
    </w:rPr>
  </w:style>
  <w:style w:type="paragraph" w:customStyle="1" w:styleId="abzbold">
    <w:name w:val="abz_bo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11tms">
    <w:name w:val="11tm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tyle61">
    <w:name w:val="style61"/>
    <w:rsid w:val="009A383F"/>
    <w:rPr>
      <w:sz w:val="18"/>
      <w:szCs w:val="18"/>
    </w:rPr>
  </w:style>
  <w:style w:type="paragraph" w:customStyle="1" w:styleId="title2">
    <w:name w:val="title2"/>
    <w:basedOn w:val="Normal"/>
    <w:rsid w:val="009A383F"/>
    <w:pPr>
      <w:spacing w:before="100" w:beforeAutospacing="1" w:after="100" w:afterAutospacing="1"/>
    </w:pPr>
    <w:rPr>
      <w:color w:val="858585"/>
      <w:sz w:val="38"/>
      <w:szCs w:val="38"/>
    </w:rPr>
  </w:style>
  <w:style w:type="character" w:customStyle="1" w:styleId="header11">
    <w:name w:val="header11"/>
    <w:rsid w:val="009A383F"/>
    <w:rPr>
      <w:rFonts w:ascii="Arial" w:hAnsi="Arial" w:cs="Arial" w:hint="default"/>
      <w:b/>
      <w:bCs/>
      <w:color w:val="1A76B7"/>
      <w:sz w:val="30"/>
      <w:szCs w:val="30"/>
    </w:rPr>
  </w:style>
  <w:style w:type="paragraph" w:customStyle="1" w:styleId="rtejustify">
    <w:name w:val="rte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rsid w:val="009A383F"/>
  </w:style>
  <w:style w:type="paragraph" w:customStyle="1" w:styleId="p13">
    <w:name w:val="p1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9A383F"/>
  </w:style>
  <w:style w:type="paragraph" w:customStyle="1" w:styleId="p14">
    <w:name w:val="p14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7">
    <w:name w:val="s7"/>
    <w:rsid w:val="009A383F"/>
  </w:style>
  <w:style w:type="character" w:customStyle="1" w:styleId="s8">
    <w:name w:val="s8"/>
    <w:rsid w:val="009A383F"/>
  </w:style>
  <w:style w:type="paragraph" w:customStyle="1" w:styleId="p18">
    <w:name w:val="p1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ga1on">
    <w:name w:val="_ga1_on_"/>
    <w:rsid w:val="009A383F"/>
  </w:style>
  <w:style w:type="character" w:customStyle="1" w:styleId="message-sentinfo">
    <w:name w:val="message-sent__info"/>
    <w:rsid w:val="009A383F"/>
  </w:style>
  <w:style w:type="paragraph" w:customStyle="1" w:styleId="standard">
    <w:name w:val="standar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restyle">
    <w:name w:val="prestyle"/>
    <w:basedOn w:val="Normal"/>
    <w:rsid w:val="009A383F"/>
    <w:pPr>
      <w:spacing w:before="160"/>
    </w:pPr>
    <w:rPr>
      <w:rFonts w:ascii="monospaced" w:hAnsi="monospaced"/>
      <w:color w:val="003366"/>
      <w:sz w:val="24"/>
      <w:szCs w:val="24"/>
    </w:rPr>
  </w:style>
  <w:style w:type="paragraph" w:customStyle="1" w:styleId="depstyle">
    <w:name w:val="depstyle"/>
    <w:basedOn w:val="Normal"/>
    <w:rsid w:val="009A383F"/>
    <w:pPr>
      <w:spacing w:before="160"/>
    </w:pPr>
    <w:rPr>
      <w:rFonts w:ascii="Verdana" w:hAnsi="Verdana"/>
      <w:color w:val="003366"/>
      <w:sz w:val="16"/>
      <w:szCs w:val="16"/>
    </w:rPr>
  </w:style>
  <w:style w:type="paragraph" w:customStyle="1" w:styleId="voting">
    <w:name w:val="voting"/>
    <w:basedOn w:val="Normal"/>
    <w:rsid w:val="009A383F"/>
    <w:pPr>
      <w:spacing w:before="160"/>
    </w:pPr>
    <w:rPr>
      <w:rFonts w:ascii="Verdana" w:hAnsi="Verdana"/>
      <w:color w:val="003366"/>
      <w:sz w:val="14"/>
      <w:szCs w:val="14"/>
    </w:rPr>
  </w:style>
  <w:style w:type="paragraph" w:customStyle="1" w:styleId="head33">
    <w:name w:val="head33"/>
    <w:basedOn w:val="Normal"/>
    <w:rsid w:val="009A383F"/>
    <w:pPr>
      <w:spacing w:before="60" w:after="60"/>
      <w:jc w:val="center"/>
    </w:pPr>
    <w:rPr>
      <w:rFonts w:ascii="Verdana" w:hAnsi="Verdana"/>
      <w:b/>
      <w:bCs/>
      <w:color w:val="003366"/>
      <w:sz w:val="18"/>
      <w:szCs w:val="18"/>
    </w:rPr>
  </w:style>
  <w:style w:type="paragraph" w:customStyle="1" w:styleId="sttb">
    <w:name w:val="sttb"/>
    <w:basedOn w:val="Normal"/>
    <w:rsid w:val="009A383F"/>
    <w:pPr>
      <w:spacing w:before="160"/>
    </w:pPr>
    <w:rPr>
      <w:sz w:val="24"/>
      <w:szCs w:val="24"/>
    </w:rPr>
  </w:style>
  <w:style w:type="paragraph" w:customStyle="1" w:styleId="sttr">
    <w:name w:val="sttr"/>
    <w:basedOn w:val="Normal"/>
    <w:rsid w:val="009A383F"/>
    <w:pPr>
      <w:spacing w:before="160"/>
    </w:pPr>
    <w:rPr>
      <w:sz w:val="24"/>
      <w:szCs w:val="24"/>
    </w:rPr>
  </w:style>
  <w:style w:type="paragraph" w:customStyle="1" w:styleId="sttd">
    <w:name w:val="sttd"/>
    <w:basedOn w:val="Normal"/>
    <w:rsid w:val="009A383F"/>
    <w:pPr>
      <w:spacing w:before="160"/>
    </w:pPr>
    <w:rPr>
      <w:sz w:val="24"/>
      <w:szCs w:val="24"/>
    </w:rPr>
  </w:style>
  <w:style w:type="paragraph" w:customStyle="1" w:styleId="stdv">
    <w:name w:val="stdv"/>
    <w:basedOn w:val="Normal"/>
    <w:rsid w:val="009A383F"/>
    <w:rPr>
      <w:sz w:val="24"/>
      <w:szCs w:val="24"/>
    </w:rPr>
  </w:style>
  <w:style w:type="paragraph" w:customStyle="1" w:styleId="sthd">
    <w:name w:val="sthd"/>
    <w:basedOn w:val="Normal"/>
    <w:rsid w:val="009A383F"/>
    <w:pPr>
      <w:spacing w:before="160"/>
    </w:pPr>
    <w:rPr>
      <w:vanish/>
      <w:sz w:val="24"/>
      <w:szCs w:val="24"/>
    </w:rPr>
  </w:style>
  <w:style w:type="paragraph" w:customStyle="1" w:styleId="stsp">
    <w:name w:val="stsp"/>
    <w:basedOn w:val="Normal"/>
    <w:rsid w:val="009A383F"/>
    <w:rPr>
      <w:sz w:val="24"/>
      <w:szCs w:val="24"/>
    </w:rPr>
  </w:style>
  <w:style w:type="paragraph" w:customStyle="1" w:styleId="firstchild">
    <w:name w:val="first_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astchild">
    <w:name w:val="last_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ashed26">
    <w:name w:val="dashed26"/>
    <w:rsid w:val="009A383F"/>
    <w:rPr>
      <w:strike w:val="0"/>
      <w:dstrike w:val="0"/>
      <w:u w:val="none"/>
      <w:effect w:val="none"/>
    </w:rPr>
  </w:style>
  <w:style w:type="character" w:customStyle="1" w:styleId="msgtext">
    <w:name w:val="msgtext"/>
    <w:rsid w:val="009A383F"/>
  </w:style>
  <w:style w:type="character" w:customStyle="1" w:styleId="exhdate1">
    <w:name w:val="exh_date1"/>
    <w:rsid w:val="009A383F"/>
    <w:rPr>
      <w:rFonts w:ascii="Arial" w:hAnsi="Arial" w:cs="Arial" w:hint="default"/>
      <w:caps/>
      <w:color w:val="666666"/>
      <w:sz w:val="20"/>
      <w:szCs w:val="20"/>
    </w:rPr>
  </w:style>
  <w:style w:type="paragraph" w:customStyle="1" w:styleId="paragraph">
    <w:name w:val="paragraph"/>
    <w:basedOn w:val="Normal"/>
    <w:rsid w:val="009A383F"/>
    <w:pPr>
      <w:spacing w:before="300" w:after="300"/>
      <w:ind w:firstLine="240"/>
      <w:jc w:val="both"/>
    </w:pPr>
    <w:rPr>
      <w:sz w:val="24"/>
      <w:szCs w:val="24"/>
    </w:rPr>
  </w:style>
  <w:style w:type="paragraph" w:customStyle="1" w:styleId="Body1">
    <w:name w:val="Body 1"/>
    <w:rsid w:val="009A383F"/>
    <w:rPr>
      <w:rFonts w:ascii="Helvetica" w:eastAsia="Arial Unicode MS" w:hAnsi="Helvetica"/>
      <w:color w:val="000000"/>
      <w:sz w:val="24"/>
      <w:lang w:val="ru-RU" w:eastAsia="ru-RU"/>
    </w:rPr>
  </w:style>
  <w:style w:type="character" w:customStyle="1" w:styleId="tttime">
    <w:name w:val="tttime"/>
    <w:rsid w:val="009A383F"/>
  </w:style>
  <w:style w:type="character" w:customStyle="1" w:styleId="ttfilm">
    <w:name w:val="ttfilm"/>
    <w:rsid w:val="009A383F"/>
  </w:style>
  <w:style w:type="character" w:customStyle="1" w:styleId="ttprogram">
    <w:name w:val="ttprogram"/>
    <w:rsid w:val="009A383F"/>
  </w:style>
  <w:style w:type="character" w:customStyle="1" w:styleId="box">
    <w:name w:val="box"/>
    <w:rsid w:val="009A383F"/>
  </w:style>
  <w:style w:type="paragraph" w:customStyle="1" w:styleId="g-indent-bottompress">
    <w:name w:val="g-indent-bottom__pres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ms-rtefontsize-21">
    <w:name w:val="ms-rtefontsize-21"/>
    <w:rsid w:val="009A383F"/>
    <w:rPr>
      <w:sz w:val="20"/>
      <w:szCs w:val="20"/>
    </w:rPr>
  </w:style>
  <w:style w:type="character" w:customStyle="1" w:styleId="divide">
    <w:name w:val="divide"/>
    <w:rsid w:val="009A383F"/>
  </w:style>
  <w:style w:type="paragraph" w:customStyle="1" w:styleId="p7">
    <w:name w:val="p7"/>
    <w:basedOn w:val="Normal"/>
    <w:rsid w:val="009A383F"/>
    <w:pPr>
      <w:spacing w:before="100" w:beforeAutospacing="1" w:after="225"/>
    </w:pPr>
    <w:rPr>
      <w:sz w:val="24"/>
      <w:szCs w:val="24"/>
    </w:rPr>
  </w:style>
  <w:style w:type="paragraph" w:customStyle="1" w:styleId="newstitlebody">
    <w:name w:val="news_title_bod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text-primary">
    <w:name w:val="text-primary"/>
    <w:basedOn w:val="Normal"/>
    <w:rsid w:val="009A383F"/>
    <w:pPr>
      <w:spacing w:after="150"/>
    </w:pPr>
    <w:rPr>
      <w:color w:val="FF9747"/>
      <w:sz w:val="24"/>
      <w:szCs w:val="24"/>
    </w:rPr>
  </w:style>
  <w:style w:type="character" w:customStyle="1" w:styleId="textexposedshow">
    <w:name w:val="text_exposed_show"/>
    <w:rsid w:val="009A383F"/>
  </w:style>
  <w:style w:type="character" w:customStyle="1" w:styleId="usercontent">
    <w:name w:val="usercontent"/>
    <w:uiPriority w:val="99"/>
    <w:rsid w:val="009A383F"/>
  </w:style>
  <w:style w:type="character" w:customStyle="1" w:styleId="b1">
    <w:name w:val="b1"/>
    <w:rsid w:val="009A383F"/>
    <w:rPr>
      <w:b/>
      <w:bCs/>
    </w:rPr>
  </w:style>
  <w:style w:type="character" w:customStyle="1" w:styleId="ya-phone">
    <w:name w:val="ya-phone"/>
    <w:rsid w:val="009A383F"/>
  </w:style>
  <w:style w:type="paragraph" w:customStyle="1" w:styleId="p5">
    <w:name w:val="p5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9A383F"/>
  </w:style>
  <w:style w:type="character" w:customStyle="1" w:styleId="s4">
    <w:name w:val="s4"/>
    <w:rsid w:val="009A383F"/>
  </w:style>
  <w:style w:type="paragraph" w:customStyle="1" w:styleId="contextplast0">
    <w:name w:val="contextp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rsid w:val="009A383F"/>
  </w:style>
  <w:style w:type="paragraph" w:customStyle="1" w:styleId="rvps2">
    <w:name w:val="rvps2"/>
    <w:basedOn w:val="Normal"/>
    <w:rsid w:val="009A383F"/>
    <w:pPr>
      <w:jc w:val="both"/>
    </w:pPr>
    <w:rPr>
      <w:rFonts w:eastAsia="Arial Unicode MS"/>
      <w:sz w:val="24"/>
      <w:szCs w:val="24"/>
    </w:rPr>
  </w:style>
  <w:style w:type="character" w:customStyle="1" w:styleId="rvts8">
    <w:name w:val="rvts8"/>
    <w:rsid w:val="009A383F"/>
    <w:rPr>
      <w:rFonts w:ascii="Times New Roman" w:hAnsi="Times New Roman" w:cs="Times New Roman" w:hint="default"/>
    </w:rPr>
  </w:style>
  <w:style w:type="paragraph" w:customStyle="1" w:styleId="27">
    <w:name w:val="çàãîëîâîê 2"/>
    <w:basedOn w:val="a"/>
    <w:next w:val="a"/>
    <w:rsid w:val="009A383F"/>
    <w:pPr>
      <w:keepNext/>
      <w:keepLines/>
      <w:widowControl w:val="0"/>
      <w:spacing w:before="120" w:after="60"/>
    </w:pPr>
    <w:rPr>
      <w:b/>
      <w:caps/>
      <w:sz w:val="16"/>
    </w:rPr>
  </w:style>
  <w:style w:type="character" w:customStyle="1" w:styleId="link-mailto">
    <w:name w:val="link-mailto"/>
    <w:rsid w:val="009A383F"/>
  </w:style>
  <w:style w:type="paragraph" w:customStyle="1" w:styleId="style18">
    <w:name w:val="style1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atemonth0">
    <w:name w:val="datemonth0"/>
    <w:basedOn w:val="Normal"/>
    <w:rsid w:val="009A383F"/>
    <w:pPr>
      <w:spacing w:after="240"/>
    </w:pPr>
    <w:rPr>
      <w:sz w:val="24"/>
      <w:szCs w:val="24"/>
    </w:rPr>
  </w:style>
  <w:style w:type="paragraph" w:customStyle="1" w:styleId="nospacing10">
    <w:name w:val="nospacing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8">
    <w:name w:val="style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header-user-name">
    <w:name w:val="header-user-name"/>
    <w:rsid w:val="009A383F"/>
  </w:style>
  <w:style w:type="paragraph" w:customStyle="1" w:styleId="about">
    <w:name w:val="abou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orange1">
    <w:name w:val="orange1"/>
    <w:rsid w:val="009A383F"/>
    <w:rPr>
      <w:color w:val="E97005"/>
    </w:rPr>
  </w:style>
  <w:style w:type="character" w:customStyle="1" w:styleId="phone2">
    <w:name w:val="phone2"/>
    <w:rsid w:val="009A383F"/>
    <w:rPr>
      <w:vanish w:val="0"/>
      <w:webHidden w:val="0"/>
      <w:shd w:val="clear" w:color="auto" w:fill="auto"/>
      <w:specVanish w:val="0"/>
    </w:rPr>
  </w:style>
  <w:style w:type="character" w:customStyle="1" w:styleId="mail2">
    <w:name w:val="mail2"/>
    <w:rsid w:val="009A383F"/>
    <w:rPr>
      <w:vanish w:val="0"/>
      <w:webHidden w:val="0"/>
      <w:shd w:val="clear" w:color="auto" w:fill="auto"/>
      <w:specVanish w:val="0"/>
    </w:rPr>
  </w:style>
  <w:style w:type="paragraph" w:customStyle="1" w:styleId="ms-rtefontsize-2">
    <w:name w:val="ms-rtefontsize-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indent">
    <w:name w:val="paragraph_justify_inden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rsid w:val="009A383F"/>
  </w:style>
  <w:style w:type="paragraph" w:customStyle="1" w:styleId="s9">
    <w:name w:val="s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9">
    <w:name w:val="style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-serplistitemsnippet">
    <w:name w:val="b-serp__list_item_snippe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-serplistiteminfo1">
    <w:name w:val="b-serp__list_item_info1"/>
    <w:rsid w:val="009A383F"/>
    <w:rPr>
      <w:vanish w:val="0"/>
      <w:webHidden w:val="0"/>
      <w:color w:val="4D7616"/>
      <w:specVanish w:val="0"/>
    </w:rPr>
  </w:style>
  <w:style w:type="character" w:customStyle="1" w:styleId="b-serplistiteminfodomain">
    <w:name w:val="b-serp__list_item_info_domain"/>
    <w:rsid w:val="009A383F"/>
  </w:style>
  <w:style w:type="character" w:customStyle="1" w:styleId="Date1">
    <w:name w:val="Date1"/>
    <w:rsid w:val="009A383F"/>
  </w:style>
  <w:style w:type="paragraph" w:customStyle="1" w:styleId="noparagraphstyle">
    <w:name w:val="noparagraphsty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irstchild0">
    <w:name w:val="first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rsid w:val="009A383F"/>
    <w:rPr>
      <w:rFonts w:ascii="Helvetica" w:eastAsia="ヒラギノ角ゴ Pro W3" w:hAnsi="Helvetica"/>
      <w:color w:val="000000"/>
      <w:sz w:val="24"/>
    </w:rPr>
  </w:style>
  <w:style w:type="paragraph" w:customStyle="1" w:styleId="a00">
    <w:name w:val="a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af7">
    <w:name w:val="Шевелева"/>
    <w:semiHidden/>
    <w:rsid w:val="009A383F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xmsohyperlink">
    <w:name w:val="x_msohyperlink"/>
    <w:rsid w:val="009A383F"/>
  </w:style>
  <w:style w:type="paragraph" w:customStyle="1" w:styleId="lastchild0">
    <w:name w:val="last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eventsname">
    <w:name w:val="events_nam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t">
    <w:name w:val="m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zagl">
    <w:name w:val="zag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pis">
    <w:name w:val="spi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p">
    <w:name w:val="pp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ont80">
    <w:name w:val="font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indent0">
    <w:name w:val="paragraphjustifyinden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A383F"/>
    <w:rPr>
      <w:rFonts w:ascii="Calibri" w:hAnsi="Calibri"/>
      <w:i/>
      <w:sz w:val="24"/>
      <w:szCs w:val="24"/>
    </w:rPr>
  </w:style>
  <w:style w:type="character" w:customStyle="1" w:styleId="QuoteChar">
    <w:name w:val="Quote Char"/>
    <w:link w:val="Quote"/>
    <w:uiPriority w:val="29"/>
    <w:rsid w:val="009A383F"/>
    <w:rPr>
      <w:rFonts w:ascii="Calibri" w:hAnsi="Calibr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83F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IntenseQuoteChar">
    <w:name w:val="Intense Quote Char"/>
    <w:link w:val="IntenseQuote"/>
    <w:uiPriority w:val="30"/>
    <w:rsid w:val="009A383F"/>
    <w:rPr>
      <w:rFonts w:ascii="Calibri" w:hAnsi="Calibri"/>
      <w:b/>
      <w:i/>
      <w:sz w:val="24"/>
      <w:szCs w:val="22"/>
    </w:rPr>
  </w:style>
  <w:style w:type="character" w:styleId="SubtleEmphasis">
    <w:name w:val="Subtle Emphasis"/>
    <w:uiPriority w:val="19"/>
    <w:qFormat/>
    <w:rsid w:val="009A383F"/>
    <w:rPr>
      <w:i/>
      <w:color w:val="5A5A5A"/>
    </w:rPr>
  </w:style>
  <w:style w:type="character" w:styleId="IntenseEmphasis">
    <w:name w:val="Intense Emphasis"/>
    <w:uiPriority w:val="21"/>
    <w:qFormat/>
    <w:rsid w:val="009A383F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A383F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A383F"/>
    <w:rPr>
      <w:b/>
      <w:sz w:val="24"/>
      <w:u w:val="single"/>
    </w:rPr>
  </w:style>
  <w:style w:type="character" w:styleId="BookTitle">
    <w:name w:val="Book Title"/>
    <w:uiPriority w:val="33"/>
    <w:qFormat/>
    <w:rsid w:val="009A383F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83F"/>
    <w:pPr>
      <w:widowControl/>
      <w:overflowPunct/>
      <w:autoSpaceDE/>
      <w:autoSpaceDN/>
      <w:adjustRightInd/>
      <w:spacing w:before="240" w:after="60"/>
      <w:ind w:firstLine="0"/>
      <w:jc w:val="left"/>
      <w:textAlignment w:val="auto"/>
      <w:outlineLvl w:val="9"/>
    </w:pPr>
    <w:rPr>
      <w:rFonts w:ascii="Cambria" w:hAnsi="Cambria"/>
      <w:b/>
      <w:bCs/>
      <w:i w:val="0"/>
      <w:iCs w:val="0"/>
      <w:kern w:val="32"/>
      <w:sz w:val="32"/>
      <w:szCs w:val="32"/>
    </w:rPr>
  </w:style>
  <w:style w:type="paragraph" w:customStyle="1" w:styleId="skype">
    <w:name w:val="skyp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6">
    <w:name w:val="xl66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7">
    <w:name w:val="xl67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8">
    <w:name w:val="xl68"/>
    <w:basedOn w:val="Normal"/>
    <w:rsid w:val="005A5BA4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9">
    <w:name w:val="xl69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0">
    <w:name w:val="xl7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1">
    <w:name w:val="xl7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2">
    <w:name w:val="xl7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3">
    <w:name w:val="xl7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4">
    <w:name w:val="xl7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5">
    <w:name w:val="xl75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7">
    <w:name w:val="xl7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  <w:lang w:val="en-US" w:eastAsia="en-US"/>
    </w:rPr>
  </w:style>
  <w:style w:type="paragraph" w:customStyle="1" w:styleId="xl78">
    <w:name w:val="xl7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9">
    <w:name w:val="xl79"/>
    <w:basedOn w:val="Normal"/>
    <w:rsid w:val="005A5BA4"/>
    <w:pP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80">
    <w:name w:val="xl8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1">
    <w:name w:val="xl8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82">
    <w:name w:val="xl8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3">
    <w:name w:val="xl8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4">
    <w:name w:val="xl8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5">
    <w:name w:val="xl85"/>
    <w:basedOn w:val="Normal"/>
    <w:rsid w:val="005A5B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val="en-US" w:eastAsia="en-US"/>
    </w:rPr>
  </w:style>
  <w:style w:type="paragraph" w:customStyle="1" w:styleId="xl86">
    <w:name w:val="xl8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7">
    <w:name w:val="xl8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8">
    <w:name w:val="xl8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  <w:sz w:val="24"/>
      <w:szCs w:val="24"/>
      <w:lang w:val="en-US" w:eastAsia="en-US"/>
    </w:rPr>
  </w:style>
  <w:style w:type="paragraph" w:customStyle="1" w:styleId="xl89">
    <w:name w:val="xl89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0">
    <w:name w:val="xl9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91">
    <w:name w:val="xl9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92">
    <w:name w:val="xl9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4"/>
      <w:szCs w:val="24"/>
      <w:lang w:val="en-US" w:eastAsia="en-US"/>
    </w:rPr>
  </w:style>
  <w:style w:type="paragraph" w:customStyle="1" w:styleId="xl93">
    <w:name w:val="xl9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4"/>
      <w:szCs w:val="24"/>
      <w:lang w:val="en-US" w:eastAsia="en-US"/>
    </w:rPr>
  </w:style>
  <w:style w:type="paragraph" w:customStyle="1" w:styleId="xl94">
    <w:name w:val="xl9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4"/>
      <w:szCs w:val="24"/>
      <w:lang w:val="en-US" w:eastAsia="en-US"/>
    </w:rPr>
  </w:style>
  <w:style w:type="paragraph" w:customStyle="1" w:styleId="xl95">
    <w:name w:val="xl95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16"/>
      <w:szCs w:val="16"/>
      <w:lang w:val="en-US" w:eastAsia="en-US"/>
    </w:rPr>
  </w:style>
  <w:style w:type="paragraph" w:customStyle="1" w:styleId="xl96">
    <w:name w:val="xl9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4"/>
      <w:szCs w:val="24"/>
      <w:lang w:val="en-US" w:eastAsia="en-US"/>
    </w:rPr>
  </w:style>
  <w:style w:type="paragraph" w:customStyle="1" w:styleId="xl97">
    <w:name w:val="xl9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98">
    <w:name w:val="xl9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99">
    <w:name w:val="xl99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FF0000"/>
      <w:sz w:val="24"/>
      <w:szCs w:val="24"/>
      <w:lang w:val="en-US" w:eastAsia="en-US"/>
    </w:rPr>
  </w:style>
  <w:style w:type="paragraph" w:customStyle="1" w:styleId="xl100">
    <w:name w:val="xl10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1">
    <w:name w:val="xl10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2">
    <w:name w:val="xl10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03">
    <w:name w:val="xl10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4">
    <w:name w:val="xl10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5">
    <w:name w:val="xl105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color w:val="FF0000"/>
      <w:sz w:val="24"/>
      <w:szCs w:val="24"/>
      <w:lang w:val="en-US" w:eastAsia="en-US"/>
    </w:rPr>
  </w:style>
  <w:style w:type="paragraph" w:customStyle="1" w:styleId="xl106">
    <w:name w:val="xl10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107">
    <w:name w:val="xl10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8">
    <w:name w:val="xl10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9">
    <w:name w:val="xl109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110">
    <w:name w:val="xl11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color w:val="FF0000"/>
      <w:sz w:val="24"/>
      <w:szCs w:val="24"/>
      <w:lang w:val="en-US" w:eastAsia="en-US"/>
    </w:rPr>
  </w:style>
  <w:style w:type="paragraph" w:customStyle="1" w:styleId="xl111">
    <w:name w:val="xl11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 w:eastAsia="en-US"/>
    </w:rPr>
  </w:style>
  <w:style w:type="paragraph" w:customStyle="1" w:styleId="xl112">
    <w:name w:val="xl11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13">
    <w:name w:val="xl11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114">
    <w:name w:val="xl114"/>
    <w:basedOn w:val="Normal"/>
    <w:rsid w:val="005A5BA4"/>
    <w:pPr>
      <w:spacing w:before="100" w:beforeAutospacing="1" w:after="100" w:afterAutospacing="1"/>
    </w:pPr>
    <w:rPr>
      <w:b/>
      <w:bCs/>
      <w:sz w:val="24"/>
      <w:szCs w:val="24"/>
      <w:lang w:val="en-US" w:eastAsia="en-US"/>
    </w:rPr>
  </w:style>
  <w:style w:type="paragraph" w:customStyle="1" w:styleId="xl115">
    <w:name w:val="xl115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16">
    <w:name w:val="xl11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/>
    </w:pPr>
    <w:rPr>
      <w:color w:val="FFFFFF"/>
      <w:sz w:val="24"/>
      <w:szCs w:val="24"/>
      <w:lang w:val="en-US" w:eastAsia="en-US"/>
    </w:rPr>
  </w:style>
  <w:style w:type="paragraph" w:customStyle="1" w:styleId="xl117">
    <w:name w:val="xl117"/>
    <w:basedOn w:val="Normal"/>
    <w:rsid w:val="005A5B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118">
    <w:name w:val="xl118"/>
    <w:basedOn w:val="Normal"/>
    <w:rsid w:val="005A5B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4"/>
      <w:szCs w:val="24"/>
      <w:lang w:val="en-US" w:eastAsia="en-US"/>
    </w:rPr>
  </w:style>
  <w:style w:type="paragraph" w:customStyle="1" w:styleId="xl119">
    <w:name w:val="xl119"/>
    <w:basedOn w:val="Normal"/>
    <w:rsid w:val="005A5B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4"/>
      <w:szCs w:val="24"/>
      <w:lang w:val="en-US" w:eastAsia="en-US"/>
    </w:rPr>
  </w:style>
  <w:style w:type="paragraph" w:customStyle="1" w:styleId="xl120">
    <w:name w:val="xl12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  <w:sz w:val="24"/>
      <w:szCs w:val="24"/>
      <w:lang w:val="en-US" w:eastAsia="en-US"/>
    </w:rPr>
  </w:style>
  <w:style w:type="paragraph" w:customStyle="1" w:styleId="xl121">
    <w:name w:val="xl12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  <w:jc w:val="center"/>
    </w:pPr>
    <w:rPr>
      <w:b/>
      <w:bCs/>
      <w:color w:val="FFFFFF"/>
      <w:sz w:val="24"/>
      <w:szCs w:val="24"/>
      <w:lang w:val="en-US" w:eastAsia="en-US"/>
    </w:rPr>
  </w:style>
  <w:style w:type="paragraph" w:customStyle="1" w:styleId="xl122">
    <w:name w:val="xl122"/>
    <w:basedOn w:val="Normal"/>
    <w:rsid w:val="005A5BA4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  <w:jc w:val="center"/>
    </w:pPr>
    <w:rPr>
      <w:b/>
      <w:bCs/>
      <w:color w:val="FFFFFF"/>
      <w:sz w:val="24"/>
      <w:szCs w:val="24"/>
      <w:lang w:val="en-US" w:eastAsia="en-US"/>
    </w:rPr>
  </w:style>
  <w:style w:type="paragraph" w:customStyle="1" w:styleId="xl123">
    <w:name w:val="xl123"/>
    <w:basedOn w:val="Normal"/>
    <w:rsid w:val="005A5B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/>
      <w:jc w:val="center"/>
    </w:pPr>
    <w:rPr>
      <w:b/>
      <w:bCs/>
      <w:color w:val="FFFFFF"/>
      <w:sz w:val="24"/>
      <w:szCs w:val="24"/>
      <w:lang w:val="en-US" w:eastAsia="en-US"/>
    </w:rPr>
  </w:style>
  <w:style w:type="paragraph" w:customStyle="1" w:styleId="xl124">
    <w:name w:val="xl12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4"/>
      <w:szCs w:val="24"/>
      <w:lang w:val="en-US" w:eastAsia="en-US"/>
    </w:rPr>
  </w:style>
  <w:style w:type="paragraph" w:customStyle="1" w:styleId="xl125">
    <w:name w:val="xl125"/>
    <w:basedOn w:val="Normal"/>
    <w:rsid w:val="005A5BA4"/>
    <w:pPr>
      <w:spacing w:before="100" w:beforeAutospacing="1" w:after="100" w:afterAutospacing="1"/>
      <w:jc w:val="center"/>
    </w:pPr>
    <w:rPr>
      <w:b/>
      <w:bCs/>
      <w:sz w:val="28"/>
      <w:szCs w:val="28"/>
      <w:lang w:val="en-US" w:eastAsia="en-US"/>
    </w:rPr>
  </w:style>
  <w:style w:type="paragraph" w:customStyle="1" w:styleId="xl126">
    <w:name w:val="xl126"/>
    <w:basedOn w:val="Normal"/>
    <w:rsid w:val="005A5BA4"/>
    <w:pP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127">
    <w:name w:val="xl127"/>
    <w:basedOn w:val="Normal"/>
    <w:rsid w:val="005A5BA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font0">
    <w:name w:val="font0"/>
    <w:basedOn w:val="Normal"/>
    <w:rsid w:val="00B27D9C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font5">
    <w:name w:val="font5"/>
    <w:basedOn w:val="Normal"/>
    <w:rsid w:val="00B27D9C"/>
    <w:pPr>
      <w:spacing w:before="100" w:beforeAutospacing="1" w:after="100" w:afterAutospacing="1"/>
    </w:pPr>
    <w:rPr>
      <w:rFonts w:ascii="Arial" w:hAnsi="Arial" w:cs="Arial"/>
      <w:b/>
      <w:bCs/>
      <w:lang w:val="en-US" w:eastAsia="en-US"/>
    </w:rPr>
  </w:style>
  <w:style w:type="paragraph" w:customStyle="1" w:styleId="font6">
    <w:name w:val="font6"/>
    <w:basedOn w:val="Normal"/>
    <w:rsid w:val="00B27D9C"/>
    <w:pPr>
      <w:spacing w:before="100" w:beforeAutospacing="1" w:after="100" w:afterAutospacing="1"/>
    </w:pPr>
    <w:rPr>
      <w:rFonts w:ascii="Arial" w:hAnsi="Arial" w:cs="Arial"/>
      <w:color w:val="000000"/>
      <w:lang w:val="en-US" w:eastAsia="en-US"/>
    </w:rPr>
  </w:style>
  <w:style w:type="paragraph" w:customStyle="1" w:styleId="font7">
    <w:name w:val="font7"/>
    <w:basedOn w:val="Normal"/>
    <w:rsid w:val="00B27D9C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  <w:lang w:val="en-US" w:eastAsia="en-US"/>
    </w:rPr>
  </w:style>
  <w:style w:type="paragraph" w:customStyle="1" w:styleId="font9">
    <w:name w:val="font9"/>
    <w:basedOn w:val="Normal"/>
    <w:rsid w:val="00B27D9C"/>
    <w:pPr>
      <w:spacing w:before="100" w:beforeAutospacing="1" w:after="100" w:afterAutospacing="1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customStyle="1" w:styleId="font10">
    <w:name w:val="font10"/>
    <w:basedOn w:val="Normal"/>
    <w:rsid w:val="00B27D9C"/>
    <w:pPr>
      <w:spacing w:before="100" w:beforeAutospacing="1" w:after="100" w:afterAutospacing="1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xl128">
    <w:name w:val="xl128"/>
    <w:basedOn w:val="Normal"/>
    <w:rsid w:val="00B27D9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29">
    <w:name w:val="xl129"/>
    <w:basedOn w:val="Normal"/>
    <w:rsid w:val="00B27D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0">
    <w:name w:val="xl130"/>
    <w:basedOn w:val="Normal"/>
    <w:rsid w:val="00B27D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1">
    <w:name w:val="xl131"/>
    <w:basedOn w:val="Normal"/>
    <w:rsid w:val="00B27D9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2">
    <w:name w:val="xl132"/>
    <w:basedOn w:val="Normal"/>
    <w:rsid w:val="00B27D9C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3">
    <w:name w:val="xl133"/>
    <w:basedOn w:val="Normal"/>
    <w:rsid w:val="00B27D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1D2129"/>
      <w:sz w:val="24"/>
      <w:szCs w:val="24"/>
      <w:lang w:val="en-US" w:eastAsia="en-US"/>
    </w:rPr>
  </w:style>
  <w:style w:type="paragraph" w:customStyle="1" w:styleId="xl134">
    <w:name w:val="xl134"/>
    <w:basedOn w:val="Normal"/>
    <w:rsid w:val="00B27D9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5">
    <w:name w:val="xl135"/>
    <w:basedOn w:val="Normal"/>
    <w:rsid w:val="00B27D9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6">
    <w:name w:val="xl136"/>
    <w:basedOn w:val="Normal"/>
    <w:rsid w:val="00B27D9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7">
    <w:name w:val="xl137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38">
    <w:name w:val="xl138"/>
    <w:basedOn w:val="Normal"/>
    <w:rsid w:val="00B27D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39">
    <w:name w:val="xl139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1D2129"/>
      <w:sz w:val="24"/>
      <w:szCs w:val="24"/>
      <w:lang w:val="en-US" w:eastAsia="en-US"/>
    </w:rPr>
  </w:style>
  <w:style w:type="paragraph" w:customStyle="1" w:styleId="xl140">
    <w:name w:val="xl140"/>
    <w:basedOn w:val="Normal"/>
    <w:rsid w:val="00B27D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1">
    <w:name w:val="xl141"/>
    <w:basedOn w:val="Normal"/>
    <w:rsid w:val="00B27D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1D2129"/>
      <w:sz w:val="24"/>
      <w:szCs w:val="24"/>
      <w:lang w:val="en-US" w:eastAsia="en-US"/>
    </w:rPr>
  </w:style>
  <w:style w:type="paragraph" w:customStyle="1" w:styleId="xl142">
    <w:name w:val="xl142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3">
    <w:name w:val="xl143"/>
    <w:basedOn w:val="Normal"/>
    <w:rsid w:val="00B27D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4">
    <w:name w:val="xl144"/>
    <w:basedOn w:val="Normal"/>
    <w:rsid w:val="00B27D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5">
    <w:name w:val="xl145"/>
    <w:basedOn w:val="Normal"/>
    <w:rsid w:val="00B27D9C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46">
    <w:name w:val="xl146"/>
    <w:basedOn w:val="Normal"/>
    <w:rsid w:val="00B27D9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47">
    <w:name w:val="xl147"/>
    <w:basedOn w:val="Normal"/>
    <w:rsid w:val="00B27D9C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color w:val="222222"/>
      <w:sz w:val="24"/>
      <w:szCs w:val="24"/>
      <w:lang w:val="en-US" w:eastAsia="en-US"/>
    </w:rPr>
  </w:style>
  <w:style w:type="paragraph" w:customStyle="1" w:styleId="xl148">
    <w:name w:val="xl148"/>
    <w:basedOn w:val="Normal"/>
    <w:rsid w:val="00B27D9C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49">
    <w:name w:val="xl149"/>
    <w:basedOn w:val="Normal"/>
    <w:rsid w:val="00B27D9C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0">
    <w:name w:val="xl150"/>
    <w:basedOn w:val="Normal"/>
    <w:rsid w:val="00B27D9C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1">
    <w:name w:val="xl151"/>
    <w:basedOn w:val="Normal"/>
    <w:rsid w:val="00B27D9C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2">
    <w:name w:val="xl152"/>
    <w:basedOn w:val="Normal"/>
    <w:rsid w:val="00B27D9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3">
    <w:name w:val="xl153"/>
    <w:basedOn w:val="Normal"/>
    <w:rsid w:val="00B27D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4">
    <w:name w:val="xl154"/>
    <w:basedOn w:val="Normal"/>
    <w:rsid w:val="00B27D9C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5">
    <w:name w:val="xl155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6">
    <w:name w:val="xl156"/>
    <w:basedOn w:val="Normal"/>
    <w:rsid w:val="00B27D9C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7">
    <w:name w:val="xl157"/>
    <w:basedOn w:val="Normal"/>
    <w:rsid w:val="00B27D9C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8">
    <w:name w:val="xl158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9">
    <w:name w:val="xl159"/>
    <w:basedOn w:val="Normal"/>
    <w:rsid w:val="00B27D9C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0">
    <w:name w:val="xl160"/>
    <w:basedOn w:val="Normal"/>
    <w:rsid w:val="00B27D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1">
    <w:name w:val="xl161"/>
    <w:basedOn w:val="Normal"/>
    <w:rsid w:val="00B27D9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2">
    <w:name w:val="xl162"/>
    <w:basedOn w:val="Normal"/>
    <w:rsid w:val="00B27D9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3">
    <w:name w:val="xl163"/>
    <w:basedOn w:val="Normal"/>
    <w:rsid w:val="00B27D9C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4">
    <w:name w:val="xl164"/>
    <w:basedOn w:val="Normal"/>
    <w:rsid w:val="00B27D9C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5">
    <w:name w:val="xl165"/>
    <w:basedOn w:val="Normal"/>
    <w:rsid w:val="00B27D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Helvetica" w:hAnsi="Helvetica" w:cs="Helvetica"/>
      <w:sz w:val="24"/>
      <w:szCs w:val="24"/>
      <w:lang w:val="en-US" w:eastAsia="en-US"/>
    </w:rPr>
  </w:style>
  <w:style w:type="paragraph" w:customStyle="1" w:styleId="xl166">
    <w:name w:val="xl166"/>
    <w:basedOn w:val="Normal"/>
    <w:rsid w:val="00B27D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7">
    <w:name w:val="xl167"/>
    <w:basedOn w:val="Normal"/>
    <w:rsid w:val="00B27D9C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8">
    <w:name w:val="xl168"/>
    <w:basedOn w:val="Normal"/>
    <w:rsid w:val="00B27D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9">
    <w:name w:val="xl169"/>
    <w:basedOn w:val="Normal"/>
    <w:rsid w:val="00B27D9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0">
    <w:name w:val="xl170"/>
    <w:basedOn w:val="Normal"/>
    <w:rsid w:val="00B27D9C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1">
    <w:name w:val="xl171"/>
    <w:basedOn w:val="Normal"/>
    <w:rsid w:val="00B27D9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2">
    <w:name w:val="xl172"/>
    <w:basedOn w:val="Normal"/>
    <w:rsid w:val="00B27D9C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3">
    <w:name w:val="xl173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4">
    <w:name w:val="xl174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75">
    <w:name w:val="xl175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222"/>
      <w:sz w:val="24"/>
      <w:szCs w:val="24"/>
      <w:lang w:val="en-US" w:eastAsia="en-US"/>
    </w:rPr>
  </w:style>
  <w:style w:type="paragraph" w:customStyle="1" w:styleId="xl176">
    <w:name w:val="xl176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  <w:lang w:val="en-US" w:eastAsia="en-US"/>
    </w:rPr>
  </w:style>
  <w:style w:type="paragraph" w:customStyle="1" w:styleId="xl177">
    <w:name w:val="xl177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78">
    <w:name w:val="xl178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79">
    <w:name w:val="xl179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n-US" w:eastAsia="en-US"/>
    </w:rPr>
  </w:style>
  <w:style w:type="paragraph" w:customStyle="1" w:styleId="xl180">
    <w:name w:val="xl180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81">
    <w:name w:val="xl181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82">
    <w:name w:val="xl182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83">
    <w:name w:val="xl183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84">
    <w:name w:val="xl184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85">
    <w:name w:val="xl185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86">
    <w:name w:val="xl186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87">
    <w:name w:val="xl187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188">
    <w:name w:val="xl188"/>
    <w:basedOn w:val="Normal"/>
    <w:rsid w:val="00B27D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189">
    <w:name w:val="xl189"/>
    <w:basedOn w:val="Normal"/>
    <w:rsid w:val="00B27D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90">
    <w:name w:val="xl190"/>
    <w:basedOn w:val="Normal"/>
    <w:rsid w:val="00B27D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webinstaller.online/update/cont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C71E9C93.htm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2018-10-22T04:24:00Z</dcterms:created>
  <dcterms:modified xsi:type="dcterms:W3CDTF">2021-11-10T10:21:00Z</dcterms:modified>
</cp:coreProperties>
</file>